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7B" w:rsidRPr="00BE1C9C" w:rsidRDefault="00480A7B" w:rsidP="008C7900">
      <w:pPr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Приложение </w:t>
      </w:r>
      <w:r w:rsidR="00674D09">
        <w:rPr>
          <w:rFonts w:ascii="Garamond" w:hAnsi="Garamond" w:cs="Garamond"/>
          <w:color w:val="000000"/>
        </w:rPr>
        <w:t>№ 1</w:t>
      </w:r>
    </w:p>
    <w:p w:rsidR="00BB2D06" w:rsidRPr="00BE1C9C" w:rsidRDefault="00BB2D0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к </w:t>
      </w:r>
      <w:r w:rsidR="00D4036B" w:rsidRPr="00BE1C9C">
        <w:rPr>
          <w:rFonts w:ascii="Garamond" w:hAnsi="Garamond" w:cs="Garamond"/>
          <w:color w:val="000000"/>
        </w:rPr>
        <w:t xml:space="preserve">договору </w:t>
      </w:r>
      <w:r w:rsidRPr="00BE1C9C">
        <w:rPr>
          <w:rFonts w:ascii="Garamond" w:hAnsi="Garamond" w:cs="Garamond"/>
          <w:color w:val="000000"/>
        </w:rPr>
        <w:t xml:space="preserve">купли-продажи </w:t>
      </w:r>
    </w:p>
    <w:p w:rsidR="00A56DB6" w:rsidRPr="00BE1C9C" w:rsidRDefault="00A56DB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>№ </w:t>
      </w:r>
      <w:r w:rsidR="00194D2F" w:rsidRPr="00BE1C9C">
        <w:rPr>
          <w:rFonts w:ascii="Garamond" w:hAnsi="Garamond" w:cs="Garamond"/>
          <w:color w:val="000000"/>
        </w:rPr>
        <w:t>_________</w:t>
      </w:r>
      <w:r w:rsidR="00FF2CD0" w:rsidRPr="00BE1C9C">
        <w:rPr>
          <w:rFonts w:ascii="Garamond" w:hAnsi="Garamond" w:cs="Garamond"/>
          <w:color w:val="000000"/>
        </w:rPr>
        <w:t>____</w:t>
      </w:r>
      <w:r w:rsidR="00194D2F" w:rsidRPr="00BE1C9C">
        <w:rPr>
          <w:rFonts w:ascii="Garamond" w:hAnsi="Garamond" w:cs="Garamond"/>
          <w:color w:val="000000"/>
        </w:rPr>
        <w:t xml:space="preserve"> от  </w:t>
      </w:r>
      <w:bookmarkStart w:id="0" w:name="Bookmark70"/>
      <w:r w:rsidR="00FF2CD0" w:rsidRPr="00BE1C9C">
        <w:rPr>
          <w:rFonts w:ascii="Garamond" w:hAnsi="Garamond" w:cs="Garamond"/>
          <w:color w:val="000000"/>
        </w:rPr>
        <w:t>______________</w:t>
      </w:r>
      <w:r w:rsidR="00DA1010" w:rsidRPr="00BE1C9C">
        <w:rPr>
          <w:rFonts w:ascii="Garamond" w:hAnsi="Garamond" w:cs="Garamond"/>
          <w:color w:val="000000"/>
        </w:rPr>
        <w:t xml:space="preserve"> </w:t>
      </w:r>
      <w:bookmarkEnd w:id="0"/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E144F9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46" w:hanging="2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b/>
          <w:bCs/>
          <w:color w:val="000000"/>
        </w:rPr>
      </w:pPr>
      <w:r w:rsidRPr="00BE1C9C">
        <w:rPr>
          <w:rFonts w:ascii="Garamond" w:hAnsi="Garamond" w:cs="Garamond"/>
          <w:b/>
          <w:bCs/>
          <w:color w:val="000000"/>
        </w:rPr>
        <w:t>АКТ</w:t>
      </w: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приема-передачи </w:t>
      </w:r>
      <w:r w:rsidR="00BB2D06" w:rsidRPr="00BE1C9C">
        <w:rPr>
          <w:rFonts w:ascii="Garamond" w:hAnsi="Garamond" w:cs="Garamond"/>
          <w:color w:val="000000"/>
        </w:rPr>
        <w:t>объекта незавершенного строительства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036B" w:rsidRPr="00BE1C9C" w:rsidRDefault="00BB2D06" w:rsidP="007E721E">
      <w:pPr>
        <w:widowControl w:val="0"/>
        <w:tabs>
          <w:tab w:val="left" w:pos="7797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b/>
          <w:color w:val="000000"/>
        </w:rPr>
      </w:pPr>
      <w:r w:rsidRPr="00BE1C9C">
        <w:rPr>
          <w:rFonts w:ascii="Garamond" w:hAnsi="Garamond" w:cs="Garamond"/>
          <w:color w:val="000000"/>
        </w:rPr>
        <w:t>г.</w:t>
      </w:r>
      <w:r w:rsid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>Омск</w:t>
      </w:r>
      <w:r w:rsidR="00BE1C9C">
        <w:rPr>
          <w:rFonts w:ascii="Garamond" w:hAnsi="Garamond" w:cs="Garamond"/>
          <w:color w:val="000000"/>
        </w:rPr>
        <w:t xml:space="preserve">                                                                                                          </w:t>
      </w:r>
      <w:r w:rsidRPr="00BE1C9C">
        <w:rPr>
          <w:rFonts w:ascii="Garamond" w:hAnsi="Garamond" w:cs="Garamond"/>
          <w:color w:val="000000"/>
        </w:rPr>
        <w:t>«</w:t>
      </w:r>
      <w:r w:rsidRPr="00BE1C9C">
        <w:rPr>
          <w:rFonts w:ascii="Garamond" w:hAnsi="Garamond" w:cs="Garamond"/>
          <w:b/>
          <w:color w:val="000000"/>
        </w:rPr>
        <w:t>____</w:t>
      </w:r>
      <w:r w:rsidRPr="00BE1C9C">
        <w:rPr>
          <w:rFonts w:ascii="Garamond" w:hAnsi="Garamond" w:cs="Garamond"/>
          <w:color w:val="000000"/>
        </w:rPr>
        <w:t>»</w:t>
      </w:r>
      <w:r w:rsidRPr="00BE1C9C">
        <w:rPr>
          <w:rFonts w:ascii="Garamond" w:hAnsi="Garamond" w:cs="Garamond"/>
          <w:b/>
          <w:color w:val="000000"/>
        </w:rPr>
        <w:t>__________</w:t>
      </w:r>
      <w:r w:rsidRPr="00BE1C9C">
        <w:rPr>
          <w:rFonts w:ascii="Garamond" w:hAnsi="Garamond" w:cs="Garamond"/>
          <w:color w:val="000000"/>
        </w:rPr>
        <w:t>202</w:t>
      </w:r>
      <w:r w:rsidR="00666B66">
        <w:rPr>
          <w:rFonts w:ascii="Garamond" w:hAnsi="Garamond" w:cs="Garamond"/>
          <w:color w:val="000000"/>
        </w:rPr>
        <w:t>4</w:t>
      </w:r>
      <w:r w:rsidRPr="00BE1C9C">
        <w:rPr>
          <w:rFonts w:ascii="Garamond" w:hAnsi="Garamond" w:cs="Garamond"/>
          <w:color w:val="000000"/>
        </w:rPr>
        <w:t xml:space="preserve"> года</w:t>
      </w:r>
    </w:p>
    <w:p w:rsidR="00750B8B" w:rsidRPr="00BE1C9C" w:rsidRDefault="00750B8B" w:rsidP="007E721E">
      <w:pPr>
        <w:widowControl w:val="0"/>
        <w:tabs>
          <w:tab w:val="left" w:pos="8789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7217EB" w:rsidRPr="00BE1C9C" w:rsidRDefault="00BB2D06" w:rsidP="007E721E">
      <w:pPr>
        <w:widowControl w:val="0"/>
        <w:autoSpaceDE w:val="0"/>
        <w:autoSpaceDN w:val="0"/>
        <w:adjustRightInd w:val="0"/>
        <w:ind w:right="140" w:firstLine="24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      </w:t>
      </w:r>
      <w:r w:rsidR="007217EB" w:rsidRPr="00BE1C9C">
        <w:rPr>
          <w:rFonts w:ascii="Garamond" w:hAnsi="Garamond" w:cs="Garamond"/>
          <w:color w:val="000000"/>
        </w:rPr>
        <w:t xml:space="preserve">Мы, нижеподписавшиеся, </w:t>
      </w:r>
      <w:r w:rsidRPr="00BE1C9C">
        <w:rPr>
          <w:rFonts w:ascii="Garamond" w:hAnsi="Garamond" w:cs="Garamond"/>
          <w:color w:val="000000"/>
        </w:rPr>
        <w:t>д</w:t>
      </w:r>
      <w:r w:rsidRPr="00BE1C9C">
        <w:rPr>
          <w:rFonts w:ascii="Garamond" w:hAnsi="Garamond"/>
          <w:color w:val="000000"/>
        </w:rPr>
        <w:t>епартамент имущественных отношений Администрации города Омска</w:t>
      </w:r>
      <w:r w:rsidR="00BE1C9C">
        <w:rPr>
          <w:rFonts w:ascii="Garamond" w:hAnsi="Garamond"/>
          <w:color w:val="000000"/>
        </w:rPr>
        <w:t xml:space="preserve"> </w:t>
      </w:r>
      <w:r w:rsidRPr="00BE1C9C">
        <w:rPr>
          <w:rFonts w:ascii="Garamond" w:hAnsi="Garamond"/>
          <w:color w:val="000000"/>
        </w:rPr>
        <w:t xml:space="preserve">в лице </w:t>
      </w:r>
      <w:r w:rsidR="004C7A6D">
        <w:rPr>
          <w:rFonts w:ascii="Garamond" w:hAnsi="Garamond"/>
          <w:color w:val="000000"/>
        </w:rPr>
        <w:t>_____________________________</w:t>
      </w:r>
      <w:r w:rsidR="0066682F" w:rsidRPr="00BE1C9C">
        <w:rPr>
          <w:rFonts w:ascii="Garamond" w:hAnsi="Garamond"/>
          <w:color w:val="000000"/>
        </w:rPr>
        <w:t xml:space="preserve">, действующего на основании </w:t>
      </w:r>
      <w:r w:rsidR="0066682F" w:rsidRPr="00BE1C9C">
        <w:rPr>
          <w:rFonts w:ascii="Garamond" w:hAnsi="Garamond"/>
        </w:rPr>
        <w:t>Положения</w:t>
      </w:r>
      <w:r w:rsidR="0066682F">
        <w:rPr>
          <w:rFonts w:ascii="Garamond" w:hAnsi="Garamond"/>
        </w:rPr>
        <w:t xml:space="preserve"> </w:t>
      </w:r>
      <w:r w:rsidR="004C7A6D">
        <w:rPr>
          <w:rFonts w:ascii="Garamond" w:hAnsi="Garamond"/>
        </w:rPr>
        <w:br/>
      </w:r>
      <w:r w:rsidR="0066682F" w:rsidRPr="00BE1C9C">
        <w:rPr>
          <w:rFonts w:ascii="Garamond" w:hAnsi="Garamond"/>
        </w:rPr>
        <w:t>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7A2182">
        <w:rPr>
          <w:rFonts w:ascii="Garamond" w:hAnsi="Garamond"/>
        </w:rPr>
        <w:t>,</w:t>
      </w:r>
      <w:r w:rsidRPr="00BE1C9C">
        <w:rPr>
          <w:rFonts w:ascii="Garamond" w:hAnsi="Garamond"/>
        </w:rPr>
        <w:t xml:space="preserve"> </w:t>
      </w:r>
      <w:r w:rsidRPr="00BE1C9C">
        <w:rPr>
          <w:rFonts w:ascii="Garamond" w:hAnsi="Garamond"/>
          <w:color w:val="000000"/>
        </w:rPr>
        <w:t xml:space="preserve">от имени собственника объекта незавершенного строительства </w:t>
      </w:r>
      <w:r w:rsidR="00821833">
        <w:rPr>
          <w:rFonts w:ascii="Garamond" w:hAnsi="Garamond"/>
          <w:color w:val="000000"/>
        </w:rPr>
        <w:t>Открытого</w:t>
      </w:r>
      <w:r w:rsidR="00371E80">
        <w:rPr>
          <w:rFonts w:ascii="Garamond" w:hAnsi="Garamond"/>
          <w:color w:val="000000"/>
        </w:rPr>
        <w:t xml:space="preserve"> акционерного общества</w:t>
      </w:r>
      <w:r w:rsidR="00371E80" w:rsidRPr="00C2726F">
        <w:rPr>
          <w:rFonts w:ascii="Garamond" w:hAnsi="Garamond"/>
          <w:color w:val="000000"/>
        </w:rPr>
        <w:t xml:space="preserve"> </w:t>
      </w:r>
      <w:r w:rsidR="00371E80" w:rsidRPr="00B03755">
        <w:rPr>
          <w:rFonts w:ascii="Garamond" w:hAnsi="Garamond"/>
        </w:rPr>
        <w:t>«</w:t>
      </w:r>
      <w:r w:rsidR="00821833">
        <w:rPr>
          <w:rFonts w:ascii="Garamond" w:hAnsi="Garamond"/>
        </w:rPr>
        <w:t>Восточное солнце</w:t>
      </w:r>
      <w:r w:rsidR="00371E80" w:rsidRPr="00B03755">
        <w:rPr>
          <w:rFonts w:ascii="Garamond" w:hAnsi="Garamond"/>
        </w:rPr>
        <w:t>»</w:t>
      </w:r>
      <w:r w:rsidR="00371E80" w:rsidRPr="005E1883">
        <w:rPr>
          <w:rFonts w:ascii="Garamond" w:hAnsi="Garamond"/>
          <w:color w:val="000000"/>
        </w:rPr>
        <w:t>,</w:t>
      </w:r>
      <w:r w:rsidR="00371E80" w:rsidRPr="00C2726F">
        <w:rPr>
          <w:rFonts w:ascii="Garamond" w:hAnsi="Garamond"/>
          <w:color w:val="000000"/>
        </w:rPr>
        <w:t xml:space="preserve"> </w:t>
      </w:r>
      <w:r w:rsidR="00516E10">
        <w:rPr>
          <w:rFonts w:ascii="Garamond" w:hAnsi="Garamond"/>
          <w:color w:val="000000"/>
        </w:rPr>
        <w:br/>
      </w:r>
      <w:r w:rsidR="00371E80" w:rsidRPr="00C2726F">
        <w:rPr>
          <w:rFonts w:ascii="Garamond" w:hAnsi="Garamond"/>
          <w:color w:val="000000"/>
        </w:rPr>
        <w:t xml:space="preserve">ИНН </w:t>
      </w:r>
      <w:r w:rsidR="00933B29">
        <w:rPr>
          <w:rFonts w:ascii="Garamond" w:hAnsi="Garamond"/>
          <w:color w:val="000000"/>
        </w:rPr>
        <w:t>5515012503</w:t>
      </w:r>
      <w:r w:rsidRPr="00BE1C9C">
        <w:rPr>
          <w:rFonts w:ascii="Garamond" w:hAnsi="Garamond"/>
          <w:color w:val="000000"/>
        </w:rPr>
        <w:t xml:space="preserve">, </w:t>
      </w:r>
      <w:r w:rsidR="00516E10">
        <w:rPr>
          <w:rFonts w:ascii="Garamond" w:hAnsi="Garamond"/>
          <w:color w:val="000000"/>
        </w:rPr>
        <w:t xml:space="preserve">ОГРН </w:t>
      </w:r>
      <w:r w:rsidR="00516E10" w:rsidRPr="00516E10">
        <w:rPr>
          <w:rFonts w:ascii="Garamond" w:hAnsi="Garamond"/>
          <w:color w:val="000000"/>
        </w:rPr>
        <w:t>1095515000283</w:t>
      </w:r>
      <w:r w:rsidR="00516E10">
        <w:rPr>
          <w:rFonts w:ascii="Garamond" w:hAnsi="Garamond"/>
          <w:color w:val="000000"/>
        </w:rPr>
        <w:t xml:space="preserve">, </w:t>
      </w:r>
      <w:r w:rsidRPr="00BE1C9C">
        <w:rPr>
          <w:rFonts w:ascii="Garamond" w:hAnsi="Garamond"/>
          <w:color w:val="000000"/>
        </w:rPr>
        <w:t xml:space="preserve">с одной стороны и </w:t>
      </w:r>
      <w:r w:rsidR="00371E80">
        <w:rPr>
          <w:rFonts w:ascii="Garamond" w:hAnsi="Garamond"/>
          <w:color w:val="000000"/>
        </w:rPr>
        <w:t>__________________</w:t>
      </w:r>
      <w:r w:rsidR="00611217" w:rsidRPr="00705F50">
        <w:rPr>
          <w:rFonts w:ascii="Garamond" w:hAnsi="Garamond"/>
        </w:rPr>
        <w:t>, действующ</w:t>
      </w:r>
      <w:r w:rsidR="00371E80">
        <w:rPr>
          <w:rFonts w:ascii="Garamond" w:hAnsi="Garamond"/>
        </w:rPr>
        <w:t>его</w:t>
      </w:r>
      <w:r w:rsidR="00611217" w:rsidRPr="00705F50">
        <w:rPr>
          <w:rFonts w:ascii="Garamond" w:hAnsi="Garamond"/>
        </w:rPr>
        <w:t xml:space="preserve"> </w:t>
      </w:r>
      <w:r w:rsidR="00516E10">
        <w:rPr>
          <w:rFonts w:ascii="Garamond" w:hAnsi="Garamond"/>
        </w:rPr>
        <w:br/>
      </w:r>
      <w:r w:rsidR="00611217" w:rsidRPr="00705F50">
        <w:rPr>
          <w:rFonts w:ascii="Garamond" w:hAnsi="Garamond"/>
        </w:rPr>
        <w:t xml:space="preserve">на основании </w:t>
      </w:r>
      <w:r w:rsidR="00371E80">
        <w:rPr>
          <w:rFonts w:ascii="Garamond" w:hAnsi="Garamond"/>
        </w:rPr>
        <w:t>__________________</w:t>
      </w:r>
      <w:r w:rsidRPr="00BE1C9C">
        <w:rPr>
          <w:rFonts w:ascii="Garamond" w:hAnsi="Garamond"/>
        </w:rPr>
        <w:t xml:space="preserve">, </w:t>
      </w:r>
      <w:r w:rsidR="007217EB" w:rsidRPr="00BE1C9C">
        <w:rPr>
          <w:rFonts w:ascii="Garamond" w:hAnsi="Garamond" w:cs="Garamond"/>
          <w:color w:val="000000"/>
        </w:rPr>
        <w:t xml:space="preserve">с другой стороны, </w:t>
      </w:r>
      <w:r w:rsidR="00874F94" w:rsidRPr="00BE1C9C">
        <w:rPr>
          <w:rFonts w:ascii="Garamond" w:hAnsi="Garamond" w:cs="Garamond"/>
          <w:color w:val="000000"/>
        </w:rPr>
        <w:t>на основании заключ</w:t>
      </w:r>
      <w:r w:rsidR="00912D90">
        <w:rPr>
          <w:rFonts w:ascii="Garamond" w:hAnsi="Garamond" w:cs="Garamond"/>
          <w:color w:val="000000"/>
        </w:rPr>
        <w:t>е</w:t>
      </w:r>
      <w:r w:rsidR="00874F94" w:rsidRPr="00BE1C9C">
        <w:rPr>
          <w:rFonts w:ascii="Garamond" w:hAnsi="Garamond" w:cs="Garamond"/>
          <w:color w:val="000000"/>
        </w:rPr>
        <w:t xml:space="preserve">нного договора </w:t>
      </w:r>
      <w:r w:rsidR="00516E10">
        <w:rPr>
          <w:rFonts w:ascii="Garamond" w:hAnsi="Garamond" w:cs="Garamond"/>
          <w:color w:val="000000"/>
        </w:rPr>
        <w:br/>
      </w:r>
      <w:r w:rsidRPr="00BE1C9C">
        <w:rPr>
          <w:rFonts w:ascii="Garamond" w:hAnsi="Garamond" w:cs="Garamond"/>
          <w:color w:val="000000"/>
        </w:rPr>
        <w:t xml:space="preserve">купли-продажи </w:t>
      </w:r>
      <w:r w:rsidR="007217EB" w:rsidRPr="00BE1C9C">
        <w:rPr>
          <w:rFonts w:ascii="Garamond" w:hAnsi="Garamond" w:cs="Garamond"/>
          <w:color w:val="000000"/>
        </w:rPr>
        <w:t>№ </w:t>
      </w:r>
      <w:r w:rsidR="003110AF" w:rsidRPr="00BE1C9C">
        <w:rPr>
          <w:rFonts w:ascii="Garamond" w:hAnsi="Garamond" w:cs="Garamond"/>
          <w:b/>
          <w:color w:val="000000"/>
        </w:rPr>
        <w:t>______</w:t>
      </w:r>
      <w:r w:rsidR="003110AF" w:rsidRPr="00BE1C9C">
        <w:rPr>
          <w:rFonts w:ascii="Garamond" w:hAnsi="Garamond" w:cs="Garamond"/>
          <w:color w:val="000000"/>
        </w:rPr>
        <w:t xml:space="preserve"> от </w:t>
      </w:r>
      <w:r w:rsidR="00FF2CD0" w:rsidRPr="00BE1C9C">
        <w:rPr>
          <w:rFonts w:ascii="Garamond" w:hAnsi="Garamond" w:cs="Garamond"/>
          <w:b/>
          <w:color w:val="000000"/>
        </w:rPr>
        <w:t>_______________</w:t>
      </w:r>
      <w:r w:rsidR="00194D2F" w:rsidRPr="00BE1C9C">
        <w:rPr>
          <w:rFonts w:ascii="Garamond" w:hAnsi="Garamond" w:cs="Garamond"/>
          <w:b/>
          <w:color w:val="000000"/>
        </w:rPr>
        <w:t> </w:t>
      </w:r>
      <w:r w:rsidR="00874F94" w:rsidRPr="00BE1C9C">
        <w:rPr>
          <w:rFonts w:ascii="Garamond" w:hAnsi="Garamond" w:cs="Garamond"/>
          <w:color w:val="000000"/>
        </w:rPr>
        <w:t xml:space="preserve"> </w:t>
      </w:r>
      <w:r w:rsidR="007217EB" w:rsidRPr="00BE1C9C">
        <w:rPr>
          <w:rFonts w:ascii="Garamond" w:hAnsi="Garamond" w:cs="Garamond"/>
          <w:color w:val="000000"/>
        </w:rPr>
        <w:t>произвели прием и передачу объекта</w:t>
      </w:r>
      <w:r w:rsidR="00D418E0" w:rsidRPr="00BE1C9C">
        <w:rPr>
          <w:rFonts w:ascii="Garamond" w:hAnsi="Garamond" w:cs="Garamond"/>
          <w:color w:val="000000"/>
        </w:rPr>
        <w:t xml:space="preserve"> незавершенного строительства</w:t>
      </w:r>
      <w:r w:rsidR="00E6434E" w:rsidRPr="00BE1C9C">
        <w:rPr>
          <w:rFonts w:ascii="Garamond" w:hAnsi="Garamond" w:cs="Garamond"/>
          <w:color w:val="000000"/>
        </w:rPr>
        <w:t>:</w:t>
      </w:r>
    </w:p>
    <w:p w:rsidR="00BB7FB7" w:rsidRPr="00BE1C9C" w:rsidRDefault="00BB7FB7" w:rsidP="007E721E">
      <w:pPr>
        <w:widowControl w:val="0"/>
        <w:autoSpaceDE w:val="0"/>
        <w:autoSpaceDN w:val="0"/>
        <w:adjustRightInd w:val="0"/>
        <w:ind w:left="420" w:right="140" w:hanging="180"/>
        <w:rPr>
          <w:rFonts w:ascii="Garamond" w:hAnsi="Garamond" w:cs="Garamond"/>
          <w:color w:val="000000"/>
        </w:rPr>
      </w:pPr>
    </w:p>
    <w:p w:rsidR="00821833" w:rsidRPr="00C2726F" w:rsidRDefault="00371E80" w:rsidP="00821833">
      <w:pPr>
        <w:autoSpaceDE w:val="0"/>
        <w:autoSpaceDN w:val="0"/>
        <w:adjustRightInd w:val="0"/>
        <w:ind w:firstLine="708"/>
        <w:jc w:val="both"/>
        <w:rPr>
          <w:rFonts w:ascii="Garamond" w:hAnsi="Garamond"/>
          <w:sz w:val="28"/>
          <w:szCs w:val="28"/>
        </w:rPr>
      </w:pPr>
      <w:r w:rsidRPr="00371E80">
        <w:rPr>
          <w:rFonts w:ascii="Garamond" w:hAnsi="Garamond"/>
          <w:color w:val="000000"/>
        </w:rPr>
        <w:t>1.</w:t>
      </w:r>
      <w:r>
        <w:rPr>
          <w:rFonts w:ascii="Garamond" w:hAnsi="Garamond"/>
          <w:color w:val="000000"/>
        </w:rPr>
        <w:t xml:space="preserve"> </w:t>
      </w:r>
      <w:r w:rsidR="00D75590" w:rsidRPr="00371E80">
        <w:rPr>
          <w:rFonts w:ascii="Garamond" w:hAnsi="Garamond"/>
          <w:color w:val="000000"/>
        </w:rPr>
        <w:t>В соответствии с договором купли-продажи № _______ от _____________ Продавец передает, а Покупатель принимает о</w:t>
      </w:r>
      <w:r w:rsidR="00BB2D06" w:rsidRPr="00371E80">
        <w:rPr>
          <w:rFonts w:ascii="Garamond" w:hAnsi="Garamond"/>
          <w:color w:val="000000"/>
        </w:rPr>
        <w:t xml:space="preserve">бъект </w:t>
      </w:r>
      <w:r w:rsidR="00BB2D06" w:rsidRPr="00371E80">
        <w:rPr>
          <w:rFonts w:ascii="Garamond" w:hAnsi="Garamond"/>
        </w:rPr>
        <w:t xml:space="preserve">незавершенного строительства </w:t>
      </w:r>
      <w:r w:rsidR="00821833" w:rsidRPr="00C2726F">
        <w:rPr>
          <w:rFonts w:ascii="Garamond" w:hAnsi="Garamond"/>
        </w:rPr>
        <w:t xml:space="preserve">с кадастровым номером </w:t>
      </w:r>
      <w:r w:rsidR="00821833" w:rsidRPr="00D62ECB">
        <w:rPr>
          <w:rFonts w:ascii="Garamond" w:eastAsia="TimesNewRomanPSMT" w:hAnsi="Garamond"/>
        </w:rPr>
        <w:t>55:36:070107:8799</w:t>
      </w:r>
      <w:r w:rsidR="00821833" w:rsidRPr="00C2726F">
        <w:rPr>
          <w:rFonts w:ascii="Garamond" w:hAnsi="Garamond"/>
        </w:rPr>
        <w:t xml:space="preserve">, площадью </w:t>
      </w:r>
      <w:r w:rsidR="00821833" w:rsidRPr="00D62ECB">
        <w:rPr>
          <w:rFonts w:ascii="Garamond" w:hAnsi="Garamond"/>
        </w:rPr>
        <w:t>2450,9</w:t>
      </w:r>
      <w:r w:rsidR="00821833" w:rsidRPr="00C2726F">
        <w:rPr>
          <w:rFonts w:ascii="Garamond" w:hAnsi="Garamond"/>
        </w:rPr>
        <w:t xml:space="preserve"> кв. м, степенью готовности </w:t>
      </w:r>
      <w:r w:rsidR="00821833">
        <w:rPr>
          <w:rFonts w:ascii="Garamond" w:hAnsi="Garamond"/>
        </w:rPr>
        <w:t>55</w:t>
      </w:r>
      <w:r w:rsidR="00821833" w:rsidRPr="00C2726F">
        <w:rPr>
          <w:rFonts w:ascii="Garamond" w:hAnsi="Garamond"/>
        </w:rPr>
        <w:t>%</w:t>
      </w:r>
      <w:r w:rsidR="00821833">
        <w:rPr>
          <w:rFonts w:ascii="Garamond" w:hAnsi="Garamond"/>
        </w:rPr>
        <w:t>,</w:t>
      </w:r>
      <w:r w:rsidR="00821833" w:rsidRPr="00C2726F">
        <w:rPr>
          <w:rFonts w:ascii="Garamond" w:hAnsi="Garamond"/>
        </w:rPr>
        <w:t xml:space="preserve"> расположенный по адресу: </w:t>
      </w:r>
      <w:r w:rsidR="00821833">
        <w:rPr>
          <w:rFonts w:ascii="Garamond" w:hAnsi="Garamond"/>
        </w:rPr>
        <w:t xml:space="preserve">Омская обл., </w:t>
      </w:r>
      <w:r w:rsidR="00821833" w:rsidRPr="00C2726F">
        <w:rPr>
          <w:rFonts w:ascii="Garamond" w:hAnsi="Garamond"/>
        </w:rPr>
        <w:t xml:space="preserve">г. Омск, ул. </w:t>
      </w:r>
      <w:r w:rsidR="00821833">
        <w:rPr>
          <w:rFonts w:ascii="Garamond" w:hAnsi="Garamond"/>
        </w:rPr>
        <w:t>2-я Затонская</w:t>
      </w:r>
      <w:r w:rsidR="00821833" w:rsidRPr="00C2726F">
        <w:rPr>
          <w:rFonts w:ascii="Garamond" w:hAnsi="Garamond"/>
        </w:rPr>
        <w:t xml:space="preserve"> (далее – Объект).</w:t>
      </w:r>
    </w:p>
    <w:p w:rsidR="00821833" w:rsidRDefault="00821833" w:rsidP="00821833">
      <w:pPr>
        <w:ind w:firstLine="706"/>
        <w:jc w:val="both"/>
        <w:rPr>
          <w:rFonts w:ascii="Garamond" w:hAnsi="Garamond"/>
          <w:color w:val="000000"/>
        </w:rPr>
      </w:pPr>
      <w:r w:rsidRPr="00C2726F">
        <w:rPr>
          <w:rFonts w:ascii="Garamond" w:hAnsi="Garamond"/>
          <w:color w:val="000000"/>
        </w:rPr>
        <w:t>Объект расположен на земельн</w:t>
      </w:r>
      <w:r>
        <w:rPr>
          <w:rFonts w:ascii="Garamond" w:hAnsi="Garamond"/>
          <w:color w:val="000000"/>
        </w:rPr>
        <w:t>ом</w:t>
      </w:r>
      <w:r w:rsidRPr="00C2726F">
        <w:rPr>
          <w:rFonts w:ascii="Garamond" w:hAnsi="Garamond"/>
          <w:color w:val="000000"/>
        </w:rPr>
        <w:t xml:space="preserve"> участк</w:t>
      </w:r>
      <w:r>
        <w:rPr>
          <w:rFonts w:ascii="Garamond" w:hAnsi="Garamond"/>
          <w:color w:val="000000"/>
        </w:rPr>
        <w:t xml:space="preserve">е </w:t>
      </w:r>
      <w:r w:rsidRPr="00C2726F">
        <w:rPr>
          <w:rFonts w:ascii="Garamond" w:hAnsi="Garamond"/>
          <w:color w:val="000000"/>
        </w:rPr>
        <w:t>с кадастровым номер</w:t>
      </w:r>
      <w:r>
        <w:rPr>
          <w:rFonts w:ascii="Garamond" w:hAnsi="Garamond"/>
          <w:color w:val="000000"/>
        </w:rPr>
        <w:t>ом</w:t>
      </w:r>
      <w:r w:rsidRPr="00C2726F">
        <w:rPr>
          <w:rFonts w:ascii="Garamond" w:hAnsi="Garamond"/>
          <w:color w:val="000000"/>
        </w:rPr>
        <w:t xml:space="preserve"> </w:t>
      </w:r>
      <w:r w:rsidRPr="00900A84">
        <w:rPr>
          <w:rFonts w:ascii="Garamond" w:hAnsi="Garamond"/>
        </w:rPr>
        <w:t>55:36:070107:3298</w:t>
      </w:r>
      <w:r w:rsidRPr="00B03755">
        <w:rPr>
          <w:rFonts w:ascii="Garamond" w:hAnsi="Garamond"/>
        </w:rPr>
        <w:t xml:space="preserve"> </w:t>
      </w:r>
      <w:r>
        <w:rPr>
          <w:rFonts w:ascii="Garamond" w:hAnsi="Garamond"/>
        </w:rPr>
        <w:t>площадью 1212,0 кв. м (далее – Участок)</w:t>
      </w:r>
      <w:r w:rsidRPr="00C2726F">
        <w:rPr>
          <w:rFonts w:ascii="Garamond" w:hAnsi="Garamond"/>
          <w:color w:val="000000"/>
        </w:rPr>
        <w:t xml:space="preserve">. Местоположение </w:t>
      </w:r>
      <w:r>
        <w:rPr>
          <w:rFonts w:ascii="Garamond" w:hAnsi="Garamond"/>
          <w:color w:val="000000"/>
        </w:rPr>
        <w:t xml:space="preserve">установлено относительно ориентира, расположенного за пределами участка. Ориентир </w:t>
      </w:r>
      <w:r w:rsidRPr="00900A84">
        <w:rPr>
          <w:rFonts w:ascii="Garamond" w:hAnsi="Garamond"/>
          <w:color w:val="000000"/>
        </w:rPr>
        <w:t xml:space="preserve">жилой дом. Участок находится примерно в 48 м, </w:t>
      </w:r>
      <w:r>
        <w:rPr>
          <w:rFonts w:ascii="Garamond" w:hAnsi="Garamond"/>
          <w:color w:val="000000"/>
        </w:rPr>
        <w:br/>
      </w:r>
      <w:r w:rsidRPr="00900A84">
        <w:rPr>
          <w:rFonts w:ascii="Garamond" w:hAnsi="Garamond"/>
          <w:color w:val="000000"/>
        </w:rPr>
        <w:t>по направлению на юго-запад от ориентира. Почтовый адрес ориентира: Омская обл., г. Омск, Советский АО, ул. 2-я Затонская, д. 5.</w:t>
      </w:r>
    </w:p>
    <w:p w:rsidR="00821833" w:rsidRDefault="00821833" w:rsidP="00821833">
      <w:pPr>
        <w:ind w:firstLine="706"/>
        <w:jc w:val="both"/>
        <w:rPr>
          <w:rFonts w:ascii="Garamond" w:eastAsia="TimesNewRomanPSMT" w:hAnsi="Garamond"/>
        </w:rPr>
      </w:pPr>
      <w:r w:rsidRPr="00C2726F">
        <w:rPr>
          <w:rFonts w:ascii="Garamond" w:hAnsi="Garamond"/>
          <w:color w:val="000000"/>
        </w:rPr>
        <w:t>Вид разрешенного использования</w:t>
      </w:r>
      <w:r w:rsidR="00516E10">
        <w:rPr>
          <w:rFonts w:ascii="Garamond" w:hAnsi="Garamond"/>
          <w:color w:val="000000"/>
        </w:rPr>
        <w:t xml:space="preserve"> земельного участка</w:t>
      </w:r>
      <w:r w:rsidRPr="00C2726F">
        <w:rPr>
          <w:rFonts w:ascii="Garamond" w:hAnsi="Garamond"/>
          <w:color w:val="000000"/>
        </w:rPr>
        <w:t xml:space="preserve">: </w:t>
      </w:r>
      <w:r w:rsidRPr="00C77CCD">
        <w:rPr>
          <w:rFonts w:ascii="Garamond" w:eastAsia="TimesNewRomanPSMT" w:hAnsi="Garamond"/>
        </w:rPr>
        <w:t>для строительства административного здания с объектом обслуживания.</w:t>
      </w:r>
    </w:p>
    <w:p w:rsidR="001004F1" w:rsidRPr="001004F1" w:rsidRDefault="001004F1" w:rsidP="001004F1">
      <w:pPr>
        <w:ind w:firstLine="706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Категория земель: земли населенных пунктов.</w:t>
      </w:r>
    </w:p>
    <w:p w:rsidR="00897F25" w:rsidRPr="00900A84" w:rsidRDefault="00897F25" w:rsidP="00897F25">
      <w:pPr>
        <w:ind w:firstLine="706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Территориальная зона: У</w:t>
      </w:r>
      <w:r w:rsidRPr="00DD1235">
        <w:rPr>
          <w:rFonts w:ascii="Garamond" w:hAnsi="Garamond"/>
          <w:color w:val="000000"/>
        </w:rPr>
        <w:t>часток с кадастровым номером 55:36:070107:3298 относится к зоне инд</w:t>
      </w:r>
      <w:r>
        <w:rPr>
          <w:rFonts w:ascii="Garamond" w:hAnsi="Garamond"/>
          <w:color w:val="000000"/>
        </w:rPr>
        <w:t>ивидуальной жилой застройки Ж-1/416.</w:t>
      </w:r>
    </w:p>
    <w:p w:rsidR="00480A7B" w:rsidRPr="00BE1C9C" w:rsidRDefault="00BE1C9C" w:rsidP="00371E80">
      <w:pPr>
        <w:ind w:firstLine="706"/>
        <w:jc w:val="both"/>
        <w:rPr>
          <w:rFonts w:ascii="Garamond" w:hAnsi="Garamond" w:cs="Garamond"/>
          <w:b/>
          <w:color w:val="000000"/>
        </w:rPr>
      </w:pPr>
      <w:r>
        <w:rPr>
          <w:rFonts w:ascii="Garamond" w:hAnsi="Garamond" w:cs="Garamond"/>
          <w:color w:val="000000"/>
        </w:rPr>
        <w:t xml:space="preserve">2. </w:t>
      </w:r>
      <w:r w:rsidR="00480A7B" w:rsidRPr="00BE1C9C">
        <w:rPr>
          <w:rFonts w:ascii="Garamond" w:hAnsi="Garamond" w:cs="Garamond"/>
          <w:color w:val="000000"/>
        </w:rPr>
        <w:t>Настоящий акт является неотъе</w:t>
      </w:r>
      <w:r w:rsidR="001B788E" w:rsidRPr="00BE1C9C">
        <w:rPr>
          <w:rFonts w:ascii="Garamond" w:hAnsi="Garamond" w:cs="Garamond"/>
          <w:color w:val="000000"/>
        </w:rPr>
        <w:t xml:space="preserve">млемой частью </w:t>
      </w:r>
      <w:r w:rsidR="00D75590">
        <w:rPr>
          <w:rFonts w:ascii="Garamond" w:hAnsi="Garamond" w:cs="Garamond"/>
          <w:color w:val="000000"/>
        </w:rPr>
        <w:t>названн</w:t>
      </w:r>
      <w:r w:rsidR="00053E20">
        <w:rPr>
          <w:rFonts w:ascii="Garamond" w:hAnsi="Garamond" w:cs="Garamond"/>
          <w:color w:val="000000"/>
        </w:rPr>
        <w:t xml:space="preserve">ого выше договора, составлен </w:t>
      </w:r>
      <w:r w:rsidR="00403DA7">
        <w:rPr>
          <w:rFonts w:ascii="Garamond" w:hAnsi="Garamond" w:cs="Garamond"/>
          <w:color w:val="000000"/>
        </w:rPr>
        <w:t xml:space="preserve">                   </w:t>
      </w:r>
      <w:r w:rsidR="00053E20">
        <w:rPr>
          <w:rFonts w:ascii="Garamond" w:hAnsi="Garamond" w:cs="Garamond"/>
          <w:color w:val="000000"/>
        </w:rPr>
        <w:t xml:space="preserve">в </w:t>
      </w:r>
      <w:r w:rsidR="00821833">
        <w:rPr>
          <w:rFonts w:ascii="Garamond" w:hAnsi="Garamond" w:cs="Garamond"/>
          <w:color w:val="000000"/>
        </w:rPr>
        <w:t>2</w:t>
      </w:r>
      <w:r w:rsidR="00D75590">
        <w:rPr>
          <w:rFonts w:ascii="Garamond" w:hAnsi="Garamond" w:cs="Garamond"/>
          <w:color w:val="000000"/>
        </w:rPr>
        <w:t xml:space="preserve">-х экземплярах, </w:t>
      </w:r>
      <w:r w:rsidR="00821833">
        <w:rPr>
          <w:rFonts w:ascii="Garamond" w:hAnsi="Garamond" w:cs="Garamond"/>
          <w:color w:val="000000"/>
        </w:rPr>
        <w:t>один</w:t>
      </w:r>
      <w:r w:rsidR="00D75590">
        <w:rPr>
          <w:rFonts w:ascii="Garamond" w:hAnsi="Garamond" w:cs="Garamond"/>
          <w:color w:val="000000"/>
        </w:rPr>
        <w:t xml:space="preserve"> – для </w:t>
      </w:r>
      <w:r w:rsidR="00371E80">
        <w:rPr>
          <w:rFonts w:ascii="Garamond" w:hAnsi="Garamond" w:cs="Garamond"/>
          <w:color w:val="000000"/>
        </w:rPr>
        <w:t>Продавца, один – для Покупателя</w:t>
      </w:r>
      <w:r w:rsidR="00D75590">
        <w:rPr>
          <w:rFonts w:ascii="Garamond" w:hAnsi="Garamond" w:cs="Garamond"/>
          <w:color w:val="000000"/>
        </w:rPr>
        <w:t>.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480A7B" w:rsidRPr="00BE1C9C" w:rsidRDefault="007E1BF2" w:rsidP="007E1BF2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center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</w:rPr>
        <w:t>ПОДПИСИ СТОРОН, УЧАСТВУЮЩИХ В СОСТАВЛЕНИИ АКТА:</w:t>
      </w:r>
    </w:p>
    <w:p w:rsidR="00D418E0" w:rsidRPr="00BE1C9C" w:rsidRDefault="00D418E0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18E0" w:rsidRPr="00BE1C9C" w:rsidRDefault="00D418E0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535281" w:rsidRDefault="00D418E0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 w:rsidRPr="00BE1C9C">
        <w:rPr>
          <w:rFonts w:ascii="Garamond" w:hAnsi="Garamond" w:cs="Garamond"/>
          <w:color w:val="000000"/>
        </w:rPr>
        <w:t>Продавец</w:t>
      </w:r>
      <w:r w:rsidR="00480A7B" w:rsidRPr="00BE1C9C">
        <w:rPr>
          <w:rFonts w:ascii="Garamond" w:hAnsi="Garamond" w:cs="Garamond"/>
          <w:color w:val="000000"/>
        </w:rPr>
        <w:t>:</w:t>
      </w:r>
      <w:r w:rsidR="00E144F9" w:rsidRPr="00E144F9">
        <w:rPr>
          <w:rFonts w:ascii="Garamond" w:hAnsi="Garamond"/>
          <w:color w:val="000000"/>
        </w:rPr>
        <w:t xml:space="preserve"> </w:t>
      </w:r>
      <w:r w:rsidR="00535281">
        <w:rPr>
          <w:rFonts w:ascii="Garamond" w:hAnsi="Garamond"/>
          <w:color w:val="000000"/>
        </w:rPr>
        <w:t>от имени собственника                                           Покупатель:</w:t>
      </w:r>
    </w:p>
    <w:p w:rsidR="00535281" w:rsidRDefault="00535281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Общества с ограниченной ответственностью</w:t>
      </w:r>
      <w:r w:rsidR="00E144F9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 xml:space="preserve"> </w:t>
      </w:r>
    </w:p>
    <w:p w:rsidR="00E144F9" w:rsidRDefault="00E144F9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 w:rsidRPr="00B03755">
        <w:rPr>
          <w:rFonts w:ascii="Garamond" w:hAnsi="Garamond"/>
        </w:rPr>
        <w:t>«</w:t>
      </w:r>
      <w:r>
        <w:rPr>
          <w:rFonts w:ascii="Garamond" w:hAnsi="Garamond"/>
        </w:rPr>
        <w:t>Восточное солнце</w:t>
      </w:r>
      <w:r w:rsidRPr="00B03755">
        <w:rPr>
          <w:rFonts w:ascii="Garamond" w:hAnsi="Garamond"/>
        </w:rPr>
        <w:t>»</w:t>
      </w:r>
    </w:p>
    <w:p w:rsidR="00C933DA" w:rsidRPr="00E144F9" w:rsidRDefault="00C933DA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 w:cs="Garamond"/>
          <w:color w:val="000000"/>
        </w:rPr>
        <w:tab/>
      </w:r>
      <w:r>
        <w:rPr>
          <w:rFonts w:ascii="Garamond" w:hAnsi="Garamond" w:cs="Garamond"/>
          <w:color w:val="000000"/>
        </w:rPr>
        <w:tab/>
      </w:r>
    </w:p>
    <w:tbl>
      <w:tblPr>
        <w:tblW w:w="10248" w:type="dxa"/>
        <w:tblLook w:val="04A0"/>
      </w:tblPr>
      <w:tblGrid>
        <w:gridCol w:w="4361"/>
        <w:gridCol w:w="5887"/>
      </w:tblGrid>
      <w:tr w:rsidR="00C933DA" w:rsidRPr="00C933DA" w:rsidTr="0027324A">
        <w:tc>
          <w:tcPr>
            <w:tcW w:w="4361" w:type="dxa"/>
            <w:shd w:val="clear" w:color="auto" w:fill="auto"/>
          </w:tcPr>
          <w:p w:rsidR="00C933DA" w:rsidRPr="00C933DA" w:rsidRDefault="00666B66" w:rsidP="00C933DA">
            <w:pPr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 xml:space="preserve">Департамент имущественных </w:t>
            </w:r>
            <w:r w:rsidR="00C933DA" w:rsidRPr="00C933DA">
              <w:rPr>
                <w:rFonts w:ascii="Garamond" w:hAnsi="Garamond"/>
                <w:lang w:eastAsia="en-US"/>
              </w:rPr>
              <w:t>отношений Администрации</w:t>
            </w:r>
            <w:r>
              <w:rPr>
                <w:rFonts w:ascii="Garamond" w:hAnsi="Garamond"/>
                <w:lang w:eastAsia="en-US"/>
              </w:rPr>
              <w:t xml:space="preserve"> </w:t>
            </w:r>
            <w:r w:rsidR="00C933DA" w:rsidRPr="00C933DA">
              <w:rPr>
                <w:rFonts w:ascii="Garamond" w:hAnsi="Garamond"/>
                <w:lang w:eastAsia="en-US"/>
              </w:rPr>
              <w:t>города Омска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>644024, г. Омск, ул. Краснофлотская, д. 8</w:t>
            </w:r>
          </w:p>
          <w:p w:rsidR="00C933DA" w:rsidRDefault="00C933DA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666B66" w:rsidRPr="00C933DA" w:rsidRDefault="00666B66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C933D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eastAsia="en-US"/>
              </w:rPr>
              <w:t>__________________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>_</w:t>
            </w:r>
          </w:p>
          <w:p w:rsidR="00C933DA" w:rsidRPr="00C933DA" w:rsidRDefault="00C933DA" w:rsidP="00844E6D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021C49">
            <w:pPr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____________________ 20_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 xml:space="preserve">___ </w:t>
            </w:r>
            <w:r w:rsidR="00C933DA" w:rsidRPr="00C933DA">
              <w:rPr>
                <w:rFonts w:ascii="Garamond" w:hAnsi="Garamond"/>
                <w:lang w:eastAsia="en-US"/>
              </w:rPr>
              <w:t>года</w:t>
            </w:r>
          </w:p>
        </w:tc>
        <w:tc>
          <w:tcPr>
            <w:tcW w:w="5887" w:type="dxa"/>
            <w:shd w:val="clear" w:color="auto" w:fill="auto"/>
          </w:tcPr>
          <w:p w:rsidR="00120CAE" w:rsidRDefault="00120CAE"/>
          <w:p w:rsidR="00120CAE" w:rsidRDefault="00120CAE"/>
          <w:p w:rsidR="00120CAE" w:rsidRDefault="00120CAE"/>
          <w:tbl>
            <w:tblPr>
              <w:tblW w:w="5671" w:type="dxa"/>
              <w:tblLook w:val="04A0"/>
            </w:tblPr>
            <w:tblGrid>
              <w:gridCol w:w="5671"/>
            </w:tblGrid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021C49">
                  <w:pPr>
                    <w:rPr>
                      <w:rFonts w:ascii="Garamond" w:hAnsi="Garamond"/>
                      <w:highlight w:val="red"/>
                    </w:rPr>
                  </w:pPr>
                </w:p>
              </w:tc>
            </w:tr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27324A">
                  <w:pPr>
                    <w:jc w:val="both"/>
                    <w:rPr>
                      <w:rFonts w:ascii="Garamond" w:hAnsi="Garamond"/>
                    </w:rPr>
                  </w:pPr>
                </w:p>
                <w:p w:rsidR="00C933DA" w:rsidRPr="00C933DA" w:rsidRDefault="0027324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  <w:r>
                    <w:rPr>
                      <w:rFonts w:ascii="Garamond" w:hAnsi="Garamond"/>
                    </w:rPr>
                    <w:t xml:space="preserve"> __</w:t>
                  </w:r>
                  <w:r w:rsidR="00120CAE">
                    <w:rPr>
                      <w:rFonts w:ascii="Garamond" w:hAnsi="Garamond"/>
                    </w:rPr>
                    <w:t>_____</w:t>
                  </w:r>
                  <w:r>
                    <w:rPr>
                      <w:rFonts w:ascii="Garamond" w:hAnsi="Garamond"/>
                    </w:rPr>
                    <w:t>__</w:t>
                  </w:r>
                  <w:r w:rsidR="00120CAE">
                    <w:rPr>
                      <w:rFonts w:ascii="Garamond" w:hAnsi="Garamond"/>
                    </w:rPr>
                    <w:t>_________</w:t>
                  </w:r>
                  <w:r w:rsidR="00844E6D">
                    <w:rPr>
                      <w:rFonts w:ascii="Garamond" w:hAnsi="Garamond"/>
                    </w:rPr>
                    <w:t>_</w:t>
                  </w:r>
                </w:p>
                <w:p w:rsidR="00C933DA" w:rsidRPr="00C933DA" w:rsidRDefault="00535281" w:rsidP="00C933DA">
                  <w:pPr>
                    <w:ind w:left="52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</w:t>
                  </w:r>
                </w:p>
                <w:p w:rsidR="00C933DA" w:rsidRPr="00C933DA" w:rsidRDefault="0027324A" w:rsidP="00C933DA">
                  <w:pPr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  <w:r w:rsidR="00C933DA" w:rsidRPr="00C933DA">
                    <w:rPr>
                      <w:rFonts w:ascii="Garamond" w:hAnsi="Garamond"/>
                    </w:rPr>
                    <w:t>___________________ 20_____ года</w:t>
                  </w:r>
                </w:p>
              </w:tc>
            </w:tr>
          </w:tbl>
          <w:p w:rsidR="00C933DA" w:rsidRPr="00C933DA" w:rsidRDefault="00C933DA" w:rsidP="00C933DA">
            <w:pPr>
              <w:overflowPunct w:val="0"/>
              <w:jc w:val="both"/>
              <w:rPr>
                <w:rFonts w:ascii="Garamond" w:hAnsi="Garamond"/>
                <w:lang w:eastAsia="en-US"/>
              </w:rPr>
            </w:pPr>
          </w:p>
        </w:tc>
      </w:tr>
    </w:tbl>
    <w:p w:rsidR="00490AED" w:rsidRPr="00E144F9" w:rsidRDefault="00490AED" w:rsidP="00E144F9">
      <w:pPr>
        <w:widowControl w:val="0"/>
        <w:tabs>
          <w:tab w:val="left" w:pos="709"/>
          <w:tab w:val="left" w:pos="2552"/>
          <w:tab w:val="left" w:pos="5529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sectPr w:rsidR="00490AED" w:rsidRPr="00E144F9" w:rsidSect="00DC7464">
      <w:footerReference w:type="default" r:id="rId8"/>
      <w:pgSz w:w="11906" w:h="16838"/>
      <w:pgMar w:top="567" w:right="425" w:bottom="709" w:left="1276" w:header="709" w:footer="2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8D5" w:rsidRDefault="00A458D5" w:rsidP="003B0A53">
      <w:r>
        <w:separator/>
      </w:r>
    </w:p>
  </w:endnote>
  <w:endnote w:type="continuationSeparator" w:id="1">
    <w:p w:rsidR="00A458D5" w:rsidRDefault="00A458D5" w:rsidP="003B0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3DA" w:rsidRPr="00D76277" w:rsidRDefault="00C933DA" w:rsidP="00D76277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8D5" w:rsidRDefault="00A458D5" w:rsidP="003B0A53">
      <w:r>
        <w:separator/>
      </w:r>
    </w:p>
  </w:footnote>
  <w:footnote w:type="continuationSeparator" w:id="1">
    <w:p w:rsidR="00A458D5" w:rsidRDefault="00A458D5" w:rsidP="003B0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40FF26"/>
    <w:lvl w:ilvl="0">
      <w:numFmt w:val="bullet"/>
      <w:lvlText w:val="*"/>
      <w:lvlJc w:val="left"/>
    </w:lvl>
  </w:abstractNum>
  <w:abstractNum w:abstractNumId="1">
    <w:nsid w:val="0070705F"/>
    <w:multiLevelType w:val="hybridMultilevel"/>
    <w:tmpl w:val="7076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F6754"/>
    <w:multiLevelType w:val="hybridMultilevel"/>
    <w:tmpl w:val="93E0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3E73"/>
    <w:multiLevelType w:val="multilevel"/>
    <w:tmpl w:val="4474710A"/>
    <w:numStyleLink w:val="1"/>
  </w:abstractNum>
  <w:abstractNum w:abstractNumId="4">
    <w:nsid w:val="187F7FD1"/>
    <w:multiLevelType w:val="multilevel"/>
    <w:tmpl w:val="4474710A"/>
    <w:numStyleLink w:val="1"/>
  </w:abstractNum>
  <w:abstractNum w:abstractNumId="5">
    <w:nsid w:val="255F56EA"/>
    <w:multiLevelType w:val="hybridMultilevel"/>
    <w:tmpl w:val="229AE9C4"/>
    <w:lvl w:ilvl="0" w:tplc="A410A706">
      <w:start w:val="1"/>
      <w:numFmt w:val="decimal"/>
      <w:lvlText w:val="%1."/>
      <w:lvlJc w:val="left"/>
      <w:pPr>
        <w:ind w:left="1726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30A56E69"/>
    <w:multiLevelType w:val="multilevel"/>
    <w:tmpl w:val="0F36F1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7">
    <w:nsid w:val="5067513F"/>
    <w:multiLevelType w:val="multilevel"/>
    <w:tmpl w:val="7CC2865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9C3A5C"/>
    <w:multiLevelType w:val="hybridMultilevel"/>
    <w:tmpl w:val="55B4500E"/>
    <w:lvl w:ilvl="0" w:tplc="0FF20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AE0F62"/>
    <w:multiLevelType w:val="multilevel"/>
    <w:tmpl w:val="4474710A"/>
    <w:styleLink w:val="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0">
    <w:nsid w:val="61636B5B"/>
    <w:multiLevelType w:val="hybridMultilevel"/>
    <w:tmpl w:val="D01AF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513C4"/>
    <w:multiLevelType w:val="hybridMultilevel"/>
    <w:tmpl w:val="00AC10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621655"/>
    <w:multiLevelType w:val="multilevel"/>
    <w:tmpl w:val="1E18ED8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>
    <w:nsid w:val="74F074D3"/>
    <w:multiLevelType w:val="hybridMultilevel"/>
    <w:tmpl w:val="A27AB1A4"/>
    <w:lvl w:ilvl="0" w:tplc="99E67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D621B"/>
    <w:multiLevelType w:val="hybridMultilevel"/>
    <w:tmpl w:val="E604BE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3977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121" w:hanging="576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4265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09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553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97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1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98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29" w:hanging="1584"/>
        </w:pPr>
        <w:rPr>
          <w:rFonts w:hint="default"/>
        </w:rPr>
      </w:lvl>
    </w:lvlOverride>
  </w:num>
  <w:num w:numId="2">
    <w:abstractNumId w:val="9"/>
  </w:num>
  <w:num w:numId="3">
    <w:abstractNumId w:val="11"/>
  </w:num>
  <w:num w:numId="4">
    <w:abstractNumId w:val="13"/>
  </w:num>
  <w:num w:numId="5">
    <w:abstractNumId w:val="14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260"/>
        <w:lvlJc w:val="left"/>
        <w:rPr>
          <w:rFonts w:ascii="Symbol" w:hAnsi="Symbol" w:hint="default"/>
        </w:rPr>
      </w:lvl>
    </w:lvlOverride>
  </w:num>
  <w:num w:numId="8">
    <w:abstractNumId w:val="2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3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84" w:hanging="1584"/>
        </w:pPr>
        <w:rPr>
          <w:rFonts w:hint="default"/>
        </w:rPr>
      </w:lvl>
    </w:lvlOverride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135D"/>
    <w:rsid w:val="00002810"/>
    <w:rsid w:val="00003663"/>
    <w:rsid w:val="00004763"/>
    <w:rsid w:val="000074F4"/>
    <w:rsid w:val="0000767E"/>
    <w:rsid w:val="0001033B"/>
    <w:rsid w:val="00010FE4"/>
    <w:rsid w:val="0001357C"/>
    <w:rsid w:val="0001527F"/>
    <w:rsid w:val="00015DA8"/>
    <w:rsid w:val="000179AA"/>
    <w:rsid w:val="000214D2"/>
    <w:rsid w:val="000218D3"/>
    <w:rsid w:val="00021C49"/>
    <w:rsid w:val="00022B3B"/>
    <w:rsid w:val="00022C66"/>
    <w:rsid w:val="000231D1"/>
    <w:rsid w:val="00025825"/>
    <w:rsid w:val="00025CCB"/>
    <w:rsid w:val="00025EAB"/>
    <w:rsid w:val="000326D9"/>
    <w:rsid w:val="00033E3A"/>
    <w:rsid w:val="000344DC"/>
    <w:rsid w:val="00037C3E"/>
    <w:rsid w:val="0004122E"/>
    <w:rsid w:val="00045F0E"/>
    <w:rsid w:val="00046553"/>
    <w:rsid w:val="00046C0A"/>
    <w:rsid w:val="0005258F"/>
    <w:rsid w:val="00053E20"/>
    <w:rsid w:val="00055501"/>
    <w:rsid w:val="000566C2"/>
    <w:rsid w:val="00060DB5"/>
    <w:rsid w:val="000618F3"/>
    <w:rsid w:val="000629D6"/>
    <w:rsid w:val="0006327D"/>
    <w:rsid w:val="00063332"/>
    <w:rsid w:val="0006458F"/>
    <w:rsid w:val="0006644A"/>
    <w:rsid w:val="00067851"/>
    <w:rsid w:val="000678DB"/>
    <w:rsid w:val="0007409B"/>
    <w:rsid w:val="0007691D"/>
    <w:rsid w:val="0008025C"/>
    <w:rsid w:val="00080DEC"/>
    <w:rsid w:val="000835E9"/>
    <w:rsid w:val="00086CFF"/>
    <w:rsid w:val="000913DD"/>
    <w:rsid w:val="00092C96"/>
    <w:rsid w:val="000939AD"/>
    <w:rsid w:val="0009490A"/>
    <w:rsid w:val="00097984"/>
    <w:rsid w:val="000A07C3"/>
    <w:rsid w:val="000A33C5"/>
    <w:rsid w:val="000A3FB7"/>
    <w:rsid w:val="000A7666"/>
    <w:rsid w:val="000B3503"/>
    <w:rsid w:val="000B4B8F"/>
    <w:rsid w:val="000B6823"/>
    <w:rsid w:val="000B71EC"/>
    <w:rsid w:val="000C0E89"/>
    <w:rsid w:val="000C10D9"/>
    <w:rsid w:val="000C291E"/>
    <w:rsid w:val="000C37A4"/>
    <w:rsid w:val="000C4161"/>
    <w:rsid w:val="000C654B"/>
    <w:rsid w:val="000C76BB"/>
    <w:rsid w:val="000D1D58"/>
    <w:rsid w:val="000D2A9B"/>
    <w:rsid w:val="000D56F8"/>
    <w:rsid w:val="000E11A0"/>
    <w:rsid w:val="000E7AD5"/>
    <w:rsid w:val="000E7DB1"/>
    <w:rsid w:val="000F25CE"/>
    <w:rsid w:val="000F51C7"/>
    <w:rsid w:val="001004F1"/>
    <w:rsid w:val="001035B9"/>
    <w:rsid w:val="0010431E"/>
    <w:rsid w:val="001104CB"/>
    <w:rsid w:val="00112AD6"/>
    <w:rsid w:val="001150ED"/>
    <w:rsid w:val="00115958"/>
    <w:rsid w:val="0011724C"/>
    <w:rsid w:val="00120CAE"/>
    <w:rsid w:val="001213F0"/>
    <w:rsid w:val="001238CA"/>
    <w:rsid w:val="0012496B"/>
    <w:rsid w:val="00124E27"/>
    <w:rsid w:val="00125456"/>
    <w:rsid w:val="0012733A"/>
    <w:rsid w:val="00127992"/>
    <w:rsid w:val="00130047"/>
    <w:rsid w:val="001338B4"/>
    <w:rsid w:val="001359C2"/>
    <w:rsid w:val="00136C20"/>
    <w:rsid w:val="00140E5B"/>
    <w:rsid w:val="00151051"/>
    <w:rsid w:val="001525D7"/>
    <w:rsid w:val="00153FB2"/>
    <w:rsid w:val="00165251"/>
    <w:rsid w:val="0016565E"/>
    <w:rsid w:val="001702EC"/>
    <w:rsid w:val="0017121E"/>
    <w:rsid w:val="0017140A"/>
    <w:rsid w:val="00171653"/>
    <w:rsid w:val="00171867"/>
    <w:rsid w:val="00171C54"/>
    <w:rsid w:val="00171D2C"/>
    <w:rsid w:val="001726C6"/>
    <w:rsid w:val="00172CE9"/>
    <w:rsid w:val="00172E84"/>
    <w:rsid w:val="001802FE"/>
    <w:rsid w:val="00181B21"/>
    <w:rsid w:val="00183AEB"/>
    <w:rsid w:val="00184819"/>
    <w:rsid w:val="001918AD"/>
    <w:rsid w:val="00192290"/>
    <w:rsid w:val="00194D2F"/>
    <w:rsid w:val="00195354"/>
    <w:rsid w:val="001A1E6C"/>
    <w:rsid w:val="001A257D"/>
    <w:rsid w:val="001A2794"/>
    <w:rsid w:val="001A3C4F"/>
    <w:rsid w:val="001A68F4"/>
    <w:rsid w:val="001A749E"/>
    <w:rsid w:val="001B1326"/>
    <w:rsid w:val="001B27B0"/>
    <w:rsid w:val="001B2C68"/>
    <w:rsid w:val="001B37D9"/>
    <w:rsid w:val="001B3886"/>
    <w:rsid w:val="001B6EED"/>
    <w:rsid w:val="001B712C"/>
    <w:rsid w:val="001B788E"/>
    <w:rsid w:val="001C6329"/>
    <w:rsid w:val="001D098B"/>
    <w:rsid w:val="001D0BFE"/>
    <w:rsid w:val="001D21AE"/>
    <w:rsid w:val="001D735A"/>
    <w:rsid w:val="001E2660"/>
    <w:rsid w:val="001E614B"/>
    <w:rsid w:val="001F003D"/>
    <w:rsid w:val="001F251C"/>
    <w:rsid w:val="001F2F1B"/>
    <w:rsid w:val="001F32C6"/>
    <w:rsid w:val="001F3CB9"/>
    <w:rsid w:val="002005A9"/>
    <w:rsid w:val="00204D41"/>
    <w:rsid w:val="00221732"/>
    <w:rsid w:val="00227E20"/>
    <w:rsid w:val="00231045"/>
    <w:rsid w:val="002360B6"/>
    <w:rsid w:val="00242D61"/>
    <w:rsid w:val="002445D5"/>
    <w:rsid w:val="00246A53"/>
    <w:rsid w:val="002500DB"/>
    <w:rsid w:val="00250A00"/>
    <w:rsid w:val="00250DF2"/>
    <w:rsid w:val="00251D04"/>
    <w:rsid w:val="00252A79"/>
    <w:rsid w:val="00257ADF"/>
    <w:rsid w:val="0026070D"/>
    <w:rsid w:val="00263A10"/>
    <w:rsid w:val="002666CA"/>
    <w:rsid w:val="0026770E"/>
    <w:rsid w:val="00270D01"/>
    <w:rsid w:val="002724F7"/>
    <w:rsid w:val="0027324A"/>
    <w:rsid w:val="00273BBA"/>
    <w:rsid w:val="00273E22"/>
    <w:rsid w:val="002744A5"/>
    <w:rsid w:val="00280B00"/>
    <w:rsid w:val="002819B7"/>
    <w:rsid w:val="00283CF1"/>
    <w:rsid w:val="00285FEC"/>
    <w:rsid w:val="002876F5"/>
    <w:rsid w:val="002917D9"/>
    <w:rsid w:val="002922AD"/>
    <w:rsid w:val="00293609"/>
    <w:rsid w:val="00294D41"/>
    <w:rsid w:val="002968CD"/>
    <w:rsid w:val="00296978"/>
    <w:rsid w:val="00297FA6"/>
    <w:rsid w:val="002A29F3"/>
    <w:rsid w:val="002A3923"/>
    <w:rsid w:val="002B0365"/>
    <w:rsid w:val="002B0398"/>
    <w:rsid w:val="002B04A5"/>
    <w:rsid w:val="002B1E82"/>
    <w:rsid w:val="002B54E4"/>
    <w:rsid w:val="002C3270"/>
    <w:rsid w:val="002C3600"/>
    <w:rsid w:val="002C5212"/>
    <w:rsid w:val="002D0D8C"/>
    <w:rsid w:val="002D2A50"/>
    <w:rsid w:val="002D5599"/>
    <w:rsid w:val="002E08E6"/>
    <w:rsid w:val="002E36C8"/>
    <w:rsid w:val="002E53FA"/>
    <w:rsid w:val="002E6548"/>
    <w:rsid w:val="002F0192"/>
    <w:rsid w:val="002F067B"/>
    <w:rsid w:val="002F12B5"/>
    <w:rsid w:val="002F2DEC"/>
    <w:rsid w:val="002F72E0"/>
    <w:rsid w:val="00300210"/>
    <w:rsid w:val="00302E2E"/>
    <w:rsid w:val="0030343F"/>
    <w:rsid w:val="00304F70"/>
    <w:rsid w:val="0030515E"/>
    <w:rsid w:val="003110AF"/>
    <w:rsid w:val="0031166E"/>
    <w:rsid w:val="00314339"/>
    <w:rsid w:val="00316F66"/>
    <w:rsid w:val="00317905"/>
    <w:rsid w:val="003212DD"/>
    <w:rsid w:val="00321406"/>
    <w:rsid w:val="00321F8C"/>
    <w:rsid w:val="003231A2"/>
    <w:rsid w:val="00327B89"/>
    <w:rsid w:val="00330F69"/>
    <w:rsid w:val="003313E1"/>
    <w:rsid w:val="0033168F"/>
    <w:rsid w:val="00333C36"/>
    <w:rsid w:val="00337269"/>
    <w:rsid w:val="003465B7"/>
    <w:rsid w:val="00346B06"/>
    <w:rsid w:val="00347DE5"/>
    <w:rsid w:val="00350513"/>
    <w:rsid w:val="00351375"/>
    <w:rsid w:val="0035140D"/>
    <w:rsid w:val="00355A2F"/>
    <w:rsid w:val="00356AA6"/>
    <w:rsid w:val="00371E80"/>
    <w:rsid w:val="00372816"/>
    <w:rsid w:val="00373D66"/>
    <w:rsid w:val="00380C44"/>
    <w:rsid w:val="00380D8C"/>
    <w:rsid w:val="00382ED4"/>
    <w:rsid w:val="0038458D"/>
    <w:rsid w:val="003865B9"/>
    <w:rsid w:val="00391772"/>
    <w:rsid w:val="0039466A"/>
    <w:rsid w:val="00394771"/>
    <w:rsid w:val="0039678E"/>
    <w:rsid w:val="003A5B31"/>
    <w:rsid w:val="003B0A53"/>
    <w:rsid w:val="003B5222"/>
    <w:rsid w:val="003C02A7"/>
    <w:rsid w:val="003C14F9"/>
    <w:rsid w:val="003C378B"/>
    <w:rsid w:val="003C3900"/>
    <w:rsid w:val="003D0DDC"/>
    <w:rsid w:val="003D1C89"/>
    <w:rsid w:val="003D30D6"/>
    <w:rsid w:val="003D3157"/>
    <w:rsid w:val="003D3CD6"/>
    <w:rsid w:val="003D62B1"/>
    <w:rsid w:val="003D69EA"/>
    <w:rsid w:val="003D7261"/>
    <w:rsid w:val="003E422A"/>
    <w:rsid w:val="003F35D8"/>
    <w:rsid w:val="003F3C2B"/>
    <w:rsid w:val="003F4544"/>
    <w:rsid w:val="003F4FF2"/>
    <w:rsid w:val="003F672A"/>
    <w:rsid w:val="003F7DAF"/>
    <w:rsid w:val="00403C67"/>
    <w:rsid w:val="00403DA7"/>
    <w:rsid w:val="0040422C"/>
    <w:rsid w:val="00406A0B"/>
    <w:rsid w:val="00411C8B"/>
    <w:rsid w:val="0041641B"/>
    <w:rsid w:val="00423AD9"/>
    <w:rsid w:val="0042491F"/>
    <w:rsid w:val="004268EF"/>
    <w:rsid w:val="00430F55"/>
    <w:rsid w:val="00432D7B"/>
    <w:rsid w:val="0043366A"/>
    <w:rsid w:val="00434173"/>
    <w:rsid w:val="004370DF"/>
    <w:rsid w:val="0043723C"/>
    <w:rsid w:val="004374CD"/>
    <w:rsid w:val="0044207C"/>
    <w:rsid w:val="00442AEC"/>
    <w:rsid w:val="004473C1"/>
    <w:rsid w:val="00447810"/>
    <w:rsid w:val="004551F8"/>
    <w:rsid w:val="0045552F"/>
    <w:rsid w:val="004558BE"/>
    <w:rsid w:val="004606CB"/>
    <w:rsid w:val="0046361B"/>
    <w:rsid w:val="00466317"/>
    <w:rsid w:val="00467562"/>
    <w:rsid w:val="00471A9F"/>
    <w:rsid w:val="00472EB2"/>
    <w:rsid w:val="0047448F"/>
    <w:rsid w:val="00474658"/>
    <w:rsid w:val="00476808"/>
    <w:rsid w:val="0047789E"/>
    <w:rsid w:val="00480A7B"/>
    <w:rsid w:val="004841E6"/>
    <w:rsid w:val="00490AED"/>
    <w:rsid w:val="00492D58"/>
    <w:rsid w:val="004939F0"/>
    <w:rsid w:val="00493E05"/>
    <w:rsid w:val="004957CC"/>
    <w:rsid w:val="00495A8B"/>
    <w:rsid w:val="00497C35"/>
    <w:rsid w:val="004A1A53"/>
    <w:rsid w:val="004A20D2"/>
    <w:rsid w:val="004A725D"/>
    <w:rsid w:val="004B00B3"/>
    <w:rsid w:val="004B22B1"/>
    <w:rsid w:val="004B2DDD"/>
    <w:rsid w:val="004B4D20"/>
    <w:rsid w:val="004B6702"/>
    <w:rsid w:val="004C220B"/>
    <w:rsid w:val="004C62A3"/>
    <w:rsid w:val="004C6493"/>
    <w:rsid w:val="004C7A6D"/>
    <w:rsid w:val="004D09F3"/>
    <w:rsid w:val="004D1D58"/>
    <w:rsid w:val="004D6D66"/>
    <w:rsid w:val="004E2A69"/>
    <w:rsid w:val="004E3128"/>
    <w:rsid w:val="004E63F3"/>
    <w:rsid w:val="004E6891"/>
    <w:rsid w:val="004F2895"/>
    <w:rsid w:val="004F59F9"/>
    <w:rsid w:val="004F6F78"/>
    <w:rsid w:val="00502D38"/>
    <w:rsid w:val="005052C0"/>
    <w:rsid w:val="00507D1E"/>
    <w:rsid w:val="005100FC"/>
    <w:rsid w:val="00510CDE"/>
    <w:rsid w:val="00513246"/>
    <w:rsid w:val="00514454"/>
    <w:rsid w:val="00515865"/>
    <w:rsid w:val="00516812"/>
    <w:rsid w:val="00516E10"/>
    <w:rsid w:val="00517C45"/>
    <w:rsid w:val="0052224D"/>
    <w:rsid w:val="00523A52"/>
    <w:rsid w:val="00524107"/>
    <w:rsid w:val="00526258"/>
    <w:rsid w:val="0052680A"/>
    <w:rsid w:val="005268AC"/>
    <w:rsid w:val="00526EE7"/>
    <w:rsid w:val="00527A28"/>
    <w:rsid w:val="005308FB"/>
    <w:rsid w:val="0053356E"/>
    <w:rsid w:val="005335DA"/>
    <w:rsid w:val="00533E2A"/>
    <w:rsid w:val="00534D4A"/>
    <w:rsid w:val="0053508A"/>
    <w:rsid w:val="00535281"/>
    <w:rsid w:val="0053584A"/>
    <w:rsid w:val="005404EE"/>
    <w:rsid w:val="005418D1"/>
    <w:rsid w:val="00542362"/>
    <w:rsid w:val="005428BD"/>
    <w:rsid w:val="00545319"/>
    <w:rsid w:val="00547AAB"/>
    <w:rsid w:val="00553A90"/>
    <w:rsid w:val="00553BB3"/>
    <w:rsid w:val="0056148B"/>
    <w:rsid w:val="005628DB"/>
    <w:rsid w:val="005632F5"/>
    <w:rsid w:val="00563A8D"/>
    <w:rsid w:val="00572CD0"/>
    <w:rsid w:val="00573649"/>
    <w:rsid w:val="00576803"/>
    <w:rsid w:val="00576B12"/>
    <w:rsid w:val="0057715E"/>
    <w:rsid w:val="005830E1"/>
    <w:rsid w:val="0058322F"/>
    <w:rsid w:val="005844C3"/>
    <w:rsid w:val="00584A41"/>
    <w:rsid w:val="00587C41"/>
    <w:rsid w:val="00594A97"/>
    <w:rsid w:val="005958B1"/>
    <w:rsid w:val="005A1304"/>
    <w:rsid w:val="005A13D2"/>
    <w:rsid w:val="005A2730"/>
    <w:rsid w:val="005A3974"/>
    <w:rsid w:val="005A3D4D"/>
    <w:rsid w:val="005A49C2"/>
    <w:rsid w:val="005B066E"/>
    <w:rsid w:val="005B126D"/>
    <w:rsid w:val="005C5286"/>
    <w:rsid w:val="005C77E6"/>
    <w:rsid w:val="005D14E1"/>
    <w:rsid w:val="005D6225"/>
    <w:rsid w:val="005D7A21"/>
    <w:rsid w:val="005E2CC3"/>
    <w:rsid w:val="005F1B63"/>
    <w:rsid w:val="005F2D76"/>
    <w:rsid w:val="005F44B1"/>
    <w:rsid w:val="005F6469"/>
    <w:rsid w:val="005F77CD"/>
    <w:rsid w:val="00601019"/>
    <w:rsid w:val="00601532"/>
    <w:rsid w:val="0060582D"/>
    <w:rsid w:val="006063E0"/>
    <w:rsid w:val="00607A7D"/>
    <w:rsid w:val="00610E7C"/>
    <w:rsid w:val="00611217"/>
    <w:rsid w:val="00612D96"/>
    <w:rsid w:val="00612DDE"/>
    <w:rsid w:val="00612FBA"/>
    <w:rsid w:val="00620409"/>
    <w:rsid w:val="00621962"/>
    <w:rsid w:val="006239E6"/>
    <w:rsid w:val="00624612"/>
    <w:rsid w:val="0062728D"/>
    <w:rsid w:val="006324A6"/>
    <w:rsid w:val="00635C75"/>
    <w:rsid w:val="00637808"/>
    <w:rsid w:val="006425BC"/>
    <w:rsid w:val="00644960"/>
    <w:rsid w:val="006469BD"/>
    <w:rsid w:val="00647C33"/>
    <w:rsid w:val="00651BB5"/>
    <w:rsid w:val="00654B83"/>
    <w:rsid w:val="0065591A"/>
    <w:rsid w:val="006563C6"/>
    <w:rsid w:val="00663B9B"/>
    <w:rsid w:val="00663CE3"/>
    <w:rsid w:val="00663F99"/>
    <w:rsid w:val="0066682F"/>
    <w:rsid w:val="00666B66"/>
    <w:rsid w:val="00671002"/>
    <w:rsid w:val="006711C9"/>
    <w:rsid w:val="00671857"/>
    <w:rsid w:val="00674D09"/>
    <w:rsid w:val="00675FD2"/>
    <w:rsid w:val="006763D4"/>
    <w:rsid w:val="006807C6"/>
    <w:rsid w:val="00681582"/>
    <w:rsid w:val="00681E95"/>
    <w:rsid w:val="00683479"/>
    <w:rsid w:val="00684ADE"/>
    <w:rsid w:val="00693D5B"/>
    <w:rsid w:val="00695F35"/>
    <w:rsid w:val="0069755E"/>
    <w:rsid w:val="006B025C"/>
    <w:rsid w:val="006C49B5"/>
    <w:rsid w:val="006C4D30"/>
    <w:rsid w:val="006D02D8"/>
    <w:rsid w:val="006D3486"/>
    <w:rsid w:val="006D6E11"/>
    <w:rsid w:val="006D71B8"/>
    <w:rsid w:val="006F04A3"/>
    <w:rsid w:val="006F0644"/>
    <w:rsid w:val="006F1753"/>
    <w:rsid w:val="006F221E"/>
    <w:rsid w:val="006F3AC6"/>
    <w:rsid w:val="00703CBD"/>
    <w:rsid w:val="00704D1A"/>
    <w:rsid w:val="00710B8C"/>
    <w:rsid w:val="00716697"/>
    <w:rsid w:val="00716E74"/>
    <w:rsid w:val="007217EB"/>
    <w:rsid w:val="0072184D"/>
    <w:rsid w:val="0072282D"/>
    <w:rsid w:val="00723460"/>
    <w:rsid w:val="0072678D"/>
    <w:rsid w:val="00730DAE"/>
    <w:rsid w:val="00731F14"/>
    <w:rsid w:val="0073385A"/>
    <w:rsid w:val="00737451"/>
    <w:rsid w:val="00740444"/>
    <w:rsid w:val="00741AB7"/>
    <w:rsid w:val="007451F9"/>
    <w:rsid w:val="00745528"/>
    <w:rsid w:val="007475B6"/>
    <w:rsid w:val="007505D4"/>
    <w:rsid w:val="00750B8B"/>
    <w:rsid w:val="007537BC"/>
    <w:rsid w:val="007561DD"/>
    <w:rsid w:val="00757A8E"/>
    <w:rsid w:val="0077598B"/>
    <w:rsid w:val="007809FB"/>
    <w:rsid w:val="007829A5"/>
    <w:rsid w:val="00782E08"/>
    <w:rsid w:val="0078516E"/>
    <w:rsid w:val="007867F1"/>
    <w:rsid w:val="007905B4"/>
    <w:rsid w:val="007A2182"/>
    <w:rsid w:val="007B5365"/>
    <w:rsid w:val="007C041C"/>
    <w:rsid w:val="007C223B"/>
    <w:rsid w:val="007C228A"/>
    <w:rsid w:val="007C2E33"/>
    <w:rsid w:val="007D131D"/>
    <w:rsid w:val="007D311E"/>
    <w:rsid w:val="007D3FDC"/>
    <w:rsid w:val="007D56DE"/>
    <w:rsid w:val="007D62B0"/>
    <w:rsid w:val="007D6473"/>
    <w:rsid w:val="007D76D6"/>
    <w:rsid w:val="007E1BF2"/>
    <w:rsid w:val="007E4A49"/>
    <w:rsid w:val="007E4CDC"/>
    <w:rsid w:val="007E4F0C"/>
    <w:rsid w:val="007E525D"/>
    <w:rsid w:val="007E721E"/>
    <w:rsid w:val="007F0825"/>
    <w:rsid w:val="007F17CB"/>
    <w:rsid w:val="007F2DAC"/>
    <w:rsid w:val="007F305C"/>
    <w:rsid w:val="007F30AF"/>
    <w:rsid w:val="007F36CC"/>
    <w:rsid w:val="007F68B2"/>
    <w:rsid w:val="007F7E5B"/>
    <w:rsid w:val="0080540D"/>
    <w:rsid w:val="00806B2A"/>
    <w:rsid w:val="00807B24"/>
    <w:rsid w:val="008100DB"/>
    <w:rsid w:val="00813C19"/>
    <w:rsid w:val="008170CD"/>
    <w:rsid w:val="00817F62"/>
    <w:rsid w:val="00821833"/>
    <w:rsid w:val="008231F9"/>
    <w:rsid w:val="00823615"/>
    <w:rsid w:val="008240DC"/>
    <w:rsid w:val="008261E9"/>
    <w:rsid w:val="00827923"/>
    <w:rsid w:val="00832071"/>
    <w:rsid w:val="008329EE"/>
    <w:rsid w:val="00843B0D"/>
    <w:rsid w:val="00843E41"/>
    <w:rsid w:val="00844E6D"/>
    <w:rsid w:val="00845377"/>
    <w:rsid w:val="00845BA3"/>
    <w:rsid w:val="00846431"/>
    <w:rsid w:val="0086234E"/>
    <w:rsid w:val="008679FE"/>
    <w:rsid w:val="00874F94"/>
    <w:rsid w:val="0087561D"/>
    <w:rsid w:val="00875718"/>
    <w:rsid w:val="0087677D"/>
    <w:rsid w:val="008847F4"/>
    <w:rsid w:val="0088483E"/>
    <w:rsid w:val="00887E1B"/>
    <w:rsid w:val="008908F6"/>
    <w:rsid w:val="00891197"/>
    <w:rsid w:val="00892D8A"/>
    <w:rsid w:val="0089431B"/>
    <w:rsid w:val="00895D4E"/>
    <w:rsid w:val="00897F25"/>
    <w:rsid w:val="008A1935"/>
    <w:rsid w:val="008A63AE"/>
    <w:rsid w:val="008A6910"/>
    <w:rsid w:val="008B13EC"/>
    <w:rsid w:val="008B53A0"/>
    <w:rsid w:val="008C228D"/>
    <w:rsid w:val="008C54D2"/>
    <w:rsid w:val="008C7900"/>
    <w:rsid w:val="008C7C07"/>
    <w:rsid w:val="008D4070"/>
    <w:rsid w:val="008D4BF0"/>
    <w:rsid w:val="008D74B0"/>
    <w:rsid w:val="008E444D"/>
    <w:rsid w:val="008E5A02"/>
    <w:rsid w:val="008E697C"/>
    <w:rsid w:val="008F1976"/>
    <w:rsid w:val="008F714E"/>
    <w:rsid w:val="0090079E"/>
    <w:rsid w:val="009047E7"/>
    <w:rsid w:val="009049F1"/>
    <w:rsid w:val="00904FD4"/>
    <w:rsid w:val="009062CD"/>
    <w:rsid w:val="0090674E"/>
    <w:rsid w:val="00907BC0"/>
    <w:rsid w:val="00907CFC"/>
    <w:rsid w:val="009106C6"/>
    <w:rsid w:val="0091126B"/>
    <w:rsid w:val="00912A29"/>
    <w:rsid w:val="00912D90"/>
    <w:rsid w:val="009222BC"/>
    <w:rsid w:val="009266D3"/>
    <w:rsid w:val="00927708"/>
    <w:rsid w:val="00933B29"/>
    <w:rsid w:val="009346D8"/>
    <w:rsid w:val="00934AD1"/>
    <w:rsid w:val="00935AF7"/>
    <w:rsid w:val="00940E68"/>
    <w:rsid w:val="0094392E"/>
    <w:rsid w:val="009469D0"/>
    <w:rsid w:val="00947EA2"/>
    <w:rsid w:val="009501AD"/>
    <w:rsid w:val="00950C15"/>
    <w:rsid w:val="00963A1E"/>
    <w:rsid w:val="00967F0F"/>
    <w:rsid w:val="00975202"/>
    <w:rsid w:val="00976290"/>
    <w:rsid w:val="00977AB3"/>
    <w:rsid w:val="00983B43"/>
    <w:rsid w:val="00986AD3"/>
    <w:rsid w:val="00990207"/>
    <w:rsid w:val="00992ED2"/>
    <w:rsid w:val="009976BC"/>
    <w:rsid w:val="009977A2"/>
    <w:rsid w:val="009A07B3"/>
    <w:rsid w:val="009A20F5"/>
    <w:rsid w:val="009A2365"/>
    <w:rsid w:val="009A2B58"/>
    <w:rsid w:val="009A36FD"/>
    <w:rsid w:val="009B0E17"/>
    <w:rsid w:val="009B270A"/>
    <w:rsid w:val="009B33F3"/>
    <w:rsid w:val="009B3598"/>
    <w:rsid w:val="009B6CC0"/>
    <w:rsid w:val="009B7AD0"/>
    <w:rsid w:val="009C0EC9"/>
    <w:rsid w:val="009C2ADD"/>
    <w:rsid w:val="009C2E67"/>
    <w:rsid w:val="009C42EF"/>
    <w:rsid w:val="009C558B"/>
    <w:rsid w:val="009D000F"/>
    <w:rsid w:val="009D097A"/>
    <w:rsid w:val="009D18B9"/>
    <w:rsid w:val="009D74A9"/>
    <w:rsid w:val="009E601E"/>
    <w:rsid w:val="009E6338"/>
    <w:rsid w:val="009E6E01"/>
    <w:rsid w:val="009F0981"/>
    <w:rsid w:val="00A00565"/>
    <w:rsid w:val="00A0208A"/>
    <w:rsid w:val="00A05743"/>
    <w:rsid w:val="00A06777"/>
    <w:rsid w:val="00A10556"/>
    <w:rsid w:val="00A160DA"/>
    <w:rsid w:val="00A17906"/>
    <w:rsid w:val="00A23D6B"/>
    <w:rsid w:val="00A25AD6"/>
    <w:rsid w:val="00A25F23"/>
    <w:rsid w:val="00A32E31"/>
    <w:rsid w:val="00A33782"/>
    <w:rsid w:val="00A36F23"/>
    <w:rsid w:val="00A3776A"/>
    <w:rsid w:val="00A37979"/>
    <w:rsid w:val="00A37B07"/>
    <w:rsid w:val="00A37B49"/>
    <w:rsid w:val="00A40D50"/>
    <w:rsid w:val="00A41012"/>
    <w:rsid w:val="00A426A7"/>
    <w:rsid w:val="00A458D5"/>
    <w:rsid w:val="00A5032A"/>
    <w:rsid w:val="00A5089B"/>
    <w:rsid w:val="00A53BCB"/>
    <w:rsid w:val="00A56DB6"/>
    <w:rsid w:val="00A609C4"/>
    <w:rsid w:val="00A62F33"/>
    <w:rsid w:val="00A71976"/>
    <w:rsid w:val="00A71A11"/>
    <w:rsid w:val="00A752FB"/>
    <w:rsid w:val="00A76E62"/>
    <w:rsid w:val="00A86577"/>
    <w:rsid w:val="00A924E4"/>
    <w:rsid w:val="00A92EC1"/>
    <w:rsid w:val="00A934EE"/>
    <w:rsid w:val="00A96410"/>
    <w:rsid w:val="00AA045A"/>
    <w:rsid w:val="00AA0A33"/>
    <w:rsid w:val="00AA14D7"/>
    <w:rsid w:val="00AA45BA"/>
    <w:rsid w:val="00AA73F5"/>
    <w:rsid w:val="00AB1143"/>
    <w:rsid w:val="00AB4A38"/>
    <w:rsid w:val="00AC03B3"/>
    <w:rsid w:val="00AC1222"/>
    <w:rsid w:val="00AC1405"/>
    <w:rsid w:val="00AC28F5"/>
    <w:rsid w:val="00AC2A36"/>
    <w:rsid w:val="00AC3E45"/>
    <w:rsid w:val="00AC42D4"/>
    <w:rsid w:val="00AC474B"/>
    <w:rsid w:val="00AC6AD4"/>
    <w:rsid w:val="00AD378E"/>
    <w:rsid w:val="00AD5482"/>
    <w:rsid w:val="00AD587C"/>
    <w:rsid w:val="00AD5D27"/>
    <w:rsid w:val="00AD7F83"/>
    <w:rsid w:val="00AD7FE3"/>
    <w:rsid w:val="00AE3098"/>
    <w:rsid w:val="00AE546D"/>
    <w:rsid w:val="00AE7A99"/>
    <w:rsid w:val="00AE7B0E"/>
    <w:rsid w:val="00AF08D8"/>
    <w:rsid w:val="00AF0D20"/>
    <w:rsid w:val="00AF3161"/>
    <w:rsid w:val="00AF3C58"/>
    <w:rsid w:val="00AF3D43"/>
    <w:rsid w:val="00AF46B7"/>
    <w:rsid w:val="00AF615A"/>
    <w:rsid w:val="00B00358"/>
    <w:rsid w:val="00B01D9D"/>
    <w:rsid w:val="00B02B67"/>
    <w:rsid w:val="00B063E9"/>
    <w:rsid w:val="00B10E8D"/>
    <w:rsid w:val="00B11E63"/>
    <w:rsid w:val="00B122B1"/>
    <w:rsid w:val="00B12A4C"/>
    <w:rsid w:val="00B14456"/>
    <w:rsid w:val="00B144CC"/>
    <w:rsid w:val="00B157C0"/>
    <w:rsid w:val="00B213A3"/>
    <w:rsid w:val="00B22926"/>
    <w:rsid w:val="00B235CD"/>
    <w:rsid w:val="00B3100F"/>
    <w:rsid w:val="00B31DAE"/>
    <w:rsid w:val="00B33C49"/>
    <w:rsid w:val="00B37F13"/>
    <w:rsid w:val="00B40357"/>
    <w:rsid w:val="00B45109"/>
    <w:rsid w:val="00B509DB"/>
    <w:rsid w:val="00B52778"/>
    <w:rsid w:val="00B57FE4"/>
    <w:rsid w:val="00B607DB"/>
    <w:rsid w:val="00B6373E"/>
    <w:rsid w:val="00B657CA"/>
    <w:rsid w:val="00B67070"/>
    <w:rsid w:val="00B75623"/>
    <w:rsid w:val="00B7573E"/>
    <w:rsid w:val="00B81677"/>
    <w:rsid w:val="00B90900"/>
    <w:rsid w:val="00B9114C"/>
    <w:rsid w:val="00B9357F"/>
    <w:rsid w:val="00B94619"/>
    <w:rsid w:val="00B94B4B"/>
    <w:rsid w:val="00BA0342"/>
    <w:rsid w:val="00BA10A6"/>
    <w:rsid w:val="00BA118B"/>
    <w:rsid w:val="00BA2603"/>
    <w:rsid w:val="00BA334D"/>
    <w:rsid w:val="00BA5229"/>
    <w:rsid w:val="00BB2D06"/>
    <w:rsid w:val="00BB3237"/>
    <w:rsid w:val="00BB715C"/>
    <w:rsid w:val="00BB7FB7"/>
    <w:rsid w:val="00BC0369"/>
    <w:rsid w:val="00BC3D73"/>
    <w:rsid w:val="00BC5B5A"/>
    <w:rsid w:val="00BD0A01"/>
    <w:rsid w:val="00BD1F23"/>
    <w:rsid w:val="00BD24DB"/>
    <w:rsid w:val="00BE0EB5"/>
    <w:rsid w:val="00BE1C9C"/>
    <w:rsid w:val="00BE3BCA"/>
    <w:rsid w:val="00BE4F05"/>
    <w:rsid w:val="00BE51A4"/>
    <w:rsid w:val="00BE6A96"/>
    <w:rsid w:val="00BE78B5"/>
    <w:rsid w:val="00BF3D02"/>
    <w:rsid w:val="00BF5124"/>
    <w:rsid w:val="00BF52B0"/>
    <w:rsid w:val="00BF5ED5"/>
    <w:rsid w:val="00C017B3"/>
    <w:rsid w:val="00C044F1"/>
    <w:rsid w:val="00C128B3"/>
    <w:rsid w:val="00C1368A"/>
    <w:rsid w:val="00C141D4"/>
    <w:rsid w:val="00C15D37"/>
    <w:rsid w:val="00C200DB"/>
    <w:rsid w:val="00C21BAC"/>
    <w:rsid w:val="00C2245F"/>
    <w:rsid w:val="00C25C1F"/>
    <w:rsid w:val="00C310E3"/>
    <w:rsid w:val="00C3165F"/>
    <w:rsid w:val="00C31E75"/>
    <w:rsid w:val="00C327C7"/>
    <w:rsid w:val="00C43767"/>
    <w:rsid w:val="00C50531"/>
    <w:rsid w:val="00C50B74"/>
    <w:rsid w:val="00C53758"/>
    <w:rsid w:val="00C53D68"/>
    <w:rsid w:val="00C5491D"/>
    <w:rsid w:val="00C57862"/>
    <w:rsid w:val="00C60E8C"/>
    <w:rsid w:val="00C63FA0"/>
    <w:rsid w:val="00C72449"/>
    <w:rsid w:val="00C72E2A"/>
    <w:rsid w:val="00C73899"/>
    <w:rsid w:val="00C73C30"/>
    <w:rsid w:val="00C74F11"/>
    <w:rsid w:val="00C7695C"/>
    <w:rsid w:val="00C76A3F"/>
    <w:rsid w:val="00C803D7"/>
    <w:rsid w:val="00C8285D"/>
    <w:rsid w:val="00C9045D"/>
    <w:rsid w:val="00C90C6F"/>
    <w:rsid w:val="00C933DA"/>
    <w:rsid w:val="00C945A0"/>
    <w:rsid w:val="00C95188"/>
    <w:rsid w:val="00CA0BD3"/>
    <w:rsid w:val="00CA2F7F"/>
    <w:rsid w:val="00CA3C7F"/>
    <w:rsid w:val="00CA416D"/>
    <w:rsid w:val="00CA562D"/>
    <w:rsid w:val="00CA576D"/>
    <w:rsid w:val="00CA5EEF"/>
    <w:rsid w:val="00CB0973"/>
    <w:rsid w:val="00CB400E"/>
    <w:rsid w:val="00CB76AA"/>
    <w:rsid w:val="00CC2098"/>
    <w:rsid w:val="00CD36EC"/>
    <w:rsid w:val="00CD4895"/>
    <w:rsid w:val="00CD71ED"/>
    <w:rsid w:val="00CE3A42"/>
    <w:rsid w:val="00CE699C"/>
    <w:rsid w:val="00CF0B5E"/>
    <w:rsid w:val="00CF1571"/>
    <w:rsid w:val="00CF245D"/>
    <w:rsid w:val="00CF588B"/>
    <w:rsid w:val="00CF63BE"/>
    <w:rsid w:val="00CF6ABC"/>
    <w:rsid w:val="00CF75BD"/>
    <w:rsid w:val="00D01D4C"/>
    <w:rsid w:val="00D043B8"/>
    <w:rsid w:val="00D045E4"/>
    <w:rsid w:val="00D10F87"/>
    <w:rsid w:val="00D12AC7"/>
    <w:rsid w:val="00D133BE"/>
    <w:rsid w:val="00D14B8D"/>
    <w:rsid w:val="00D14E11"/>
    <w:rsid w:val="00D234B2"/>
    <w:rsid w:val="00D2783D"/>
    <w:rsid w:val="00D30738"/>
    <w:rsid w:val="00D34691"/>
    <w:rsid w:val="00D3565E"/>
    <w:rsid w:val="00D37FB5"/>
    <w:rsid w:val="00D4036B"/>
    <w:rsid w:val="00D413C6"/>
    <w:rsid w:val="00D418E0"/>
    <w:rsid w:val="00D4226C"/>
    <w:rsid w:val="00D455DC"/>
    <w:rsid w:val="00D515E0"/>
    <w:rsid w:val="00D51670"/>
    <w:rsid w:val="00D519FC"/>
    <w:rsid w:val="00D52D65"/>
    <w:rsid w:val="00D560D5"/>
    <w:rsid w:val="00D5765D"/>
    <w:rsid w:val="00D57883"/>
    <w:rsid w:val="00D60A46"/>
    <w:rsid w:val="00D63175"/>
    <w:rsid w:val="00D64574"/>
    <w:rsid w:val="00D67CFC"/>
    <w:rsid w:val="00D67FE6"/>
    <w:rsid w:val="00D71552"/>
    <w:rsid w:val="00D75245"/>
    <w:rsid w:val="00D75590"/>
    <w:rsid w:val="00D75654"/>
    <w:rsid w:val="00D758B8"/>
    <w:rsid w:val="00D76277"/>
    <w:rsid w:val="00D77AD7"/>
    <w:rsid w:val="00D808E4"/>
    <w:rsid w:val="00D8397D"/>
    <w:rsid w:val="00D84E3E"/>
    <w:rsid w:val="00D86C3E"/>
    <w:rsid w:val="00DA1010"/>
    <w:rsid w:val="00DA118E"/>
    <w:rsid w:val="00DA686D"/>
    <w:rsid w:val="00DB049F"/>
    <w:rsid w:val="00DC04E4"/>
    <w:rsid w:val="00DC1E79"/>
    <w:rsid w:val="00DC1FEC"/>
    <w:rsid w:val="00DC31A1"/>
    <w:rsid w:val="00DC5415"/>
    <w:rsid w:val="00DC64AB"/>
    <w:rsid w:val="00DC7464"/>
    <w:rsid w:val="00DD3373"/>
    <w:rsid w:val="00DD4D92"/>
    <w:rsid w:val="00DD7616"/>
    <w:rsid w:val="00DE08FF"/>
    <w:rsid w:val="00DE135D"/>
    <w:rsid w:val="00DE279B"/>
    <w:rsid w:val="00DE3AA0"/>
    <w:rsid w:val="00DE524F"/>
    <w:rsid w:val="00DE6897"/>
    <w:rsid w:val="00DE6C55"/>
    <w:rsid w:val="00DF4278"/>
    <w:rsid w:val="00E045FF"/>
    <w:rsid w:val="00E053CD"/>
    <w:rsid w:val="00E06E77"/>
    <w:rsid w:val="00E144F9"/>
    <w:rsid w:val="00E1622B"/>
    <w:rsid w:val="00E30592"/>
    <w:rsid w:val="00E37E03"/>
    <w:rsid w:val="00E405B4"/>
    <w:rsid w:val="00E40B7F"/>
    <w:rsid w:val="00E418E3"/>
    <w:rsid w:val="00E42126"/>
    <w:rsid w:val="00E5250E"/>
    <w:rsid w:val="00E52CF5"/>
    <w:rsid w:val="00E62062"/>
    <w:rsid w:val="00E63579"/>
    <w:rsid w:val="00E6434E"/>
    <w:rsid w:val="00E663AD"/>
    <w:rsid w:val="00E7090D"/>
    <w:rsid w:val="00E72EAD"/>
    <w:rsid w:val="00E8040D"/>
    <w:rsid w:val="00E81A43"/>
    <w:rsid w:val="00E85D87"/>
    <w:rsid w:val="00E86D0C"/>
    <w:rsid w:val="00E9090A"/>
    <w:rsid w:val="00E9097F"/>
    <w:rsid w:val="00E94AFB"/>
    <w:rsid w:val="00E94BC4"/>
    <w:rsid w:val="00E97CFD"/>
    <w:rsid w:val="00EA01B4"/>
    <w:rsid w:val="00EA020C"/>
    <w:rsid w:val="00EA057C"/>
    <w:rsid w:val="00EA0EED"/>
    <w:rsid w:val="00EA3182"/>
    <w:rsid w:val="00EA44C8"/>
    <w:rsid w:val="00EA463D"/>
    <w:rsid w:val="00EB673A"/>
    <w:rsid w:val="00EB7B69"/>
    <w:rsid w:val="00EC0BDA"/>
    <w:rsid w:val="00EC0C19"/>
    <w:rsid w:val="00EC0F01"/>
    <w:rsid w:val="00EC118B"/>
    <w:rsid w:val="00EC21A9"/>
    <w:rsid w:val="00EC7F60"/>
    <w:rsid w:val="00ED1188"/>
    <w:rsid w:val="00ED17BF"/>
    <w:rsid w:val="00EE0716"/>
    <w:rsid w:val="00EE0D2C"/>
    <w:rsid w:val="00EE5A41"/>
    <w:rsid w:val="00EE780D"/>
    <w:rsid w:val="00EF0065"/>
    <w:rsid w:val="00EF16EA"/>
    <w:rsid w:val="00EF30EE"/>
    <w:rsid w:val="00EF44E4"/>
    <w:rsid w:val="00EF64BC"/>
    <w:rsid w:val="00F01C7A"/>
    <w:rsid w:val="00F06C86"/>
    <w:rsid w:val="00F06D9F"/>
    <w:rsid w:val="00F11A12"/>
    <w:rsid w:val="00F13FEB"/>
    <w:rsid w:val="00F20D60"/>
    <w:rsid w:val="00F24BEA"/>
    <w:rsid w:val="00F3037C"/>
    <w:rsid w:val="00F30F9E"/>
    <w:rsid w:val="00F3160D"/>
    <w:rsid w:val="00F31F80"/>
    <w:rsid w:val="00F32655"/>
    <w:rsid w:val="00F33711"/>
    <w:rsid w:val="00F402E8"/>
    <w:rsid w:val="00F42659"/>
    <w:rsid w:val="00F44D0A"/>
    <w:rsid w:val="00F47D42"/>
    <w:rsid w:val="00F5436B"/>
    <w:rsid w:val="00F54580"/>
    <w:rsid w:val="00F56CF1"/>
    <w:rsid w:val="00F62798"/>
    <w:rsid w:val="00F629EA"/>
    <w:rsid w:val="00F652E0"/>
    <w:rsid w:val="00F67FA1"/>
    <w:rsid w:val="00F72068"/>
    <w:rsid w:val="00F76A15"/>
    <w:rsid w:val="00F801C1"/>
    <w:rsid w:val="00F84052"/>
    <w:rsid w:val="00FA1B5A"/>
    <w:rsid w:val="00FA1FFD"/>
    <w:rsid w:val="00FA44F1"/>
    <w:rsid w:val="00FB4BF0"/>
    <w:rsid w:val="00FB61D5"/>
    <w:rsid w:val="00FB7093"/>
    <w:rsid w:val="00FB7980"/>
    <w:rsid w:val="00FC115A"/>
    <w:rsid w:val="00FC4859"/>
    <w:rsid w:val="00FC6F2D"/>
    <w:rsid w:val="00FD1B4E"/>
    <w:rsid w:val="00FD1CB2"/>
    <w:rsid w:val="00FD4097"/>
    <w:rsid w:val="00FD5022"/>
    <w:rsid w:val="00FD5597"/>
    <w:rsid w:val="00FE09EC"/>
    <w:rsid w:val="00FF2CD0"/>
    <w:rsid w:val="00FF4CF0"/>
    <w:rsid w:val="00FF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uiPriority w:val="99"/>
    <w:rsid w:val="00AC2A36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2A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2A36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C2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A3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3B0A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0A5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B0A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0A53"/>
    <w:rPr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">
    <w:name w:val="Тема примечания Знак"/>
    <w:basedOn w:val="a6"/>
    <w:link w:val="ae"/>
    <w:uiPriority w:val="99"/>
    <w:semiHidden/>
    <w:rsid w:val="007C22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inmeta_cache\http___estate_estatedio_gen_docs_2014ONFFree\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D2462-2FAE-4EC7-9B42-748649656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63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VIPetrashkevich</dc:creator>
  <cp:lastModifiedBy>IVNos</cp:lastModifiedBy>
  <cp:revision>31</cp:revision>
  <cp:lastPrinted>2024-04-26T03:10:00Z</cp:lastPrinted>
  <dcterms:created xsi:type="dcterms:W3CDTF">2021-06-01T08:12:00Z</dcterms:created>
  <dcterms:modified xsi:type="dcterms:W3CDTF">2024-05-02T11:09:00Z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http://virtualpc/estatedio</vt:lpwstr>
  </property>
  <property fmtid="{D5CDD505-2E9C-101B-9397-08002B2CF9AE}" pid="3" name="Folder">
    <vt:lpwstr>2014ONFFree</vt:lpwstr>
  </property>
  <property fmtid="{D5CDD505-2E9C-101B-9397-08002B2CF9AE}" pid="4" name="DocCaption">
    <vt:lpwstr>Безвозмездное пользование Контроль 2014.doc</vt:lpwstr>
  </property>
  <property fmtid="{D5CDD505-2E9C-101B-9397-08002B2CF9AE}" pid="5" name="id">
    <vt:lpwstr>000782C159DB</vt:lpwstr>
  </property>
  <property fmtid="{D5CDD505-2E9C-101B-9397-08002B2CF9AE}" pid="6" name="class">
    <vt:lpwstr>Estate/RentContractProcess</vt:lpwstr>
  </property>
  <property fmtid="{D5CDD505-2E9C-101B-9397-08002B2CF9AE}" pid="7" name="ServerUrl">
    <vt:lpwstr>http://estate/EstateDIO</vt:lpwstr>
  </property>
</Properties>
</file>