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B" w:rsidRPr="00BE1C9C" w:rsidRDefault="00480A7B" w:rsidP="008C7900">
      <w:pPr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Приложение </w:t>
      </w:r>
      <w:r w:rsidR="00674D09">
        <w:rPr>
          <w:rFonts w:ascii="Garamond" w:hAnsi="Garamond" w:cs="Garamond"/>
          <w:color w:val="000000"/>
        </w:rPr>
        <w:t>№ 1</w:t>
      </w:r>
    </w:p>
    <w:p w:rsidR="00BB2D06" w:rsidRPr="00BE1C9C" w:rsidRDefault="00BB2D0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к </w:t>
      </w:r>
      <w:r w:rsidR="00D4036B" w:rsidRPr="00BE1C9C">
        <w:rPr>
          <w:rFonts w:ascii="Garamond" w:hAnsi="Garamond" w:cs="Garamond"/>
          <w:color w:val="000000"/>
        </w:rPr>
        <w:t xml:space="preserve">договору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</w:p>
    <w:p w:rsidR="00A56DB6" w:rsidRPr="00BE1C9C" w:rsidRDefault="00A56DB6" w:rsidP="008C7900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>№ </w:t>
      </w:r>
      <w:r w:rsidR="00194D2F" w:rsidRPr="00BE1C9C">
        <w:rPr>
          <w:rFonts w:ascii="Garamond" w:hAnsi="Garamond" w:cs="Garamond"/>
          <w:color w:val="000000"/>
        </w:rPr>
        <w:t>_________</w:t>
      </w:r>
      <w:r w:rsidR="00FF2CD0" w:rsidRPr="00BE1C9C">
        <w:rPr>
          <w:rFonts w:ascii="Garamond" w:hAnsi="Garamond" w:cs="Garamond"/>
          <w:color w:val="000000"/>
        </w:rPr>
        <w:t>____</w:t>
      </w:r>
      <w:r w:rsidR="00194D2F" w:rsidRPr="00BE1C9C">
        <w:rPr>
          <w:rFonts w:ascii="Garamond" w:hAnsi="Garamond" w:cs="Garamond"/>
          <w:color w:val="000000"/>
        </w:rPr>
        <w:t xml:space="preserve"> от  </w:t>
      </w:r>
      <w:bookmarkStart w:id="0" w:name="Bookmark70"/>
      <w:r w:rsidR="00FF2CD0" w:rsidRPr="00BE1C9C">
        <w:rPr>
          <w:rFonts w:ascii="Garamond" w:hAnsi="Garamond" w:cs="Garamond"/>
          <w:color w:val="000000"/>
        </w:rPr>
        <w:t>______________</w:t>
      </w:r>
      <w:r w:rsidR="00DA1010" w:rsidRPr="00BE1C9C">
        <w:rPr>
          <w:rFonts w:ascii="Garamond" w:hAnsi="Garamond" w:cs="Garamond"/>
          <w:color w:val="000000"/>
        </w:rPr>
        <w:t xml:space="preserve"> </w:t>
      </w:r>
      <w:bookmarkEnd w:id="0"/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/>
        <w:jc w:val="both"/>
        <w:rPr>
          <w:rFonts w:ascii="Garamond" w:hAnsi="Garamond" w:cs="Garamond"/>
          <w:color w:val="000000"/>
        </w:rPr>
      </w:pPr>
    </w:p>
    <w:p w:rsidR="00AF08D8" w:rsidRPr="00BE1C9C" w:rsidRDefault="00AF08D8" w:rsidP="00E144F9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480A7B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46" w:hanging="20"/>
        <w:jc w:val="both"/>
        <w:rPr>
          <w:rFonts w:ascii="Garamond" w:hAnsi="Garamond" w:cs="Garamond"/>
          <w:color w:val="000000"/>
        </w:rPr>
      </w:pP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b/>
          <w:bCs/>
          <w:color w:val="000000"/>
        </w:rPr>
      </w:pPr>
      <w:r w:rsidRPr="00BE1C9C">
        <w:rPr>
          <w:rFonts w:ascii="Garamond" w:hAnsi="Garamond" w:cs="Garamond"/>
          <w:b/>
          <w:bCs/>
          <w:color w:val="000000"/>
        </w:rPr>
        <w:t>АКТ</w:t>
      </w:r>
    </w:p>
    <w:p w:rsidR="00480A7B" w:rsidRPr="00BE1C9C" w:rsidRDefault="00480A7B" w:rsidP="007E721E">
      <w:pPr>
        <w:widowControl w:val="0"/>
        <w:autoSpaceDE w:val="0"/>
        <w:autoSpaceDN w:val="0"/>
        <w:adjustRightInd w:val="0"/>
        <w:ind w:right="140"/>
        <w:jc w:val="center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приема-передачи </w:t>
      </w:r>
      <w:r w:rsidR="00BB2D06" w:rsidRPr="00BE1C9C">
        <w:rPr>
          <w:rFonts w:ascii="Garamond" w:hAnsi="Garamond" w:cs="Garamond"/>
          <w:color w:val="000000"/>
        </w:rPr>
        <w:t>объекта незавершенного строительства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D4036B" w:rsidRPr="00BE1C9C" w:rsidRDefault="00BB2D06" w:rsidP="007E721E">
      <w:pPr>
        <w:widowControl w:val="0"/>
        <w:tabs>
          <w:tab w:val="left" w:pos="7797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b/>
          <w:color w:val="000000"/>
        </w:rPr>
      </w:pPr>
      <w:r w:rsidRPr="00BE1C9C">
        <w:rPr>
          <w:rFonts w:ascii="Garamond" w:hAnsi="Garamond" w:cs="Garamond"/>
          <w:color w:val="000000"/>
        </w:rPr>
        <w:t>г.</w:t>
      </w:r>
      <w:r w:rsidR="00BE1C9C">
        <w:rPr>
          <w:rFonts w:ascii="Garamond" w:hAnsi="Garamond" w:cs="Garamond"/>
          <w:color w:val="000000"/>
        </w:rPr>
        <w:t xml:space="preserve"> </w:t>
      </w:r>
      <w:r w:rsidRPr="00BE1C9C">
        <w:rPr>
          <w:rFonts w:ascii="Garamond" w:hAnsi="Garamond" w:cs="Garamond"/>
          <w:color w:val="000000"/>
        </w:rPr>
        <w:t>Омск</w:t>
      </w:r>
      <w:r w:rsidR="00BE1C9C">
        <w:rPr>
          <w:rFonts w:ascii="Garamond" w:hAnsi="Garamond" w:cs="Garamond"/>
          <w:color w:val="000000"/>
        </w:rPr>
        <w:t xml:space="preserve">                                                                                                          </w:t>
      </w:r>
      <w:r w:rsidRPr="00BE1C9C">
        <w:rPr>
          <w:rFonts w:ascii="Garamond" w:hAnsi="Garamond" w:cs="Garamond"/>
          <w:color w:val="000000"/>
        </w:rPr>
        <w:t>«</w:t>
      </w:r>
      <w:r w:rsidRPr="00BE1C9C">
        <w:rPr>
          <w:rFonts w:ascii="Garamond" w:hAnsi="Garamond" w:cs="Garamond"/>
          <w:b/>
          <w:color w:val="000000"/>
        </w:rPr>
        <w:t>____</w:t>
      </w:r>
      <w:r w:rsidRPr="00BE1C9C">
        <w:rPr>
          <w:rFonts w:ascii="Garamond" w:hAnsi="Garamond" w:cs="Garamond"/>
          <w:color w:val="000000"/>
        </w:rPr>
        <w:t>»</w:t>
      </w:r>
      <w:r w:rsidRPr="00BE1C9C">
        <w:rPr>
          <w:rFonts w:ascii="Garamond" w:hAnsi="Garamond" w:cs="Garamond"/>
          <w:b/>
          <w:color w:val="000000"/>
        </w:rPr>
        <w:t>__________</w:t>
      </w:r>
      <w:r w:rsidRPr="00BE1C9C">
        <w:rPr>
          <w:rFonts w:ascii="Garamond" w:hAnsi="Garamond" w:cs="Garamond"/>
          <w:color w:val="000000"/>
        </w:rPr>
        <w:t>202</w:t>
      </w:r>
      <w:r w:rsidR="00496D21">
        <w:rPr>
          <w:rFonts w:ascii="Garamond" w:hAnsi="Garamond" w:cs="Garamond"/>
          <w:color w:val="000000"/>
        </w:rPr>
        <w:t>4</w:t>
      </w:r>
      <w:r w:rsidRPr="00BE1C9C">
        <w:rPr>
          <w:rFonts w:ascii="Garamond" w:hAnsi="Garamond" w:cs="Garamond"/>
          <w:color w:val="000000"/>
        </w:rPr>
        <w:t xml:space="preserve"> года</w:t>
      </w:r>
    </w:p>
    <w:p w:rsidR="00750B8B" w:rsidRPr="00BE1C9C" w:rsidRDefault="00750B8B" w:rsidP="007E721E">
      <w:pPr>
        <w:widowControl w:val="0"/>
        <w:tabs>
          <w:tab w:val="left" w:pos="8789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7217EB" w:rsidRPr="00BE1C9C" w:rsidRDefault="00BB2D06" w:rsidP="007E721E">
      <w:pPr>
        <w:widowControl w:val="0"/>
        <w:autoSpaceDE w:val="0"/>
        <w:autoSpaceDN w:val="0"/>
        <w:adjustRightInd w:val="0"/>
        <w:ind w:right="140" w:firstLine="240"/>
        <w:jc w:val="both"/>
        <w:rPr>
          <w:rFonts w:ascii="Garamond" w:hAnsi="Garamond" w:cs="Garamond"/>
          <w:color w:val="000000"/>
        </w:rPr>
      </w:pPr>
      <w:r w:rsidRPr="00BE1C9C">
        <w:rPr>
          <w:rFonts w:ascii="Garamond" w:hAnsi="Garamond" w:cs="Garamond"/>
          <w:color w:val="000000"/>
        </w:rPr>
        <w:t xml:space="preserve">      </w:t>
      </w:r>
      <w:proofErr w:type="gramStart"/>
      <w:r w:rsidR="007217EB" w:rsidRPr="00BE1C9C">
        <w:rPr>
          <w:rFonts w:ascii="Garamond" w:hAnsi="Garamond" w:cs="Garamond"/>
          <w:color w:val="000000"/>
        </w:rPr>
        <w:t xml:space="preserve">Мы, нижеподписавшиеся, </w:t>
      </w:r>
      <w:r w:rsidRPr="00BE1C9C">
        <w:rPr>
          <w:rFonts w:ascii="Garamond" w:hAnsi="Garamond" w:cs="Garamond"/>
          <w:color w:val="000000"/>
        </w:rPr>
        <w:t>д</w:t>
      </w:r>
      <w:r w:rsidRPr="00BE1C9C">
        <w:rPr>
          <w:rFonts w:ascii="Garamond" w:hAnsi="Garamond"/>
          <w:color w:val="000000"/>
        </w:rPr>
        <w:t>епартамент имущественных отношений Администрации города Омска</w:t>
      </w:r>
      <w:r w:rsidR="00BE1C9C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в лице </w:t>
      </w:r>
      <w:r w:rsidR="004C7A6D">
        <w:rPr>
          <w:rFonts w:ascii="Garamond" w:hAnsi="Garamond"/>
          <w:color w:val="000000"/>
        </w:rPr>
        <w:t>_____________________________</w:t>
      </w:r>
      <w:r w:rsidR="0066682F" w:rsidRPr="00BE1C9C">
        <w:rPr>
          <w:rFonts w:ascii="Garamond" w:hAnsi="Garamond"/>
          <w:color w:val="000000"/>
        </w:rPr>
        <w:t xml:space="preserve">, действующего на основании </w:t>
      </w:r>
      <w:r w:rsidR="0066682F" w:rsidRPr="00BE1C9C">
        <w:rPr>
          <w:rFonts w:ascii="Garamond" w:hAnsi="Garamond"/>
        </w:rPr>
        <w:t>Положения</w:t>
      </w:r>
      <w:r w:rsidR="0066682F">
        <w:rPr>
          <w:rFonts w:ascii="Garamond" w:hAnsi="Garamond"/>
        </w:rPr>
        <w:t xml:space="preserve"> </w:t>
      </w:r>
      <w:r w:rsidR="004C7A6D">
        <w:rPr>
          <w:rFonts w:ascii="Garamond" w:hAnsi="Garamond"/>
        </w:rPr>
        <w:br/>
      </w:r>
      <w:r w:rsidR="0066682F" w:rsidRPr="00BE1C9C">
        <w:rPr>
          <w:rFonts w:ascii="Garamond" w:hAnsi="Garamond"/>
        </w:rPr>
        <w:t>о департаменте имущественных отношений Администрации города Омска, утвержденного Решением Омского городского Совета от 26.10.2011 № 452</w:t>
      </w:r>
      <w:r w:rsidR="007A2182">
        <w:rPr>
          <w:rFonts w:ascii="Garamond" w:hAnsi="Garamond"/>
        </w:rPr>
        <w:t>,</w:t>
      </w:r>
      <w:r w:rsidRPr="00BE1C9C">
        <w:rPr>
          <w:rFonts w:ascii="Garamond" w:hAnsi="Garamond"/>
        </w:rPr>
        <w:t xml:space="preserve"> </w:t>
      </w:r>
      <w:r w:rsidRPr="00BE1C9C">
        <w:rPr>
          <w:rFonts w:ascii="Garamond" w:hAnsi="Garamond"/>
          <w:color w:val="000000"/>
        </w:rPr>
        <w:t xml:space="preserve">от имени собственника объекта незавершенного строительства </w:t>
      </w:r>
      <w:r w:rsidR="001653DF">
        <w:rPr>
          <w:rFonts w:ascii="Garamond" w:hAnsi="Garamond"/>
          <w:color w:val="000000"/>
        </w:rPr>
        <w:t>Волошиной Татьяны Сергеевны,</w:t>
      </w:r>
      <w:r w:rsidR="001653DF" w:rsidRPr="00C2726F">
        <w:rPr>
          <w:rFonts w:ascii="Garamond" w:hAnsi="Garamond"/>
          <w:color w:val="000000"/>
        </w:rPr>
        <w:t xml:space="preserve"> </w:t>
      </w:r>
      <w:r w:rsidRPr="00BE1C9C">
        <w:rPr>
          <w:rFonts w:ascii="Garamond" w:hAnsi="Garamond"/>
          <w:color w:val="000000"/>
        </w:rPr>
        <w:t xml:space="preserve">с одной стороны </w:t>
      </w:r>
      <w:r w:rsidR="009649A2">
        <w:rPr>
          <w:rFonts w:ascii="Garamond" w:hAnsi="Garamond"/>
          <w:color w:val="000000"/>
        </w:rPr>
        <w:t xml:space="preserve">                             </w:t>
      </w:r>
      <w:r w:rsidRPr="00BE1C9C">
        <w:rPr>
          <w:rFonts w:ascii="Garamond" w:hAnsi="Garamond"/>
          <w:color w:val="000000"/>
        </w:rPr>
        <w:t xml:space="preserve">и </w:t>
      </w:r>
      <w:r w:rsidR="00371E80">
        <w:rPr>
          <w:rFonts w:ascii="Garamond" w:hAnsi="Garamond"/>
          <w:color w:val="000000"/>
        </w:rPr>
        <w:t>__________________</w:t>
      </w:r>
      <w:r w:rsidR="00611217" w:rsidRPr="00705F50">
        <w:rPr>
          <w:rFonts w:ascii="Garamond" w:hAnsi="Garamond"/>
        </w:rPr>
        <w:t>, действующ</w:t>
      </w:r>
      <w:r w:rsidR="00371E80">
        <w:rPr>
          <w:rFonts w:ascii="Garamond" w:hAnsi="Garamond"/>
        </w:rPr>
        <w:t>его</w:t>
      </w:r>
      <w:r w:rsidR="00611217" w:rsidRPr="00705F50">
        <w:rPr>
          <w:rFonts w:ascii="Garamond" w:hAnsi="Garamond"/>
        </w:rPr>
        <w:t xml:space="preserve"> на основании </w:t>
      </w:r>
      <w:r w:rsidR="00371E80">
        <w:rPr>
          <w:rFonts w:ascii="Garamond" w:hAnsi="Garamond"/>
        </w:rPr>
        <w:t>__________________</w:t>
      </w:r>
      <w:r w:rsidRPr="00BE1C9C">
        <w:rPr>
          <w:rFonts w:ascii="Garamond" w:hAnsi="Garamond"/>
        </w:rPr>
        <w:t xml:space="preserve">, </w:t>
      </w:r>
      <w:r w:rsidR="007217EB" w:rsidRPr="00BE1C9C">
        <w:rPr>
          <w:rFonts w:ascii="Garamond" w:hAnsi="Garamond" w:cs="Garamond"/>
          <w:color w:val="000000"/>
        </w:rPr>
        <w:t xml:space="preserve">с другой стороны, </w:t>
      </w:r>
      <w:r w:rsidR="00C5392B">
        <w:rPr>
          <w:rFonts w:ascii="Garamond" w:hAnsi="Garamond" w:cs="Garamond"/>
          <w:color w:val="000000"/>
        </w:rPr>
        <w:t xml:space="preserve">      </w:t>
      </w:r>
      <w:r w:rsidR="00874F94" w:rsidRPr="00BE1C9C">
        <w:rPr>
          <w:rFonts w:ascii="Garamond" w:hAnsi="Garamond" w:cs="Garamond"/>
          <w:color w:val="000000"/>
        </w:rPr>
        <w:t>на основании заключ</w:t>
      </w:r>
      <w:r w:rsidR="00912D90">
        <w:rPr>
          <w:rFonts w:ascii="Garamond" w:hAnsi="Garamond" w:cs="Garamond"/>
          <w:color w:val="000000"/>
        </w:rPr>
        <w:t>е</w:t>
      </w:r>
      <w:r w:rsidR="00874F94" w:rsidRPr="00BE1C9C">
        <w:rPr>
          <w:rFonts w:ascii="Garamond" w:hAnsi="Garamond" w:cs="Garamond"/>
          <w:color w:val="000000"/>
        </w:rPr>
        <w:t xml:space="preserve">нного договора </w:t>
      </w:r>
      <w:r w:rsidRPr="00BE1C9C">
        <w:rPr>
          <w:rFonts w:ascii="Garamond" w:hAnsi="Garamond" w:cs="Garamond"/>
          <w:color w:val="000000"/>
        </w:rPr>
        <w:t>купли-продажи</w:t>
      </w:r>
      <w:r w:rsidR="00C5392B">
        <w:rPr>
          <w:rFonts w:ascii="Garamond" w:hAnsi="Garamond" w:cs="Garamond"/>
          <w:color w:val="000000"/>
        </w:rPr>
        <w:t xml:space="preserve"> объекта незавершенного строительства</w:t>
      </w:r>
      <w:r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№ </w:t>
      </w:r>
      <w:r w:rsidR="003110AF" w:rsidRPr="00BE1C9C">
        <w:rPr>
          <w:rFonts w:ascii="Garamond" w:hAnsi="Garamond" w:cs="Garamond"/>
          <w:b/>
          <w:color w:val="000000"/>
        </w:rPr>
        <w:t>______</w:t>
      </w:r>
      <w:r w:rsidR="003110AF" w:rsidRPr="00BE1C9C">
        <w:rPr>
          <w:rFonts w:ascii="Garamond" w:hAnsi="Garamond" w:cs="Garamond"/>
          <w:color w:val="000000"/>
        </w:rPr>
        <w:t xml:space="preserve"> от </w:t>
      </w:r>
      <w:r w:rsidR="00FF2CD0" w:rsidRPr="00BE1C9C">
        <w:rPr>
          <w:rFonts w:ascii="Garamond" w:hAnsi="Garamond" w:cs="Garamond"/>
          <w:b/>
          <w:color w:val="000000"/>
        </w:rPr>
        <w:t>_______________</w:t>
      </w:r>
      <w:r w:rsidR="00194D2F" w:rsidRPr="00BE1C9C">
        <w:rPr>
          <w:rFonts w:ascii="Garamond" w:hAnsi="Garamond" w:cs="Garamond"/>
          <w:b/>
          <w:color w:val="000000"/>
        </w:rPr>
        <w:t> </w:t>
      </w:r>
      <w:r w:rsidR="00874F94" w:rsidRPr="00BE1C9C">
        <w:rPr>
          <w:rFonts w:ascii="Garamond" w:hAnsi="Garamond" w:cs="Garamond"/>
          <w:color w:val="000000"/>
        </w:rPr>
        <w:t xml:space="preserve"> </w:t>
      </w:r>
      <w:r w:rsidR="007217EB" w:rsidRPr="00BE1C9C">
        <w:rPr>
          <w:rFonts w:ascii="Garamond" w:hAnsi="Garamond" w:cs="Garamond"/>
          <w:color w:val="000000"/>
        </w:rPr>
        <w:t>произвели прием и</w:t>
      </w:r>
      <w:proofErr w:type="gramEnd"/>
      <w:r w:rsidR="007217EB" w:rsidRPr="00BE1C9C">
        <w:rPr>
          <w:rFonts w:ascii="Garamond" w:hAnsi="Garamond" w:cs="Garamond"/>
          <w:color w:val="000000"/>
        </w:rPr>
        <w:t xml:space="preserve"> передачу объекта</w:t>
      </w:r>
      <w:r w:rsidR="00E6434E" w:rsidRPr="00BE1C9C">
        <w:rPr>
          <w:rFonts w:ascii="Garamond" w:hAnsi="Garamond" w:cs="Garamond"/>
          <w:color w:val="000000"/>
        </w:rPr>
        <w:t>:</w:t>
      </w:r>
    </w:p>
    <w:p w:rsidR="00BB7FB7" w:rsidRPr="00BE1C9C" w:rsidRDefault="00BB7FB7" w:rsidP="007E721E">
      <w:pPr>
        <w:widowControl w:val="0"/>
        <w:autoSpaceDE w:val="0"/>
        <w:autoSpaceDN w:val="0"/>
        <w:adjustRightInd w:val="0"/>
        <w:ind w:left="420" w:right="140" w:hanging="180"/>
        <w:rPr>
          <w:rFonts w:ascii="Garamond" w:hAnsi="Garamond" w:cs="Garamond"/>
          <w:color w:val="000000"/>
        </w:rPr>
      </w:pPr>
    </w:p>
    <w:p w:rsidR="00821833" w:rsidRPr="00C2726F" w:rsidRDefault="00371E80" w:rsidP="00641D6E">
      <w:pPr>
        <w:autoSpaceDE w:val="0"/>
        <w:autoSpaceDN w:val="0"/>
        <w:adjustRightInd w:val="0"/>
        <w:ind w:right="140" w:firstLine="708"/>
        <w:jc w:val="both"/>
        <w:rPr>
          <w:rFonts w:ascii="Garamond" w:hAnsi="Garamond"/>
          <w:sz w:val="28"/>
          <w:szCs w:val="28"/>
        </w:rPr>
      </w:pPr>
      <w:r w:rsidRPr="00371E80">
        <w:rPr>
          <w:rFonts w:ascii="Garamond" w:hAnsi="Garamond"/>
          <w:color w:val="000000"/>
        </w:rPr>
        <w:t>1.</w:t>
      </w:r>
      <w:r>
        <w:rPr>
          <w:rFonts w:ascii="Garamond" w:hAnsi="Garamond"/>
          <w:color w:val="000000"/>
        </w:rPr>
        <w:t xml:space="preserve"> </w:t>
      </w:r>
      <w:proofErr w:type="gramStart"/>
      <w:r w:rsidR="00D75590" w:rsidRPr="00371E80">
        <w:rPr>
          <w:rFonts w:ascii="Garamond" w:hAnsi="Garamond"/>
          <w:color w:val="000000"/>
        </w:rPr>
        <w:t>В соответствии с договором купли-продажи</w:t>
      </w:r>
      <w:r w:rsidR="00C5392B">
        <w:rPr>
          <w:rFonts w:ascii="Garamond" w:hAnsi="Garamond"/>
          <w:color w:val="000000"/>
        </w:rPr>
        <w:t xml:space="preserve"> объекта незавершенного строительства</w:t>
      </w:r>
      <w:r w:rsidR="00D75590" w:rsidRPr="00371E80">
        <w:rPr>
          <w:rFonts w:ascii="Garamond" w:hAnsi="Garamond"/>
          <w:color w:val="000000"/>
        </w:rPr>
        <w:t xml:space="preserve"> </w:t>
      </w:r>
      <w:r w:rsidR="00C5392B">
        <w:rPr>
          <w:rFonts w:ascii="Garamond" w:hAnsi="Garamond"/>
          <w:color w:val="000000"/>
        </w:rPr>
        <w:t xml:space="preserve">         </w:t>
      </w:r>
      <w:r w:rsidR="00D75590" w:rsidRPr="00371E80">
        <w:rPr>
          <w:rFonts w:ascii="Garamond" w:hAnsi="Garamond"/>
          <w:color w:val="000000"/>
        </w:rPr>
        <w:t xml:space="preserve">№ _______ от _____________ Продавец передает, а Покупатель принимает </w:t>
      </w:r>
      <w:r w:rsidR="0042768A" w:rsidRPr="00C2726F">
        <w:rPr>
          <w:rFonts w:ascii="Garamond" w:hAnsi="Garamond"/>
          <w:color w:val="000000"/>
        </w:rPr>
        <w:t xml:space="preserve">объект </w:t>
      </w:r>
      <w:r w:rsidR="0042768A" w:rsidRPr="00C2726F">
        <w:rPr>
          <w:rFonts w:ascii="Garamond" w:hAnsi="Garamond"/>
        </w:rPr>
        <w:t xml:space="preserve">незавершенного строительства с кадастровым номером </w:t>
      </w:r>
      <w:r w:rsidR="009649A2">
        <w:rPr>
          <w:rFonts w:ascii="Garamond" w:eastAsia="TimesNewRomanPSMT" w:hAnsi="Garamond"/>
        </w:rPr>
        <w:t>55:36:010101:1056</w:t>
      </w:r>
      <w:r w:rsidR="009649A2" w:rsidRPr="00C2726F">
        <w:rPr>
          <w:rFonts w:ascii="Garamond" w:hAnsi="Garamond"/>
        </w:rPr>
        <w:t xml:space="preserve">, площадью </w:t>
      </w:r>
      <w:r w:rsidR="009649A2">
        <w:rPr>
          <w:rFonts w:ascii="Garamond" w:hAnsi="Garamond"/>
        </w:rPr>
        <w:t>29,7 кв. м.,</w:t>
      </w:r>
      <w:r w:rsidR="009649A2" w:rsidRPr="00C2726F">
        <w:rPr>
          <w:rFonts w:ascii="Garamond" w:hAnsi="Garamond"/>
        </w:rPr>
        <w:t xml:space="preserve"> расположенный по адресу:</w:t>
      </w:r>
      <w:proofErr w:type="gramEnd"/>
      <w:r w:rsidR="009649A2" w:rsidRPr="00C2726F">
        <w:rPr>
          <w:rFonts w:ascii="Garamond" w:hAnsi="Garamond"/>
        </w:rPr>
        <w:t xml:space="preserve"> </w:t>
      </w:r>
      <w:proofErr w:type="gramStart"/>
      <w:r w:rsidR="009649A2">
        <w:rPr>
          <w:rFonts w:ascii="Garamond" w:hAnsi="Garamond"/>
        </w:rPr>
        <w:t>Омская</w:t>
      </w:r>
      <w:proofErr w:type="gramEnd"/>
      <w:r w:rsidR="00C5392B">
        <w:rPr>
          <w:rFonts w:ascii="Garamond" w:hAnsi="Garamond"/>
        </w:rPr>
        <w:t xml:space="preserve"> обл., г. Омск, </w:t>
      </w:r>
      <w:proofErr w:type="spellStart"/>
      <w:r w:rsidR="009649A2">
        <w:rPr>
          <w:rFonts w:ascii="Garamond" w:hAnsi="Garamond"/>
        </w:rPr>
        <w:t>мкр</w:t>
      </w:r>
      <w:proofErr w:type="spellEnd"/>
      <w:r w:rsidR="009649A2">
        <w:rPr>
          <w:rFonts w:ascii="Garamond" w:hAnsi="Garamond"/>
        </w:rPr>
        <w:t xml:space="preserve">. </w:t>
      </w:r>
      <w:proofErr w:type="gramStart"/>
      <w:r w:rsidR="009649A2">
        <w:rPr>
          <w:rFonts w:ascii="Garamond" w:hAnsi="Garamond"/>
        </w:rPr>
        <w:t xml:space="preserve">Береговой, ул. П.Г. Косенкова, д. 74, корп. 1 </w:t>
      </w:r>
      <w:r w:rsidR="009649A2" w:rsidRPr="00C2726F">
        <w:rPr>
          <w:rFonts w:ascii="Garamond" w:hAnsi="Garamond"/>
        </w:rPr>
        <w:t>(далее – Объект).</w:t>
      </w:r>
      <w:proofErr w:type="gramEnd"/>
    </w:p>
    <w:p w:rsidR="009649A2" w:rsidRDefault="009649A2" w:rsidP="00641D6E">
      <w:pPr>
        <w:ind w:right="140" w:firstLine="706"/>
        <w:jc w:val="both"/>
        <w:rPr>
          <w:rFonts w:ascii="Garamond" w:hAnsi="Garamond"/>
          <w:color w:val="000000"/>
        </w:rPr>
      </w:pPr>
      <w:r w:rsidRPr="00506D09">
        <w:rPr>
          <w:rFonts w:ascii="Garamond" w:hAnsi="Garamond"/>
          <w:color w:val="000000"/>
        </w:rPr>
        <w:t xml:space="preserve">Объект расположен на земельном участке с кадастровым номером </w:t>
      </w:r>
      <w:r>
        <w:rPr>
          <w:rFonts w:ascii="Garamond" w:eastAsia="TimesNewRomanPSMT" w:hAnsi="Garamond"/>
        </w:rPr>
        <w:t>55:36:010107:1417</w:t>
      </w:r>
      <w:r w:rsidRPr="00EA7C3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площадью 933,0 кв. м.,</w:t>
      </w:r>
      <w:r w:rsidRPr="00506D09">
        <w:rPr>
          <w:rFonts w:ascii="Garamond" w:hAnsi="Garamond"/>
        </w:rPr>
        <w:t xml:space="preserve"> местоположение: </w:t>
      </w:r>
      <w:proofErr w:type="gramStart"/>
      <w:r>
        <w:rPr>
          <w:rFonts w:ascii="Garamond" w:hAnsi="Garamond"/>
        </w:rPr>
        <w:t>Омс</w:t>
      </w:r>
      <w:r w:rsidR="0009254C">
        <w:rPr>
          <w:rFonts w:ascii="Garamond" w:hAnsi="Garamond"/>
        </w:rPr>
        <w:t>кая</w:t>
      </w:r>
      <w:proofErr w:type="gramEnd"/>
      <w:r w:rsidR="0009254C">
        <w:rPr>
          <w:rFonts w:ascii="Garamond" w:hAnsi="Garamond"/>
        </w:rPr>
        <w:t xml:space="preserve"> обл., г. Омск,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м</w:t>
      </w:r>
      <w:r w:rsidR="0009254C">
        <w:rPr>
          <w:rFonts w:ascii="Garamond" w:hAnsi="Garamond"/>
        </w:rPr>
        <w:t>кр</w:t>
      </w:r>
      <w:proofErr w:type="spellEnd"/>
      <w:r w:rsidR="0009254C">
        <w:rPr>
          <w:rFonts w:ascii="Garamond" w:hAnsi="Garamond"/>
        </w:rPr>
        <w:t xml:space="preserve">. </w:t>
      </w:r>
      <w:proofErr w:type="gramStart"/>
      <w:r w:rsidR="0009254C">
        <w:rPr>
          <w:rFonts w:ascii="Garamond" w:hAnsi="Garamond"/>
        </w:rPr>
        <w:t xml:space="preserve">Береговой, </w:t>
      </w:r>
      <w:r>
        <w:rPr>
          <w:rFonts w:ascii="Garamond" w:hAnsi="Garamond"/>
        </w:rPr>
        <w:t xml:space="preserve">ул. П.Г. Косенкова, </w:t>
      </w:r>
      <w:r w:rsidR="0009254C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д. 74, корп. 1 </w:t>
      </w:r>
      <w:r w:rsidRPr="00506D09">
        <w:rPr>
          <w:rFonts w:ascii="Garamond" w:hAnsi="Garamond"/>
        </w:rPr>
        <w:t>(далее – Участок)</w:t>
      </w:r>
      <w:r w:rsidRPr="00506D09">
        <w:rPr>
          <w:rFonts w:ascii="Garamond" w:hAnsi="Garamond"/>
          <w:color w:val="000000"/>
        </w:rPr>
        <w:t xml:space="preserve">. </w:t>
      </w:r>
      <w:proofErr w:type="gramEnd"/>
    </w:p>
    <w:p w:rsidR="00641D6E" w:rsidRDefault="00641D6E" w:rsidP="00641D6E">
      <w:pPr>
        <w:ind w:right="140" w:firstLine="706"/>
        <w:jc w:val="both"/>
        <w:rPr>
          <w:rFonts w:ascii="Garamond" w:eastAsia="TimesNewRomanPSMT" w:hAnsi="Garamond"/>
        </w:rPr>
      </w:pPr>
      <w:r w:rsidRPr="00C2726F">
        <w:rPr>
          <w:rFonts w:ascii="Garamond" w:hAnsi="Garamond"/>
          <w:color w:val="000000"/>
        </w:rPr>
        <w:t xml:space="preserve">Вид разрешенного использования: </w:t>
      </w:r>
      <w:r>
        <w:rPr>
          <w:rFonts w:ascii="Garamond" w:eastAsia="TimesNewRomanPSMT" w:hAnsi="Garamond"/>
          <w:szCs w:val="28"/>
        </w:rPr>
        <w:t>под строительство малоэтажных жилых домов.</w:t>
      </w:r>
    </w:p>
    <w:p w:rsidR="00641D6E" w:rsidRPr="00BF77E7" w:rsidRDefault="00641D6E" w:rsidP="00641D6E">
      <w:pPr>
        <w:ind w:right="140" w:firstLine="706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Категория земель: земли населенных пунктов.</w:t>
      </w:r>
    </w:p>
    <w:p w:rsidR="00496D21" w:rsidRPr="00B5721F" w:rsidRDefault="00496D21" w:rsidP="00496D21">
      <w:pPr>
        <w:ind w:right="140" w:firstLine="706"/>
        <w:jc w:val="both"/>
        <w:rPr>
          <w:rFonts w:ascii="Garamond" w:hAnsi="Garamond"/>
          <w:color w:val="000000"/>
        </w:rPr>
      </w:pPr>
      <w:r w:rsidRPr="00B5721F">
        <w:rPr>
          <w:rFonts w:ascii="Garamond" w:hAnsi="Garamond"/>
          <w:color w:val="000000"/>
        </w:rPr>
        <w:t xml:space="preserve">Территориальная зона: </w:t>
      </w:r>
      <w:r w:rsidRPr="00B5721F">
        <w:rPr>
          <w:rFonts w:ascii="Garamond" w:eastAsia="Calibri" w:hAnsi="Garamond"/>
        </w:rPr>
        <w:t xml:space="preserve">Участок с кадастровым номером </w:t>
      </w:r>
      <w:r>
        <w:rPr>
          <w:rFonts w:ascii="Garamond" w:eastAsia="TimesNewRomanPSMT" w:hAnsi="Garamond"/>
        </w:rPr>
        <w:t xml:space="preserve">55:36:010107:1417 </w:t>
      </w:r>
      <w:r w:rsidRPr="00B5721F">
        <w:rPr>
          <w:rFonts w:ascii="Garamond" w:eastAsia="Calibri" w:hAnsi="Garamond"/>
        </w:rPr>
        <w:t>расположе</w:t>
      </w:r>
      <w:r>
        <w:rPr>
          <w:rFonts w:ascii="Garamond" w:eastAsia="Calibri" w:hAnsi="Garamond"/>
        </w:rPr>
        <w:t>н              в территориальной зоне</w:t>
      </w:r>
      <w:r w:rsidRPr="00B5721F">
        <w:rPr>
          <w:rStyle w:val="10"/>
          <w:rFonts w:ascii="Garamond" w:hAnsi="Garamond"/>
          <w:kern w:val="2"/>
          <w:lang w:eastAsia="zh-CN"/>
        </w:rPr>
        <w:t xml:space="preserve"> </w:t>
      </w:r>
      <w:r w:rsidRPr="00B5721F">
        <w:rPr>
          <w:rFonts w:ascii="Garamond" w:eastAsiaTheme="minorHAnsi" w:hAnsi="Garamond"/>
          <w:lang w:eastAsia="en-US"/>
        </w:rPr>
        <w:t>индивидуальной жилой застройки</w:t>
      </w:r>
      <w:r>
        <w:rPr>
          <w:rFonts w:ascii="Garamond" w:eastAsiaTheme="minorHAnsi" w:hAnsi="Garamond"/>
          <w:lang w:eastAsia="en-US"/>
        </w:rPr>
        <w:t xml:space="preserve"> </w:t>
      </w:r>
      <w:r w:rsidRPr="00877F1D">
        <w:rPr>
          <w:rFonts w:ascii="Garamond" w:hAnsi="Garamond"/>
          <w:bCs/>
          <w:kern w:val="2"/>
          <w:lang w:eastAsia="zh-CN"/>
        </w:rPr>
        <w:t>Ж-2/159</w:t>
      </w:r>
      <w:r w:rsidRPr="00774419">
        <w:rPr>
          <w:rFonts w:ascii="Garamond" w:hAnsi="Garamond"/>
          <w:szCs w:val="28"/>
          <w:lang w:eastAsia="en-US"/>
        </w:rPr>
        <w:t>.</w:t>
      </w:r>
    </w:p>
    <w:p w:rsidR="00480A7B" w:rsidRPr="00BE1C9C" w:rsidRDefault="00BE1C9C" w:rsidP="00641D6E">
      <w:pPr>
        <w:ind w:right="140" w:firstLine="706"/>
        <w:jc w:val="both"/>
        <w:rPr>
          <w:rFonts w:ascii="Garamond" w:hAnsi="Garamond" w:cs="Garamond"/>
          <w:b/>
          <w:color w:val="000000"/>
        </w:rPr>
      </w:pPr>
      <w:r>
        <w:rPr>
          <w:rFonts w:ascii="Garamond" w:hAnsi="Garamond" w:cs="Garamond"/>
          <w:color w:val="000000"/>
        </w:rPr>
        <w:t xml:space="preserve">2. </w:t>
      </w:r>
      <w:r w:rsidR="00480A7B" w:rsidRPr="00BE1C9C">
        <w:rPr>
          <w:rFonts w:ascii="Garamond" w:hAnsi="Garamond" w:cs="Garamond"/>
          <w:color w:val="000000"/>
        </w:rPr>
        <w:t>Настоящий акт является неотъе</w:t>
      </w:r>
      <w:r w:rsidR="001B788E" w:rsidRPr="00BE1C9C">
        <w:rPr>
          <w:rFonts w:ascii="Garamond" w:hAnsi="Garamond" w:cs="Garamond"/>
          <w:color w:val="000000"/>
        </w:rPr>
        <w:t xml:space="preserve">млемой частью </w:t>
      </w:r>
      <w:r w:rsidR="00D75590">
        <w:rPr>
          <w:rFonts w:ascii="Garamond" w:hAnsi="Garamond" w:cs="Garamond"/>
          <w:color w:val="000000"/>
        </w:rPr>
        <w:t>названн</w:t>
      </w:r>
      <w:r w:rsidR="00053E20">
        <w:rPr>
          <w:rFonts w:ascii="Garamond" w:hAnsi="Garamond" w:cs="Garamond"/>
          <w:color w:val="000000"/>
        </w:rPr>
        <w:t xml:space="preserve">ого выше договора, составлен </w:t>
      </w:r>
      <w:r w:rsidR="00403DA7">
        <w:rPr>
          <w:rFonts w:ascii="Garamond" w:hAnsi="Garamond" w:cs="Garamond"/>
          <w:color w:val="000000"/>
        </w:rPr>
        <w:t xml:space="preserve">                   </w:t>
      </w:r>
      <w:r w:rsidR="00053E20">
        <w:rPr>
          <w:rFonts w:ascii="Garamond" w:hAnsi="Garamond" w:cs="Garamond"/>
          <w:color w:val="000000"/>
        </w:rPr>
        <w:t xml:space="preserve">в </w:t>
      </w:r>
      <w:r w:rsidR="00641D6E">
        <w:rPr>
          <w:rFonts w:ascii="Garamond" w:hAnsi="Garamond" w:cs="Garamond"/>
          <w:color w:val="000000"/>
        </w:rPr>
        <w:t>3</w:t>
      </w:r>
      <w:r w:rsidR="00D75590">
        <w:rPr>
          <w:rFonts w:ascii="Garamond" w:hAnsi="Garamond" w:cs="Garamond"/>
          <w:color w:val="000000"/>
        </w:rPr>
        <w:t xml:space="preserve">-х экземплярах, </w:t>
      </w:r>
      <w:r w:rsidR="00641D6E">
        <w:rPr>
          <w:rFonts w:ascii="Garamond" w:hAnsi="Garamond" w:cs="Garamond"/>
          <w:color w:val="000000"/>
        </w:rPr>
        <w:t>два</w:t>
      </w:r>
      <w:r w:rsidR="00D75590">
        <w:rPr>
          <w:rFonts w:ascii="Garamond" w:hAnsi="Garamond" w:cs="Garamond"/>
          <w:color w:val="000000"/>
        </w:rPr>
        <w:t xml:space="preserve"> – для </w:t>
      </w:r>
      <w:r w:rsidR="00371E80">
        <w:rPr>
          <w:rFonts w:ascii="Garamond" w:hAnsi="Garamond" w:cs="Garamond"/>
          <w:color w:val="000000"/>
        </w:rPr>
        <w:t>Продавца, один – для Покупателя</w:t>
      </w:r>
      <w:r w:rsidR="00D75590">
        <w:rPr>
          <w:rFonts w:ascii="Garamond" w:hAnsi="Garamond" w:cs="Garamond"/>
          <w:color w:val="000000"/>
        </w:rPr>
        <w:t>.</w:t>
      </w:r>
    </w:p>
    <w:p w:rsidR="00480A7B" w:rsidRPr="00BE1C9C" w:rsidRDefault="00480A7B" w:rsidP="007E721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both"/>
        <w:rPr>
          <w:rFonts w:ascii="Garamond" w:hAnsi="Garamond" w:cs="Garamond"/>
          <w:color w:val="000000"/>
        </w:rPr>
      </w:pPr>
    </w:p>
    <w:p w:rsidR="00480A7B" w:rsidRPr="00BE1C9C" w:rsidRDefault="007E1BF2" w:rsidP="007E1BF2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left="426" w:right="140"/>
        <w:jc w:val="center"/>
        <w:rPr>
          <w:rFonts w:ascii="Garamond" w:hAnsi="Garamond" w:cs="Garamond"/>
          <w:color w:val="000000"/>
        </w:rPr>
      </w:pPr>
      <w:r>
        <w:rPr>
          <w:rFonts w:ascii="Garamond" w:hAnsi="Garamond" w:cs="Garamond"/>
          <w:color w:val="000000"/>
        </w:rPr>
        <w:t>ПОДПИСИ СТОРОН, УЧАСТВУЮЩИХ В СОСТАВЛЕНИИ АКТА:</w:t>
      </w:r>
    </w:p>
    <w:p w:rsidR="00D418E0" w:rsidRPr="00BE1C9C" w:rsidRDefault="00D418E0" w:rsidP="00641D6E">
      <w:pPr>
        <w:widowControl w:val="0"/>
        <w:tabs>
          <w:tab w:val="left" w:pos="709"/>
          <w:tab w:val="left" w:pos="2552"/>
          <w:tab w:val="left" w:pos="5529"/>
          <w:tab w:val="left" w:pos="7230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p w:rsidR="00535281" w:rsidRDefault="00D418E0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 w:rsidRPr="00BE1C9C">
        <w:rPr>
          <w:rFonts w:ascii="Garamond" w:hAnsi="Garamond" w:cs="Garamond"/>
          <w:color w:val="000000"/>
        </w:rPr>
        <w:t>Продавец</w:t>
      </w:r>
      <w:r w:rsidR="00480A7B" w:rsidRPr="00BE1C9C">
        <w:rPr>
          <w:rFonts w:ascii="Garamond" w:hAnsi="Garamond" w:cs="Garamond"/>
          <w:color w:val="000000"/>
        </w:rPr>
        <w:t>:</w:t>
      </w:r>
      <w:r w:rsidR="00E144F9" w:rsidRPr="00E144F9">
        <w:rPr>
          <w:rFonts w:ascii="Garamond" w:hAnsi="Garamond"/>
          <w:color w:val="000000"/>
        </w:rPr>
        <w:t xml:space="preserve"> </w:t>
      </w:r>
      <w:r w:rsidR="00535281">
        <w:rPr>
          <w:rFonts w:ascii="Garamond" w:hAnsi="Garamond"/>
          <w:color w:val="000000"/>
        </w:rPr>
        <w:t>от имени собственника                                           Покупатель:</w:t>
      </w:r>
    </w:p>
    <w:p w:rsidR="00C933DA" w:rsidRPr="00E144F9" w:rsidRDefault="00641D6E" w:rsidP="00021C49">
      <w:pPr>
        <w:widowControl w:val="0"/>
        <w:tabs>
          <w:tab w:val="left" w:pos="709"/>
          <w:tab w:val="left" w:pos="2552"/>
          <w:tab w:val="left" w:pos="4536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Волошиной Татьяны Сергеевны</w:t>
      </w:r>
      <w:r w:rsidR="00C933DA">
        <w:rPr>
          <w:rFonts w:ascii="Garamond" w:hAnsi="Garamond" w:cs="Garamond"/>
          <w:color w:val="000000"/>
        </w:rPr>
        <w:tab/>
      </w:r>
      <w:r w:rsidR="00C933DA">
        <w:rPr>
          <w:rFonts w:ascii="Garamond" w:hAnsi="Garamond" w:cs="Garamond"/>
          <w:color w:val="000000"/>
        </w:rPr>
        <w:tab/>
      </w:r>
    </w:p>
    <w:tbl>
      <w:tblPr>
        <w:tblW w:w="10248" w:type="dxa"/>
        <w:tblLook w:val="04A0"/>
      </w:tblPr>
      <w:tblGrid>
        <w:gridCol w:w="4361"/>
        <w:gridCol w:w="5887"/>
      </w:tblGrid>
      <w:tr w:rsidR="00C933DA" w:rsidRPr="00C933DA" w:rsidTr="0027324A">
        <w:tc>
          <w:tcPr>
            <w:tcW w:w="4361" w:type="dxa"/>
            <w:shd w:val="clear" w:color="auto" w:fill="auto"/>
          </w:tcPr>
          <w:p w:rsidR="0042768A" w:rsidRDefault="0042768A" w:rsidP="00C933DA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Департамент имущественных </w:t>
            </w:r>
            <w:r w:rsidR="00021C49">
              <w:rPr>
                <w:rFonts w:ascii="Garamond" w:hAnsi="Garamond"/>
                <w:lang w:eastAsia="en-US"/>
              </w:rPr>
              <w:br/>
            </w:r>
            <w:r w:rsidRPr="00C933DA">
              <w:rPr>
                <w:rFonts w:ascii="Garamond" w:hAnsi="Garamond"/>
                <w:lang w:eastAsia="en-US"/>
              </w:rPr>
              <w:t xml:space="preserve">отношений Администрации 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>города Омска</w:t>
            </w:r>
          </w:p>
          <w:p w:rsidR="00C933DA" w:rsidRPr="00C933DA" w:rsidRDefault="00C933DA" w:rsidP="00C933DA">
            <w:pPr>
              <w:jc w:val="both"/>
              <w:rPr>
                <w:rFonts w:ascii="Garamond" w:hAnsi="Garamond"/>
                <w:lang w:eastAsia="en-US"/>
              </w:rPr>
            </w:pPr>
            <w:r w:rsidRPr="00C933DA">
              <w:rPr>
                <w:rFonts w:ascii="Garamond" w:hAnsi="Garamond"/>
                <w:lang w:eastAsia="en-US"/>
              </w:rPr>
              <w:t xml:space="preserve">644024, г. Омск, ул. </w:t>
            </w:r>
            <w:proofErr w:type="gramStart"/>
            <w:r w:rsidRPr="00C933DA">
              <w:rPr>
                <w:rFonts w:ascii="Garamond" w:hAnsi="Garamond"/>
                <w:lang w:eastAsia="en-US"/>
              </w:rPr>
              <w:t>Краснофлотская</w:t>
            </w:r>
            <w:proofErr w:type="gramEnd"/>
            <w:r w:rsidRPr="00C933DA">
              <w:rPr>
                <w:rFonts w:ascii="Garamond" w:hAnsi="Garamond"/>
                <w:lang w:eastAsia="en-US"/>
              </w:rPr>
              <w:t>, д. 8</w:t>
            </w:r>
          </w:p>
          <w:p w:rsidR="00C933DA" w:rsidRPr="00C933DA" w:rsidRDefault="00C933DA" w:rsidP="00C933DA">
            <w:pPr>
              <w:ind w:left="-108"/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C933D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en-US"/>
              </w:rPr>
              <w:t>__________________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>_</w:t>
            </w:r>
          </w:p>
          <w:p w:rsidR="00C933DA" w:rsidRPr="00C933DA" w:rsidRDefault="00C933DA" w:rsidP="00844E6D">
            <w:pPr>
              <w:jc w:val="both"/>
              <w:rPr>
                <w:rFonts w:ascii="Garamond" w:hAnsi="Garamond"/>
                <w:lang w:eastAsia="en-US"/>
              </w:rPr>
            </w:pPr>
          </w:p>
          <w:p w:rsidR="00C933DA" w:rsidRPr="00C933DA" w:rsidRDefault="00844E6D" w:rsidP="00021C49">
            <w:pPr>
              <w:jc w:val="both"/>
              <w:rPr>
                <w:rFonts w:ascii="Garamond" w:hAnsi="Garamond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____________________ 20_</w:t>
            </w:r>
            <w:r w:rsidR="0027324A">
              <w:rPr>
                <w:rFonts w:ascii="Garamond" w:hAnsi="Garamond"/>
                <w:lang w:eastAsia="en-US"/>
              </w:rPr>
              <w:t>_</w:t>
            </w:r>
            <w:r>
              <w:rPr>
                <w:rFonts w:ascii="Garamond" w:hAnsi="Garamond"/>
                <w:lang w:eastAsia="en-US"/>
              </w:rPr>
              <w:t xml:space="preserve">___ </w:t>
            </w:r>
            <w:r w:rsidR="00C933DA" w:rsidRPr="00C933DA">
              <w:rPr>
                <w:rFonts w:ascii="Garamond" w:hAnsi="Garamond"/>
                <w:lang w:eastAsia="en-US"/>
              </w:rPr>
              <w:t>года</w:t>
            </w:r>
          </w:p>
        </w:tc>
        <w:tc>
          <w:tcPr>
            <w:tcW w:w="5887" w:type="dxa"/>
            <w:shd w:val="clear" w:color="auto" w:fill="auto"/>
          </w:tcPr>
          <w:p w:rsidR="00120CAE" w:rsidRDefault="00120CAE"/>
          <w:p w:rsidR="00120CAE" w:rsidRDefault="00120CAE"/>
          <w:p w:rsidR="00120CAE" w:rsidRDefault="00120CAE"/>
          <w:tbl>
            <w:tblPr>
              <w:tblW w:w="5671" w:type="dxa"/>
              <w:tblLook w:val="04A0"/>
            </w:tblPr>
            <w:tblGrid>
              <w:gridCol w:w="5671"/>
            </w:tblGrid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021C49">
                  <w:pPr>
                    <w:rPr>
                      <w:rFonts w:ascii="Garamond" w:hAnsi="Garamond"/>
                      <w:highlight w:val="red"/>
                    </w:rPr>
                  </w:pPr>
                </w:p>
              </w:tc>
            </w:tr>
            <w:tr w:rsidR="00C933DA" w:rsidRPr="00C933DA" w:rsidTr="00E144F9">
              <w:tc>
                <w:tcPr>
                  <w:tcW w:w="5671" w:type="dxa"/>
                  <w:shd w:val="clear" w:color="auto" w:fill="auto"/>
                </w:tcPr>
                <w:p w:rsidR="00C933DA" w:rsidRPr="00C933DA" w:rsidRDefault="00C933DA" w:rsidP="0027324A">
                  <w:pPr>
                    <w:jc w:val="both"/>
                    <w:rPr>
                      <w:rFonts w:ascii="Garamond" w:hAnsi="Garamond"/>
                    </w:rPr>
                  </w:pPr>
                </w:p>
                <w:p w:rsidR="0042768A" w:rsidRDefault="0027324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</w:p>
                <w:p w:rsidR="00C933DA" w:rsidRPr="00C933DA" w:rsidRDefault="0042768A" w:rsidP="00120CAE">
                  <w:pPr>
                    <w:ind w:right="-28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   </w:t>
                  </w:r>
                  <w:r w:rsidR="0027324A">
                    <w:rPr>
                      <w:rFonts w:ascii="Garamond" w:hAnsi="Garamond"/>
                    </w:rPr>
                    <w:t xml:space="preserve"> __</w:t>
                  </w:r>
                  <w:r w:rsidR="00120CAE">
                    <w:rPr>
                      <w:rFonts w:ascii="Garamond" w:hAnsi="Garamond"/>
                    </w:rPr>
                    <w:t>_____</w:t>
                  </w:r>
                  <w:r w:rsidR="0027324A">
                    <w:rPr>
                      <w:rFonts w:ascii="Garamond" w:hAnsi="Garamond"/>
                    </w:rPr>
                    <w:t>__</w:t>
                  </w:r>
                  <w:r w:rsidR="00120CAE">
                    <w:rPr>
                      <w:rFonts w:ascii="Garamond" w:hAnsi="Garamond"/>
                    </w:rPr>
                    <w:t>_________</w:t>
                  </w:r>
                  <w:r w:rsidR="00844E6D">
                    <w:rPr>
                      <w:rFonts w:ascii="Garamond" w:hAnsi="Garamond"/>
                    </w:rPr>
                    <w:t>_</w:t>
                  </w:r>
                </w:p>
                <w:p w:rsidR="00C933DA" w:rsidRPr="00C933DA" w:rsidRDefault="00535281" w:rsidP="00C933DA">
                  <w:pPr>
                    <w:ind w:left="529"/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</w:t>
                  </w:r>
                </w:p>
                <w:p w:rsidR="00C933DA" w:rsidRPr="00C933DA" w:rsidRDefault="0027324A" w:rsidP="00C933DA">
                  <w:pPr>
                    <w:jc w:val="both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 xml:space="preserve">                      </w:t>
                  </w:r>
                  <w:r w:rsidR="00535281">
                    <w:rPr>
                      <w:rFonts w:ascii="Garamond" w:hAnsi="Garamond"/>
                    </w:rPr>
                    <w:t xml:space="preserve">    </w:t>
                  </w:r>
                  <w:r w:rsidR="00C933DA" w:rsidRPr="00C933DA">
                    <w:rPr>
                      <w:rFonts w:ascii="Garamond" w:hAnsi="Garamond"/>
                    </w:rPr>
                    <w:t>___________________ 20_____ года</w:t>
                  </w:r>
                </w:p>
              </w:tc>
            </w:tr>
          </w:tbl>
          <w:p w:rsidR="00C933DA" w:rsidRPr="00C933DA" w:rsidRDefault="00C933DA" w:rsidP="00C933DA">
            <w:pPr>
              <w:overflowPunct w:val="0"/>
              <w:jc w:val="both"/>
              <w:rPr>
                <w:rFonts w:ascii="Garamond" w:hAnsi="Garamond"/>
                <w:lang w:eastAsia="en-US"/>
              </w:rPr>
            </w:pPr>
          </w:p>
        </w:tc>
      </w:tr>
    </w:tbl>
    <w:p w:rsidR="00490AED" w:rsidRPr="00E144F9" w:rsidRDefault="00490AED" w:rsidP="00E144F9">
      <w:pPr>
        <w:widowControl w:val="0"/>
        <w:tabs>
          <w:tab w:val="left" w:pos="709"/>
          <w:tab w:val="left" w:pos="2552"/>
          <w:tab w:val="left" w:pos="5529"/>
          <w:tab w:val="left" w:pos="7088"/>
        </w:tabs>
        <w:autoSpaceDE w:val="0"/>
        <w:autoSpaceDN w:val="0"/>
        <w:adjustRightInd w:val="0"/>
        <w:ind w:right="140"/>
        <w:jc w:val="both"/>
        <w:rPr>
          <w:rFonts w:ascii="Garamond" w:hAnsi="Garamond" w:cs="Garamond"/>
          <w:color w:val="000000"/>
        </w:rPr>
      </w:pPr>
    </w:p>
    <w:sectPr w:rsidR="00490AED" w:rsidRPr="00E144F9" w:rsidSect="00DC7464">
      <w:footerReference w:type="default" r:id="rId8"/>
      <w:pgSz w:w="11906" w:h="16838"/>
      <w:pgMar w:top="567" w:right="425" w:bottom="709" w:left="1276" w:header="709" w:footer="2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9E8" w:rsidRDefault="008539E8" w:rsidP="003B0A53">
      <w:r>
        <w:separator/>
      </w:r>
    </w:p>
  </w:endnote>
  <w:endnote w:type="continuationSeparator" w:id="0">
    <w:p w:rsidR="008539E8" w:rsidRDefault="008539E8" w:rsidP="003B0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3DA" w:rsidRPr="00D76277" w:rsidRDefault="00C933DA" w:rsidP="00D76277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9E8" w:rsidRDefault="008539E8" w:rsidP="003B0A53">
      <w:r>
        <w:separator/>
      </w:r>
    </w:p>
  </w:footnote>
  <w:footnote w:type="continuationSeparator" w:id="0">
    <w:p w:rsidR="008539E8" w:rsidRDefault="008539E8" w:rsidP="003B0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40FF26"/>
    <w:lvl w:ilvl="0">
      <w:numFmt w:val="bullet"/>
      <w:lvlText w:val="*"/>
      <w:lvlJc w:val="left"/>
    </w:lvl>
  </w:abstractNum>
  <w:abstractNum w:abstractNumId="1">
    <w:nsid w:val="0070705F"/>
    <w:multiLevelType w:val="hybridMultilevel"/>
    <w:tmpl w:val="7076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754"/>
    <w:multiLevelType w:val="hybridMultilevel"/>
    <w:tmpl w:val="93E05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3E73"/>
    <w:multiLevelType w:val="multilevel"/>
    <w:tmpl w:val="4474710A"/>
    <w:numStyleLink w:val="1"/>
  </w:abstractNum>
  <w:abstractNum w:abstractNumId="4">
    <w:nsid w:val="187F7FD1"/>
    <w:multiLevelType w:val="multilevel"/>
    <w:tmpl w:val="4474710A"/>
    <w:numStyleLink w:val="1"/>
  </w:abstractNum>
  <w:abstractNum w:abstractNumId="5">
    <w:nsid w:val="255F56EA"/>
    <w:multiLevelType w:val="hybridMultilevel"/>
    <w:tmpl w:val="229AE9C4"/>
    <w:lvl w:ilvl="0" w:tplc="A410A706">
      <w:start w:val="1"/>
      <w:numFmt w:val="decimal"/>
      <w:lvlText w:val="%1."/>
      <w:lvlJc w:val="left"/>
      <w:pPr>
        <w:ind w:left="1726" w:hanging="10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30A56E69"/>
    <w:multiLevelType w:val="multilevel"/>
    <w:tmpl w:val="0F36F1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>
    <w:nsid w:val="5067513F"/>
    <w:multiLevelType w:val="multilevel"/>
    <w:tmpl w:val="7CC2865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49C3A5C"/>
    <w:multiLevelType w:val="hybridMultilevel"/>
    <w:tmpl w:val="55B4500E"/>
    <w:lvl w:ilvl="0" w:tplc="0FF20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AE0F62"/>
    <w:multiLevelType w:val="multilevel"/>
    <w:tmpl w:val="4474710A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0">
    <w:nsid w:val="61636B5B"/>
    <w:multiLevelType w:val="hybridMultilevel"/>
    <w:tmpl w:val="D01A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513C4"/>
    <w:multiLevelType w:val="hybridMultilevel"/>
    <w:tmpl w:val="00AC10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621655"/>
    <w:multiLevelType w:val="multilevel"/>
    <w:tmpl w:val="1E18ED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>
    <w:nsid w:val="74F074D3"/>
    <w:multiLevelType w:val="hybridMultilevel"/>
    <w:tmpl w:val="A27AB1A4"/>
    <w:lvl w:ilvl="0" w:tplc="99E67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ECD621B"/>
    <w:multiLevelType w:val="hybridMultilevel"/>
    <w:tmpl w:val="E604BE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3977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121" w:hanging="576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4265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409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553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697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1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98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29" w:hanging="1584"/>
        </w:pPr>
        <w:rPr>
          <w:rFonts w:hint="default"/>
        </w:rPr>
      </w:lvl>
    </w:lvlOverride>
  </w:num>
  <w:num w:numId="2">
    <w:abstractNumId w:val="9"/>
  </w:num>
  <w:num w:numId="3">
    <w:abstractNumId w:val="11"/>
  </w:num>
  <w:num w:numId="4">
    <w:abstractNumId w:val="13"/>
  </w:num>
  <w:num w:numId="5">
    <w:abstractNumId w:val="1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rPr>
          <w:rFonts w:ascii="Symbol" w:hAnsi="Symbol" w:hint="default"/>
        </w:rPr>
      </w:lvl>
    </w:lvlOverride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10"/>
  </w:num>
  <w:num w:numId="13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84" w:hanging="1584"/>
        </w:pPr>
        <w:rPr>
          <w:rFonts w:hint="default"/>
        </w:rPr>
      </w:lvl>
    </w:lvlOverride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35D"/>
    <w:rsid w:val="00002810"/>
    <w:rsid w:val="00003663"/>
    <w:rsid w:val="00004763"/>
    <w:rsid w:val="000074F4"/>
    <w:rsid w:val="0000767E"/>
    <w:rsid w:val="0001033B"/>
    <w:rsid w:val="00010FE4"/>
    <w:rsid w:val="0001357C"/>
    <w:rsid w:val="0001527F"/>
    <w:rsid w:val="00015DA8"/>
    <w:rsid w:val="000179AA"/>
    <w:rsid w:val="000214D2"/>
    <w:rsid w:val="000218D3"/>
    <w:rsid w:val="00021C49"/>
    <w:rsid w:val="00022B3B"/>
    <w:rsid w:val="00022C66"/>
    <w:rsid w:val="000231D1"/>
    <w:rsid w:val="00025825"/>
    <w:rsid w:val="00025CCB"/>
    <w:rsid w:val="00025EAB"/>
    <w:rsid w:val="000326D9"/>
    <w:rsid w:val="00033E3A"/>
    <w:rsid w:val="000344DC"/>
    <w:rsid w:val="00037C3E"/>
    <w:rsid w:val="0004122E"/>
    <w:rsid w:val="00045F0E"/>
    <w:rsid w:val="00046553"/>
    <w:rsid w:val="00046C0A"/>
    <w:rsid w:val="0005258F"/>
    <w:rsid w:val="00053E20"/>
    <w:rsid w:val="00055501"/>
    <w:rsid w:val="000566C2"/>
    <w:rsid w:val="00060DB5"/>
    <w:rsid w:val="000618F3"/>
    <w:rsid w:val="000629D6"/>
    <w:rsid w:val="0006327D"/>
    <w:rsid w:val="00063332"/>
    <w:rsid w:val="0006458F"/>
    <w:rsid w:val="0006644A"/>
    <w:rsid w:val="00067851"/>
    <w:rsid w:val="000678DB"/>
    <w:rsid w:val="0007409B"/>
    <w:rsid w:val="0007691D"/>
    <w:rsid w:val="0008025C"/>
    <w:rsid w:val="00080DEC"/>
    <w:rsid w:val="000835E9"/>
    <w:rsid w:val="00086CFF"/>
    <w:rsid w:val="000913DD"/>
    <w:rsid w:val="0009254C"/>
    <w:rsid w:val="00092C96"/>
    <w:rsid w:val="000939AD"/>
    <w:rsid w:val="0009490A"/>
    <w:rsid w:val="00097984"/>
    <w:rsid w:val="000A07C3"/>
    <w:rsid w:val="000A33C5"/>
    <w:rsid w:val="000A3FB7"/>
    <w:rsid w:val="000B3503"/>
    <w:rsid w:val="000B4B8F"/>
    <w:rsid w:val="000B6823"/>
    <w:rsid w:val="000B71EC"/>
    <w:rsid w:val="000C0E89"/>
    <w:rsid w:val="000C10D9"/>
    <w:rsid w:val="000C291E"/>
    <w:rsid w:val="000C37A4"/>
    <w:rsid w:val="000C4161"/>
    <w:rsid w:val="000C654B"/>
    <w:rsid w:val="000C76BB"/>
    <w:rsid w:val="000D1D58"/>
    <w:rsid w:val="000D2A9B"/>
    <w:rsid w:val="000D56F8"/>
    <w:rsid w:val="000E11A0"/>
    <w:rsid w:val="000E7AD5"/>
    <w:rsid w:val="000E7DB1"/>
    <w:rsid w:val="000F25CE"/>
    <w:rsid w:val="000F51C7"/>
    <w:rsid w:val="001004F1"/>
    <w:rsid w:val="001035B9"/>
    <w:rsid w:val="0010431E"/>
    <w:rsid w:val="001104CB"/>
    <w:rsid w:val="00112AD6"/>
    <w:rsid w:val="001150ED"/>
    <w:rsid w:val="00115958"/>
    <w:rsid w:val="0011724C"/>
    <w:rsid w:val="00120CAE"/>
    <w:rsid w:val="001213F0"/>
    <w:rsid w:val="001238CA"/>
    <w:rsid w:val="0012496B"/>
    <w:rsid w:val="00124E27"/>
    <w:rsid w:val="00125456"/>
    <w:rsid w:val="0012733A"/>
    <w:rsid w:val="00127992"/>
    <w:rsid w:val="00130047"/>
    <w:rsid w:val="001338B4"/>
    <w:rsid w:val="001359C2"/>
    <w:rsid w:val="00136C20"/>
    <w:rsid w:val="00140E5B"/>
    <w:rsid w:val="00151051"/>
    <w:rsid w:val="001525D7"/>
    <w:rsid w:val="00153FB2"/>
    <w:rsid w:val="00165251"/>
    <w:rsid w:val="001653DF"/>
    <w:rsid w:val="0016565E"/>
    <w:rsid w:val="001702EC"/>
    <w:rsid w:val="0017121E"/>
    <w:rsid w:val="0017140A"/>
    <w:rsid w:val="00171653"/>
    <w:rsid w:val="00171867"/>
    <w:rsid w:val="00171C54"/>
    <w:rsid w:val="00171D2C"/>
    <w:rsid w:val="001726C6"/>
    <w:rsid w:val="00172CE9"/>
    <w:rsid w:val="00172E84"/>
    <w:rsid w:val="001802FE"/>
    <w:rsid w:val="00181B21"/>
    <w:rsid w:val="00183AEB"/>
    <w:rsid w:val="00184819"/>
    <w:rsid w:val="001918AD"/>
    <w:rsid w:val="00194D2F"/>
    <w:rsid w:val="00195354"/>
    <w:rsid w:val="001A1E6C"/>
    <w:rsid w:val="001A257D"/>
    <w:rsid w:val="001A2794"/>
    <w:rsid w:val="001A3C4F"/>
    <w:rsid w:val="001A68F4"/>
    <w:rsid w:val="001A749E"/>
    <w:rsid w:val="001B1326"/>
    <w:rsid w:val="001B27B0"/>
    <w:rsid w:val="001B2C68"/>
    <w:rsid w:val="001B37D9"/>
    <w:rsid w:val="001B3886"/>
    <w:rsid w:val="001B6EED"/>
    <w:rsid w:val="001B712C"/>
    <w:rsid w:val="001B788E"/>
    <w:rsid w:val="001C6329"/>
    <w:rsid w:val="001D098B"/>
    <w:rsid w:val="001D0BFE"/>
    <w:rsid w:val="001D21AE"/>
    <w:rsid w:val="001D2677"/>
    <w:rsid w:val="001D735A"/>
    <w:rsid w:val="001E2660"/>
    <w:rsid w:val="001E614B"/>
    <w:rsid w:val="001F003D"/>
    <w:rsid w:val="001F251C"/>
    <w:rsid w:val="001F2F1B"/>
    <w:rsid w:val="001F32C6"/>
    <w:rsid w:val="001F3CB9"/>
    <w:rsid w:val="002005A9"/>
    <w:rsid w:val="00204D41"/>
    <w:rsid w:val="00217846"/>
    <w:rsid w:val="00221732"/>
    <w:rsid w:val="00227E20"/>
    <w:rsid w:val="00231045"/>
    <w:rsid w:val="002360B6"/>
    <w:rsid w:val="00242D61"/>
    <w:rsid w:val="002445D5"/>
    <w:rsid w:val="00246A53"/>
    <w:rsid w:val="002500DB"/>
    <w:rsid w:val="00250A00"/>
    <w:rsid w:val="00250DF2"/>
    <w:rsid w:val="00251D04"/>
    <w:rsid w:val="00252A79"/>
    <w:rsid w:val="00257ADF"/>
    <w:rsid w:val="0026070D"/>
    <w:rsid w:val="00263A10"/>
    <w:rsid w:val="002666CA"/>
    <w:rsid w:val="0026770E"/>
    <w:rsid w:val="00270D01"/>
    <w:rsid w:val="002724F7"/>
    <w:rsid w:val="0027324A"/>
    <w:rsid w:val="00273BBA"/>
    <w:rsid w:val="00273E22"/>
    <w:rsid w:val="002744A5"/>
    <w:rsid w:val="00280B00"/>
    <w:rsid w:val="002819B7"/>
    <w:rsid w:val="00283CF1"/>
    <w:rsid w:val="00285FEC"/>
    <w:rsid w:val="002876F5"/>
    <w:rsid w:val="002917D9"/>
    <w:rsid w:val="002922AD"/>
    <w:rsid w:val="00293609"/>
    <w:rsid w:val="00294D41"/>
    <w:rsid w:val="002968CD"/>
    <w:rsid w:val="00296978"/>
    <w:rsid w:val="00297FA6"/>
    <w:rsid w:val="002A29F3"/>
    <w:rsid w:val="002A3923"/>
    <w:rsid w:val="002B0365"/>
    <w:rsid w:val="002B0398"/>
    <w:rsid w:val="002B04A5"/>
    <w:rsid w:val="002B1E82"/>
    <w:rsid w:val="002B54E4"/>
    <w:rsid w:val="002C3270"/>
    <w:rsid w:val="002C3600"/>
    <w:rsid w:val="002C5212"/>
    <w:rsid w:val="002D0D8C"/>
    <w:rsid w:val="002D2A50"/>
    <w:rsid w:val="002D5599"/>
    <w:rsid w:val="002E08E6"/>
    <w:rsid w:val="002E36C8"/>
    <w:rsid w:val="002E3810"/>
    <w:rsid w:val="002E53FA"/>
    <w:rsid w:val="002E6548"/>
    <w:rsid w:val="002F0192"/>
    <w:rsid w:val="002F067B"/>
    <w:rsid w:val="002F12B5"/>
    <w:rsid w:val="002F2DEC"/>
    <w:rsid w:val="002F72E0"/>
    <w:rsid w:val="00300210"/>
    <w:rsid w:val="00302E2E"/>
    <w:rsid w:val="0030343F"/>
    <w:rsid w:val="00304F70"/>
    <w:rsid w:val="0030515E"/>
    <w:rsid w:val="003110AF"/>
    <w:rsid w:val="0031166E"/>
    <w:rsid w:val="00314339"/>
    <w:rsid w:val="00316F66"/>
    <w:rsid w:val="00317905"/>
    <w:rsid w:val="003212DD"/>
    <w:rsid w:val="00321406"/>
    <w:rsid w:val="00321F8C"/>
    <w:rsid w:val="003231A2"/>
    <w:rsid w:val="00327B89"/>
    <w:rsid w:val="00330F69"/>
    <w:rsid w:val="003313E1"/>
    <w:rsid w:val="0033168F"/>
    <w:rsid w:val="00333C36"/>
    <w:rsid w:val="00337269"/>
    <w:rsid w:val="003465B7"/>
    <w:rsid w:val="00346B06"/>
    <w:rsid w:val="00347DE5"/>
    <w:rsid w:val="00350513"/>
    <w:rsid w:val="00351375"/>
    <w:rsid w:val="0035140D"/>
    <w:rsid w:val="00355A2F"/>
    <w:rsid w:val="00356AA6"/>
    <w:rsid w:val="00371E80"/>
    <w:rsid w:val="00372816"/>
    <w:rsid w:val="00373D66"/>
    <w:rsid w:val="00380C44"/>
    <w:rsid w:val="00380D8C"/>
    <w:rsid w:val="00382ED4"/>
    <w:rsid w:val="0038458D"/>
    <w:rsid w:val="003865B9"/>
    <w:rsid w:val="0039023A"/>
    <w:rsid w:val="00391772"/>
    <w:rsid w:val="0039466A"/>
    <w:rsid w:val="00394771"/>
    <w:rsid w:val="0039678E"/>
    <w:rsid w:val="003A5B31"/>
    <w:rsid w:val="003B0A53"/>
    <w:rsid w:val="003B5222"/>
    <w:rsid w:val="003C02A7"/>
    <w:rsid w:val="003C14F9"/>
    <w:rsid w:val="003C378B"/>
    <w:rsid w:val="003C3900"/>
    <w:rsid w:val="003D0DDC"/>
    <w:rsid w:val="003D1C89"/>
    <w:rsid w:val="003D30D6"/>
    <w:rsid w:val="003D3157"/>
    <w:rsid w:val="003D3CD6"/>
    <w:rsid w:val="003D62B1"/>
    <w:rsid w:val="003D69EA"/>
    <w:rsid w:val="003D7261"/>
    <w:rsid w:val="003E422A"/>
    <w:rsid w:val="003F35D8"/>
    <w:rsid w:val="003F3C2B"/>
    <w:rsid w:val="003F4544"/>
    <w:rsid w:val="003F4FF2"/>
    <w:rsid w:val="003F672A"/>
    <w:rsid w:val="003F7DAF"/>
    <w:rsid w:val="00401A59"/>
    <w:rsid w:val="00403C67"/>
    <w:rsid w:val="00403DA7"/>
    <w:rsid w:val="0040422C"/>
    <w:rsid w:val="00406A0B"/>
    <w:rsid w:val="00411C8B"/>
    <w:rsid w:val="0041641B"/>
    <w:rsid w:val="00423AD9"/>
    <w:rsid w:val="0042491F"/>
    <w:rsid w:val="004268EF"/>
    <w:rsid w:val="0042768A"/>
    <w:rsid w:val="00430F55"/>
    <w:rsid w:val="00432D7B"/>
    <w:rsid w:val="0043366A"/>
    <w:rsid w:val="00434173"/>
    <w:rsid w:val="0043723C"/>
    <w:rsid w:val="004374CD"/>
    <w:rsid w:val="0044207C"/>
    <w:rsid w:val="00442AEC"/>
    <w:rsid w:val="004473C1"/>
    <w:rsid w:val="00447810"/>
    <w:rsid w:val="004551F8"/>
    <w:rsid w:val="0045552F"/>
    <w:rsid w:val="004558BE"/>
    <w:rsid w:val="004606CB"/>
    <w:rsid w:val="0046361B"/>
    <w:rsid w:val="00466317"/>
    <w:rsid w:val="00467562"/>
    <w:rsid w:val="00471A9F"/>
    <w:rsid w:val="00472EB2"/>
    <w:rsid w:val="0047448F"/>
    <w:rsid w:val="00474658"/>
    <w:rsid w:val="00476808"/>
    <w:rsid w:val="0047789E"/>
    <w:rsid w:val="00480A7B"/>
    <w:rsid w:val="004841E6"/>
    <w:rsid w:val="00490AED"/>
    <w:rsid w:val="00492D58"/>
    <w:rsid w:val="004939F0"/>
    <w:rsid w:val="00493E05"/>
    <w:rsid w:val="004957CC"/>
    <w:rsid w:val="00495A8B"/>
    <w:rsid w:val="00496D21"/>
    <w:rsid w:val="00497C35"/>
    <w:rsid w:val="004A1A53"/>
    <w:rsid w:val="004A20D2"/>
    <w:rsid w:val="004A725D"/>
    <w:rsid w:val="004B00B3"/>
    <w:rsid w:val="004B22B1"/>
    <w:rsid w:val="004B2DDD"/>
    <w:rsid w:val="004B4D20"/>
    <w:rsid w:val="004B6702"/>
    <w:rsid w:val="004C220B"/>
    <w:rsid w:val="004C62A3"/>
    <w:rsid w:val="004C6493"/>
    <w:rsid w:val="004C7A6D"/>
    <w:rsid w:val="004D09F3"/>
    <w:rsid w:val="004D1D58"/>
    <w:rsid w:val="004D6D66"/>
    <w:rsid w:val="004E2A69"/>
    <w:rsid w:val="004E3128"/>
    <w:rsid w:val="004E63F3"/>
    <w:rsid w:val="004E6891"/>
    <w:rsid w:val="004F2895"/>
    <w:rsid w:val="004F59F9"/>
    <w:rsid w:val="004F6F78"/>
    <w:rsid w:val="00502D38"/>
    <w:rsid w:val="005052C0"/>
    <w:rsid w:val="00507D1E"/>
    <w:rsid w:val="005100FC"/>
    <w:rsid w:val="00510CDE"/>
    <w:rsid w:val="00513246"/>
    <w:rsid w:val="00514454"/>
    <w:rsid w:val="00515865"/>
    <w:rsid w:val="00516812"/>
    <w:rsid w:val="00516D6D"/>
    <w:rsid w:val="00517C45"/>
    <w:rsid w:val="0052224D"/>
    <w:rsid w:val="00523A52"/>
    <w:rsid w:val="00524107"/>
    <w:rsid w:val="00526258"/>
    <w:rsid w:val="0052680A"/>
    <w:rsid w:val="005268AC"/>
    <w:rsid w:val="00526EE7"/>
    <w:rsid w:val="00527A28"/>
    <w:rsid w:val="005308FB"/>
    <w:rsid w:val="0053356E"/>
    <w:rsid w:val="005335DA"/>
    <w:rsid w:val="00533E2A"/>
    <w:rsid w:val="00534D4A"/>
    <w:rsid w:val="0053508A"/>
    <w:rsid w:val="00535281"/>
    <w:rsid w:val="0053584A"/>
    <w:rsid w:val="005404EE"/>
    <w:rsid w:val="005418D1"/>
    <w:rsid w:val="00542362"/>
    <w:rsid w:val="005428BD"/>
    <w:rsid w:val="00545319"/>
    <w:rsid w:val="00547AAB"/>
    <w:rsid w:val="00553A90"/>
    <w:rsid w:val="00553BB3"/>
    <w:rsid w:val="0056148B"/>
    <w:rsid w:val="005628DB"/>
    <w:rsid w:val="005632F5"/>
    <w:rsid w:val="00563A8D"/>
    <w:rsid w:val="00572CD0"/>
    <w:rsid w:val="00573649"/>
    <w:rsid w:val="00576803"/>
    <w:rsid w:val="00576B12"/>
    <w:rsid w:val="0057715E"/>
    <w:rsid w:val="005830E1"/>
    <w:rsid w:val="0058322F"/>
    <w:rsid w:val="005844C3"/>
    <w:rsid w:val="00584A41"/>
    <w:rsid w:val="00587C41"/>
    <w:rsid w:val="00594A97"/>
    <w:rsid w:val="005958B1"/>
    <w:rsid w:val="005A1304"/>
    <w:rsid w:val="005A13D2"/>
    <w:rsid w:val="005A2730"/>
    <w:rsid w:val="005A3974"/>
    <w:rsid w:val="005A3D4D"/>
    <w:rsid w:val="005A49C2"/>
    <w:rsid w:val="005B066E"/>
    <w:rsid w:val="005B126D"/>
    <w:rsid w:val="005C5286"/>
    <w:rsid w:val="005C77E6"/>
    <w:rsid w:val="005D14E1"/>
    <w:rsid w:val="005D6225"/>
    <w:rsid w:val="005D7A21"/>
    <w:rsid w:val="005E2CC3"/>
    <w:rsid w:val="005F1B63"/>
    <w:rsid w:val="005F2D76"/>
    <w:rsid w:val="005F44B1"/>
    <w:rsid w:val="005F6469"/>
    <w:rsid w:val="005F77CD"/>
    <w:rsid w:val="00601019"/>
    <w:rsid w:val="00601532"/>
    <w:rsid w:val="0060582D"/>
    <w:rsid w:val="006063E0"/>
    <w:rsid w:val="00607A7D"/>
    <w:rsid w:val="00610E7C"/>
    <w:rsid w:val="00611217"/>
    <w:rsid w:val="00612D96"/>
    <w:rsid w:val="00612DDE"/>
    <w:rsid w:val="00612FBA"/>
    <w:rsid w:val="00620409"/>
    <w:rsid w:val="00621962"/>
    <w:rsid w:val="006239E6"/>
    <w:rsid w:val="00624612"/>
    <w:rsid w:val="0062728D"/>
    <w:rsid w:val="006324A6"/>
    <w:rsid w:val="00635C75"/>
    <w:rsid w:val="00637808"/>
    <w:rsid w:val="00641D6E"/>
    <w:rsid w:val="006425BC"/>
    <w:rsid w:val="00644960"/>
    <w:rsid w:val="006469BD"/>
    <w:rsid w:val="00647C33"/>
    <w:rsid w:val="00651BB5"/>
    <w:rsid w:val="00654B83"/>
    <w:rsid w:val="0065591A"/>
    <w:rsid w:val="006563C6"/>
    <w:rsid w:val="00663B9B"/>
    <w:rsid w:val="00663CE3"/>
    <w:rsid w:val="00663F99"/>
    <w:rsid w:val="0066682F"/>
    <w:rsid w:val="00671002"/>
    <w:rsid w:val="006711C9"/>
    <w:rsid w:val="00671857"/>
    <w:rsid w:val="00674D09"/>
    <w:rsid w:val="00675FD2"/>
    <w:rsid w:val="006763D4"/>
    <w:rsid w:val="006807C6"/>
    <w:rsid w:val="00681582"/>
    <w:rsid w:val="00681E95"/>
    <w:rsid w:val="00683479"/>
    <w:rsid w:val="00684ADE"/>
    <w:rsid w:val="00693D5B"/>
    <w:rsid w:val="00695F35"/>
    <w:rsid w:val="0069755E"/>
    <w:rsid w:val="006B025C"/>
    <w:rsid w:val="006C49B5"/>
    <w:rsid w:val="006C4D30"/>
    <w:rsid w:val="006D02D8"/>
    <w:rsid w:val="006D3486"/>
    <w:rsid w:val="006D6E11"/>
    <w:rsid w:val="006D71B8"/>
    <w:rsid w:val="006F04A3"/>
    <w:rsid w:val="006F0644"/>
    <w:rsid w:val="006F1753"/>
    <w:rsid w:val="006F221E"/>
    <w:rsid w:val="006F3AC6"/>
    <w:rsid w:val="00703CBD"/>
    <w:rsid w:val="00704D1A"/>
    <w:rsid w:val="00710B8C"/>
    <w:rsid w:val="00716697"/>
    <w:rsid w:val="00716E74"/>
    <w:rsid w:val="007217EB"/>
    <w:rsid w:val="0072184D"/>
    <w:rsid w:val="0072282D"/>
    <w:rsid w:val="00723460"/>
    <w:rsid w:val="0072678D"/>
    <w:rsid w:val="00730DAE"/>
    <w:rsid w:val="00731F14"/>
    <w:rsid w:val="0073385A"/>
    <w:rsid w:val="00737451"/>
    <w:rsid w:val="00740444"/>
    <w:rsid w:val="00741AB7"/>
    <w:rsid w:val="007451F9"/>
    <w:rsid w:val="00745528"/>
    <w:rsid w:val="007475B6"/>
    <w:rsid w:val="007505D4"/>
    <w:rsid w:val="00750B8B"/>
    <w:rsid w:val="007537BC"/>
    <w:rsid w:val="007561DD"/>
    <w:rsid w:val="00757A8E"/>
    <w:rsid w:val="0077598B"/>
    <w:rsid w:val="007809FB"/>
    <w:rsid w:val="007829A5"/>
    <w:rsid w:val="00782E08"/>
    <w:rsid w:val="0078516E"/>
    <w:rsid w:val="007867F1"/>
    <w:rsid w:val="007905B4"/>
    <w:rsid w:val="007A2182"/>
    <w:rsid w:val="007B5365"/>
    <w:rsid w:val="007C041C"/>
    <w:rsid w:val="007C223B"/>
    <w:rsid w:val="007C228A"/>
    <w:rsid w:val="007C2E33"/>
    <w:rsid w:val="007D131D"/>
    <w:rsid w:val="007D311E"/>
    <w:rsid w:val="007D3FDC"/>
    <w:rsid w:val="007D56DE"/>
    <w:rsid w:val="007D62B0"/>
    <w:rsid w:val="007D6473"/>
    <w:rsid w:val="007D76D6"/>
    <w:rsid w:val="007E1BF2"/>
    <w:rsid w:val="007E4A49"/>
    <w:rsid w:val="007E4CDC"/>
    <w:rsid w:val="007E4F0C"/>
    <w:rsid w:val="007E525D"/>
    <w:rsid w:val="007E721E"/>
    <w:rsid w:val="007F0825"/>
    <w:rsid w:val="007F17CB"/>
    <w:rsid w:val="007F2DAC"/>
    <w:rsid w:val="007F305C"/>
    <w:rsid w:val="007F30AF"/>
    <w:rsid w:val="007F36CC"/>
    <w:rsid w:val="007F68B2"/>
    <w:rsid w:val="007F7E5B"/>
    <w:rsid w:val="00802E61"/>
    <w:rsid w:val="0080540D"/>
    <w:rsid w:val="00806B2A"/>
    <w:rsid w:val="00807B24"/>
    <w:rsid w:val="008100DB"/>
    <w:rsid w:val="00813C19"/>
    <w:rsid w:val="008170CD"/>
    <w:rsid w:val="00817F62"/>
    <w:rsid w:val="00821833"/>
    <w:rsid w:val="008231F9"/>
    <w:rsid w:val="00823615"/>
    <w:rsid w:val="008240DC"/>
    <w:rsid w:val="008261E9"/>
    <w:rsid w:val="00827923"/>
    <w:rsid w:val="00832071"/>
    <w:rsid w:val="008329EE"/>
    <w:rsid w:val="00843B0D"/>
    <w:rsid w:val="00843E41"/>
    <w:rsid w:val="00844E6D"/>
    <w:rsid w:val="00845377"/>
    <w:rsid w:val="00845BA3"/>
    <w:rsid w:val="00846431"/>
    <w:rsid w:val="008539E8"/>
    <w:rsid w:val="0086234E"/>
    <w:rsid w:val="008679FE"/>
    <w:rsid w:val="00874F94"/>
    <w:rsid w:val="0087561D"/>
    <w:rsid w:val="00875718"/>
    <w:rsid w:val="0087677D"/>
    <w:rsid w:val="008847F4"/>
    <w:rsid w:val="0088483E"/>
    <w:rsid w:val="00887E1B"/>
    <w:rsid w:val="008908F6"/>
    <w:rsid w:val="00891197"/>
    <w:rsid w:val="00892D8A"/>
    <w:rsid w:val="0089431B"/>
    <w:rsid w:val="00895D4E"/>
    <w:rsid w:val="008A1935"/>
    <w:rsid w:val="008A63AE"/>
    <w:rsid w:val="008A6910"/>
    <w:rsid w:val="008B13EC"/>
    <w:rsid w:val="008B53A0"/>
    <w:rsid w:val="008C228D"/>
    <w:rsid w:val="008C54D2"/>
    <w:rsid w:val="008C7900"/>
    <w:rsid w:val="008C7C07"/>
    <w:rsid w:val="008D4070"/>
    <w:rsid w:val="008D4BF0"/>
    <w:rsid w:val="008D74B0"/>
    <w:rsid w:val="008E444D"/>
    <w:rsid w:val="008E5A02"/>
    <w:rsid w:val="008E697C"/>
    <w:rsid w:val="008F1976"/>
    <w:rsid w:val="008F714E"/>
    <w:rsid w:val="0090079E"/>
    <w:rsid w:val="009047E7"/>
    <w:rsid w:val="009049F1"/>
    <w:rsid w:val="00904FD4"/>
    <w:rsid w:val="009062CD"/>
    <w:rsid w:val="0090674E"/>
    <w:rsid w:val="00907BC0"/>
    <w:rsid w:val="00907CFC"/>
    <w:rsid w:val="009106C6"/>
    <w:rsid w:val="0091126B"/>
    <w:rsid w:val="00912A29"/>
    <w:rsid w:val="00912D90"/>
    <w:rsid w:val="009222BC"/>
    <w:rsid w:val="009266D3"/>
    <w:rsid w:val="00927708"/>
    <w:rsid w:val="00933B29"/>
    <w:rsid w:val="009346D8"/>
    <w:rsid w:val="00934AD1"/>
    <w:rsid w:val="00935AF7"/>
    <w:rsid w:val="00940E68"/>
    <w:rsid w:val="0094392E"/>
    <w:rsid w:val="00947EA2"/>
    <w:rsid w:val="009501AD"/>
    <w:rsid w:val="00950C15"/>
    <w:rsid w:val="00963A1E"/>
    <w:rsid w:val="009649A2"/>
    <w:rsid w:val="00967F0F"/>
    <w:rsid w:val="00975202"/>
    <w:rsid w:val="00976290"/>
    <w:rsid w:val="00977AB3"/>
    <w:rsid w:val="00977B5A"/>
    <w:rsid w:val="00983B43"/>
    <w:rsid w:val="00986AD3"/>
    <w:rsid w:val="00990207"/>
    <w:rsid w:val="00992ED2"/>
    <w:rsid w:val="009976BC"/>
    <w:rsid w:val="009977A2"/>
    <w:rsid w:val="009A20F5"/>
    <w:rsid w:val="009A2365"/>
    <w:rsid w:val="009A2B58"/>
    <w:rsid w:val="009A36FD"/>
    <w:rsid w:val="009B0E17"/>
    <w:rsid w:val="009B270A"/>
    <w:rsid w:val="009B33F3"/>
    <w:rsid w:val="009B3598"/>
    <w:rsid w:val="009B6CC0"/>
    <w:rsid w:val="009B7AD0"/>
    <w:rsid w:val="009C0EC9"/>
    <w:rsid w:val="009C2ADD"/>
    <w:rsid w:val="009C2E67"/>
    <w:rsid w:val="009C42EF"/>
    <w:rsid w:val="009C558B"/>
    <w:rsid w:val="009D000F"/>
    <w:rsid w:val="009D097A"/>
    <w:rsid w:val="009D18B9"/>
    <w:rsid w:val="009D74A9"/>
    <w:rsid w:val="009E601E"/>
    <w:rsid w:val="009E6338"/>
    <w:rsid w:val="009E6E01"/>
    <w:rsid w:val="009F0981"/>
    <w:rsid w:val="00A00565"/>
    <w:rsid w:val="00A0208A"/>
    <w:rsid w:val="00A05743"/>
    <w:rsid w:val="00A06777"/>
    <w:rsid w:val="00A10556"/>
    <w:rsid w:val="00A160DA"/>
    <w:rsid w:val="00A17906"/>
    <w:rsid w:val="00A23D6B"/>
    <w:rsid w:val="00A25AD6"/>
    <w:rsid w:val="00A25F23"/>
    <w:rsid w:val="00A32E31"/>
    <w:rsid w:val="00A33782"/>
    <w:rsid w:val="00A36F23"/>
    <w:rsid w:val="00A3776A"/>
    <w:rsid w:val="00A37979"/>
    <w:rsid w:val="00A37B07"/>
    <w:rsid w:val="00A37B49"/>
    <w:rsid w:val="00A40D50"/>
    <w:rsid w:val="00A41012"/>
    <w:rsid w:val="00A426A7"/>
    <w:rsid w:val="00A5032A"/>
    <w:rsid w:val="00A5089B"/>
    <w:rsid w:val="00A53BCB"/>
    <w:rsid w:val="00A56DB6"/>
    <w:rsid w:val="00A609C4"/>
    <w:rsid w:val="00A62F33"/>
    <w:rsid w:val="00A71976"/>
    <w:rsid w:val="00A71A11"/>
    <w:rsid w:val="00A752FB"/>
    <w:rsid w:val="00A76E62"/>
    <w:rsid w:val="00A924E4"/>
    <w:rsid w:val="00A92EC1"/>
    <w:rsid w:val="00A934EE"/>
    <w:rsid w:val="00A96410"/>
    <w:rsid w:val="00AA045A"/>
    <w:rsid w:val="00AA0A33"/>
    <w:rsid w:val="00AA14D7"/>
    <w:rsid w:val="00AA45BA"/>
    <w:rsid w:val="00AA73F5"/>
    <w:rsid w:val="00AB1143"/>
    <w:rsid w:val="00AB4A38"/>
    <w:rsid w:val="00AC03B3"/>
    <w:rsid w:val="00AC1222"/>
    <w:rsid w:val="00AC1405"/>
    <w:rsid w:val="00AC28F5"/>
    <w:rsid w:val="00AC2A36"/>
    <w:rsid w:val="00AC3E45"/>
    <w:rsid w:val="00AC42D4"/>
    <w:rsid w:val="00AC474B"/>
    <w:rsid w:val="00AC6AD4"/>
    <w:rsid w:val="00AD378E"/>
    <w:rsid w:val="00AD5482"/>
    <w:rsid w:val="00AD587C"/>
    <w:rsid w:val="00AD5D27"/>
    <w:rsid w:val="00AD7F83"/>
    <w:rsid w:val="00AD7FE3"/>
    <w:rsid w:val="00AE3098"/>
    <w:rsid w:val="00AE546D"/>
    <w:rsid w:val="00AE7A99"/>
    <w:rsid w:val="00AE7B0E"/>
    <w:rsid w:val="00AF08D8"/>
    <w:rsid w:val="00AF0D20"/>
    <w:rsid w:val="00AF3161"/>
    <w:rsid w:val="00AF3C58"/>
    <w:rsid w:val="00AF3D43"/>
    <w:rsid w:val="00AF46B7"/>
    <w:rsid w:val="00AF615A"/>
    <w:rsid w:val="00B00358"/>
    <w:rsid w:val="00B01D9D"/>
    <w:rsid w:val="00B02B67"/>
    <w:rsid w:val="00B063E9"/>
    <w:rsid w:val="00B10E8D"/>
    <w:rsid w:val="00B11E63"/>
    <w:rsid w:val="00B122B1"/>
    <w:rsid w:val="00B12A4C"/>
    <w:rsid w:val="00B14456"/>
    <w:rsid w:val="00B144CC"/>
    <w:rsid w:val="00B157C0"/>
    <w:rsid w:val="00B213A3"/>
    <w:rsid w:val="00B22926"/>
    <w:rsid w:val="00B235CD"/>
    <w:rsid w:val="00B2622B"/>
    <w:rsid w:val="00B3100F"/>
    <w:rsid w:val="00B31DAE"/>
    <w:rsid w:val="00B33C49"/>
    <w:rsid w:val="00B37F13"/>
    <w:rsid w:val="00B40357"/>
    <w:rsid w:val="00B45109"/>
    <w:rsid w:val="00B509DB"/>
    <w:rsid w:val="00B52778"/>
    <w:rsid w:val="00B57FE4"/>
    <w:rsid w:val="00B607DB"/>
    <w:rsid w:val="00B6373E"/>
    <w:rsid w:val="00B657CA"/>
    <w:rsid w:val="00B67070"/>
    <w:rsid w:val="00B75623"/>
    <w:rsid w:val="00B7573E"/>
    <w:rsid w:val="00B81677"/>
    <w:rsid w:val="00B90900"/>
    <w:rsid w:val="00B9114C"/>
    <w:rsid w:val="00B9357F"/>
    <w:rsid w:val="00B94619"/>
    <w:rsid w:val="00B94B4B"/>
    <w:rsid w:val="00BA0342"/>
    <w:rsid w:val="00BA10A6"/>
    <w:rsid w:val="00BA118B"/>
    <w:rsid w:val="00BA2603"/>
    <w:rsid w:val="00BA5229"/>
    <w:rsid w:val="00BB2D06"/>
    <w:rsid w:val="00BB3237"/>
    <w:rsid w:val="00BB715C"/>
    <w:rsid w:val="00BB7FB7"/>
    <w:rsid w:val="00BC0369"/>
    <w:rsid w:val="00BC3D73"/>
    <w:rsid w:val="00BC5B5A"/>
    <w:rsid w:val="00BD0A01"/>
    <w:rsid w:val="00BD1F23"/>
    <w:rsid w:val="00BD24DB"/>
    <w:rsid w:val="00BE0EB5"/>
    <w:rsid w:val="00BE1C9C"/>
    <w:rsid w:val="00BE3BCA"/>
    <w:rsid w:val="00BE4F05"/>
    <w:rsid w:val="00BE51A4"/>
    <w:rsid w:val="00BE6A96"/>
    <w:rsid w:val="00BE78B5"/>
    <w:rsid w:val="00BF3D02"/>
    <w:rsid w:val="00BF5124"/>
    <w:rsid w:val="00BF52B0"/>
    <w:rsid w:val="00BF5ED5"/>
    <w:rsid w:val="00C017B3"/>
    <w:rsid w:val="00C044F1"/>
    <w:rsid w:val="00C128B3"/>
    <w:rsid w:val="00C1368A"/>
    <w:rsid w:val="00C141D4"/>
    <w:rsid w:val="00C15D37"/>
    <w:rsid w:val="00C200DB"/>
    <w:rsid w:val="00C21BAC"/>
    <w:rsid w:val="00C2245F"/>
    <w:rsid w:val="00C25C1F"/>
    <w:rsid w:val="00C310E3"/>
    <w:rsid w:val="00C3165F"/>
    <w:rsid w:val="00C31E75"/>
    <w:rsid w:val="00C327C7"/>
    <w:rsid w:val="00C43767"/>
    <w:rsid w:val="00C50531"/>
    <w:rsid w:val="00C50B74"/>
    <w:rsid w:val="00C53758"/>
    <w:rsid w:val="00C5392B"/>
    <w:rsid w:val="00C53D68"/>
    <w:rsid w:val="00C5491D"/>
    <w:rsid w:val="00C57862"/>
    <w:rsid w:val="00C60E8C"/>
    <w:rsid w:val="00C63FA0"/>
    <w:rsid w:val="00C72449"/>
    <w:rsid w:val="00C72E2A"/>
    <w:rsid w:val="00C73899"/>
    <w:rsid w:val="00C73C30"/>
    <w:rsid w:val="00C74F11"/>
    <w:rsid w:val="00C7695C"/>
    <w:rsid w:val="00C76A3F"/>
    <w:rsid w:val="00C803D7"/>
    <w:rsid w:val="00C8285D"/>
    <w:rsid w:val="00C9045D"/>
    <w:rsid w:val="00C90C6F"/>
    <w:rsid w:val="00C933DA"/>
    <w:rsid w:val="00C945A0"/>
    <w:rsid w:val="00C95188"/>
    <w:rsid w:val="00CA0BD3"/>
    <w:rsid w:val="00CA2F7F"/>
    <w:rsid w:val="00CA3C7F"/>
    <w:rsid w:val="00CA416D"/>
    <w:rsid w:val="00CA562D"/>
    <w:rsid w:val="00CA576D"/>
    <w:rsid w:val="00CA5EEF"/>
    <w:rsid w:val="00CB0973"/>
    <w:rsid w:val="00CB400E"/>
    <w:rsid w:val="00CB76AA"/>
    <w:rsid w:val="00CC2098"/>
    <w:rsid w:val="00CD36EC"/>
    <w:rsid w:val="00CD4895"/>
    <w:rsid w:val="00CD71ED"/>
    <w:rsid w:val="00CE3A42"/>
    <w:rsid w:val="00CE699C"/>
    <w:rsid w:val="00CF0B5E"/>
    <w:rsid w:val="00CF1571"/>
    <w:rsid w:val="00CF245D"/>
    <w:rsid w:val="00CF588B"/>
    <w:rsid w:val="00CF63BE"/>
    <w:rsid w:val="00CF6ABC"/>
    <w:rsid w:val="00CF75BD"/>
    <w:rsid w:val="00D01D4C"/>
    <w:rsid w:val="00D043B8"/>
    <w:rsid w:val="00D045E4"/>
    <w:rsid w:val="00D10F87"/>
    <w:rsid w:val="00D12AC7"/>
    <w:rsid w:val="00D133BE"/>
    <w:rsid w:val="00D14B8D"/>
    <w:rsid w:val="00D14E11"/>
    <w:rsid w:val="00D234B2"/>
    <w:rsid w:val="00D2783D"/>
    <w:rsid w:val="00D30738"/>
    <w:rsid w:val="00D34691"/>
    <w:rsid w:val="00D3565E"/>
    <w:rsid w:val="00D37FB5"/>
    <w:rsid w:val="00D4036B"/>
    <w:rsid w:val="00D413C6"/>
    <w:rsid w:val="00D418E0"/>
    <w:rsid w:val="00D4226C"/>
    <w:rsid w:val="00D455DC"/>
    <w:rsid w:val="00D515E0"/>
    <w:rsid w:val="00D51670"/>
    <w:rsid w:val="00D519FC"/>
    <w:rsid w:val="00D52D65"/>
    <w:rsid w:val="00D560D5"/>
    <w:rsid w:val="00D5765D"/>
    <w:rsid w:val="00D57883"/>
    <w:rsid w:val="00D60A46"/>
    <w:rsid w:val="00D63175"/>
    <w:rsid w:val="00D64574"/>
    <w:rsid w:val="00D67CFC"/>
    <w:rsid w:val="00D67FE6"/>
    <w:rsid w:val="00D71552"/>
    <w:rsid w:val="00D75245"/>
    <w:rsid w:val="00D75590"/>
    <w:rsid w:val="00D75654"/>
    <w:rsid w:val="00D758B8"/>
    <w:rsid w:val="00D76277"/>
    <w:rsid w:val="00D77AD7"/>
    <w:rsid w:val="00D8397D"/>
    <w:rsid w:val="00D84E3E"/>
    <w:rsid w:val="00D86C3E"/>
    <w:rsid w:val="00DA1010"/>
    <w:rsid w:val="00DA118E"/>
    <w:rsid w:val="00DA686D"/>
    <w:rsid w:val="00DB049F"/>
    <w:rsid w:val="00DC04E4"/>
    <w:rsid w:val="00DC1E79"/>
    <w:rsid w:val="00DC1FEC"/>
    <w:rsid w:val="00DC31A1"/>
    <w:rsid w:val="00DC5415"/>
    <w:rsid w:val="00DC64AB"/>
    <w:rsid w:val="00DC7464"/>
    <w:rsid w:val="00DD3373"/>
    <w:rsid w:val="00DD4D92"/>
    <w:rsid w:val="00DD7616"/>
    <w:rsid w:val="00DE08FF"/>
    <w:rsid w:val="00DE135D"/>
    <w:rsid w:val="00DE279B"/>
    <w:rsid w:val="00DE3AA0"/>
    <w:rsid w:val="00DE524F"/>
    <w:rsid w:val="00DE6897"/>
    <w:rsid w:val="00DE6C55"/>
    <w:rsid w:val="00DF4278"/>
    <w:rsid w:val="00E045FF"/>
    <w:rsid w:val="00E053CD"/>
    <w:rsid w:val="00E06E77"/>
    <w:rsid w:val="00E144F9"/>
    <w:rsid w:val="00E1622B"/>
    <w:rsid w:val="00E30592"/>
    <w:rsid w:val="00E37E03"/>
    <w:rsid w:val="00E405B4"/>
    <w:rsid w:val="00E40B7F"/>
    <w:rsid w:val="00E418E3"/>
    <w:rsid w:val="00E42126"/>
    <w:rsid w:val="00E5250E"/>
    <w:rsid w:val="00E52CF5"/>
    <w:rsid w:val="00E62062"/>
    <w:rsid w:val="00E62851"/>
    <w:rsid w:val="00E63579"/>
    <w:rsid w:val="00E6434E"/>
    <w:rsid w:val="00E663AD"/>
    <w:rsid w:val="00E7090D"/>
    <w:rsid w:val="00E72EAD"/>
    <w:rsid w:val="00E8040D"/>
    <w:rsid w:val="00E81A43"/>
    <w:rsid w:val="00E85D87"/>
    <w:rsid w:val="00E86D0C"/>
    <w:rsid w:val="00E9090A"/>
    <w:rsid w:val="00E9097F"/>
    <w:rsid w:val="00E94AFB"/>
    <w:rsid w:val="00E94BC4"/>
    <w:rsid w:val="00E97CFD"/>
    <w:rsid w:val="00EA01B4"/>
    <w:rsid w:val="00EA020C"/>
    <w:rsid w:val="00EA057C"/>
    <w:rsid w:val="00EA0EED"/>
    <w:rsid w:val="00EA3182"/>
    <w:rsid w:val="00EA44C8"/>
    <w:rsid w:val="00EA463D"/>
    <w:rsid w:val="00EB673A"/>
    <w:rsid w:val="00EB7B69"/>
    <w:rsid w:val="00EC0BDA"/>
    <w:rsid w:val="00EC0C19"/>
    <w:rsid w:val="00EC0F01"/>
    <w:rsid w:val="00EC118B"/>
    <w:rsid w:val="00EC21A9"/>
    <w:rsid w:val="00EC7F60"/>
    <w:rsid w:val="00ED1188"/>
    <w:rsid w:val="00ED17BF"/>
    <w:rsid w:val="00EE0716"/>
    <w:rsid w:val="00EE0D2C"/>
    <w:rsid w:val="00EE5A41"/>
    <w:rsid w:val="00EE780D"/>
    <w:rsid w:val="00EF0065"/>
    <w:rsid w:val="00EF16EA"/>
    <w:rsid w:val="00EF30EE"/>
    <w:rsid w:val="00EF44E4"/>
    <w:rsid w:val="00EF64BC"/>
    <w:rsid w:val="00F01C7A"/>
    <w:rsid w:val="00F06C86"/>
    <w:rsid w:val="00F06D9F"/>
    <w:rsid w:val="00F11A12"/>
    <w:rsid w:val="00F13FEB"/>
    <w:rsid w:val="00F20D60"/>
    <w:rsid w:val="00F24BEA"/>
    <w:rsid w:val="00F3037C"/>
    <w:rsid w:val="00F30F9E"/>
    <w:rsid w:val="00F3160D"/>
    <w:rsid w:val="00F31F80"/>
    <w:rsid w:val="00F32655"/>
    <w:rsid w:val="00F33711"/>
    <w:rsid w:val="00F402E8"/>
    <w:rsid w:val="00F42659"/>
    <w:rsid w:val="00F44D0A"/>
    <w:rsid w:val="00F47D42"/>
    <w:rsid w:val="00F5436B"/>
    <w:rsid w:val="00F54580"/>
    <w:rsid w:val="00F56CF1"/>
    <w:rsid w:val="00F62798"/>
    <w:rsid w:val="00F629EA"/>
    <w:rsid w:val="00F652E0"/>
    <w:rsid w:val="00F67FA1"/>
    <w:rsid w:val="00F72068"/>
    <w:rsid w:val="00F76A15"/>
    <w:rsid w:val="00F801C1"/>
    <w:rsid w:val="00F84052"/>
    <w:rsid w:val="00FA1B5A"/>
    <w:rsid w:val="00FA1FFD"/>
    <w:rsid w:val="00FA44F1"/>
    <w:rsid w:val="00FB4BF0"/>
    <w:rsid w:val="00FB61D5"/>
    <w:rsid w:val="00FB7093"/>
    <w:rsid w:val="00FB7980"/>
    <w:rsid w:val="00FC115A"/>
    <w:rsid w:val="00FC4859"/>
    <w:rsid w:val="00FC6F2D"/>
    <w:rsid w:val="00FD1B4E"/>
    <w:rsid w:val="00FD1CB2"/>
    <w:rsid w:val="00FD4097"/>
    <w:rsid w:val="00FD5022"/>
    <w:rsid w:val="00FD5597"/>
    <w:rsid w:val="00FE09EC"/>
    <w:rsid w:val="00FF2CD0"/>
    <w:rsid w:val="00FF4CF0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numbering" w:customStyle="1" w:styleId="1">
    <w:name w:val="Стиль1"/>
    <w:uiPriority w:val="99"/>
    <w:rsid w:val="00AC2A36"/>
    <w:pPr>
      <w:numPr>
        <w:numId w:val="2"/>
      </w:numPr>
    </w:pPr>
  </w:style>
  <w:style w:type="character" w:styleId="a4">
    <w:name w:val="annotation reference"/>
    <w:basedOn w:val="a0"/>
    <w:uiPriority w:val="99"/>
    <w:semiHidden/>
    <w:unhideWhenUsed/>
    <w:rsid w:val="00AC2A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2A36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C2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A3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3B0A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B0A5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B0A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B0A53"/>
    <w:rPr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character" w:customStyle="1" w:styleId="af">
    <w:name w:val="Тема примечания Знак"/>
    <w:basedOn w:val="a6"/>
    <w:link w:val="ae"/>
    <w:uiPriority w:val="99"/>
    <w:semiHidden/>
    <w:rsid w:val="007C228A"/>
    <w:rPr>
      <w:b/>
      <w:bCs/>
    </w:rPr>
  </w:style>
  <w:style w:type="character" w:customStyle="1" w:styleId="10">
    <w:name w:val="Строгий1"/>
    <w:rsid w:val="00641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inmeta_cache\http___estate_estatedio_gen_docs_2014ONFFre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D63D3-F737-4C36-A6CC-44F751E8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137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VIPetrashkevich</dc:creator>
  <cp:lastModifiedBy>ASVlasyuk</cp:lastModifiedBy>
  <cp:revision>33</cp:revision>
  <cp:lastPrinted>2024-02-20T03:22:00Z</cp:lastPrinted>
  <dcterms:created xsi:type="dcterms:W3CDTF">2021-06-01T08:12:00Z</dcterms:created>
  <dcterms:modified xsi:type="dcterms:W3CDTF">2024-02-20T03:26:00Z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http://virtualpc/estatedio</vt:lpwstr>
  </property>
  <property fmtid="{D5CDD505-2E9C-101B-9397-08002B2CF9AE}" pid="3" name="Folder">
    <vt:lpwstr>2014ONFFree</vt:lpwstr>
  </property>
  <property fmtid="{D5CDD505-2E9C-101B-9397-08002B2CF9AE}" pid="4" name="DocCaption">
    <vt:lpwstr>Безвозмездное пользование Контроль 2014.doc</vt:lpwstr>
  </property>
  <property fmtid="{D5CDD505-2E9C-101B-9397-08002B2CF9AE}" pid="5" name="id">
    <vt:lpwstr>000782C159DB</vt:lpwstr>
  </property>
  <property fmtid="{D5CDD505-2E9C-101B-9397-08002B2CF9AE}" pid="6" name="class">
    <vt:lpwstr>Estate/RentContractProcess</vt:lpwstr>
  </property>
  <property fmtid="{D5CDD505-2E9C-101B-9397-08002B2CF9AE}" pid="7" name="ServerUrl">
    <vt:lpwstr>http://estate/EstateDIO</vt:lpwstr>
  </property>
</Properties>
</file>