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 xml:space="preserve">купли-продажи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B429B3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B429B3">
        <w:rPr>
          <w:rFonts w:ascii="Garamond" w:hAnsi="Garamond"/>
          <w:color w:val="000000"/>
        </w:rPr>
        <w:t>Общества с ограниченной ответственностью Агентство «АТО»</w:t>
      </w:r>
      <w:r w:rsidR="002E3810" w:rsidRPr="005E1883">
        <w:rPr>
          <w:rFonts w:ascii="Garamond" w:hAnsi="Garamond"/>
          <w:color w:val="000000"/>
        </w:rPr>
        <w:t>,</w:t>
      </w:r>
      <w:r w:rsidR="002E3810" w:rsidRPr="00C2726F">
        <w:rPr>
          <w:rFonts w:ascii="Garamond" w:hAnsi="Garamond"/>
          <w:color w:val="000000"/>
        </w:rPr>
        <w:t xml:space="preserve"> </w:t>
      </w:r>
      <w:r w:rsidR="00371E80" w:rsidRPr="00C2726F">
        <w:rPr>
          <w:rFonts w:ascii="Garamond" w:hAnsi="Garamond"/>
          <w:color w:val="000000"/>
        </w:rPr>
        <w:t xml:space="preserve">ИНН </w:t>
      </w:r>
      <w:r w:rsidR="00B429B3" w:rsidRPr="00DF1A4B">
        <w:rPr>
          <w:rFonts w:ascii="Garamond" w:hAnsi="Garamond" w:cs="Arial"/>
          <w:spacing w:val="-3"/>
        </w:rPr>
        <w:t>5504216897</w:t>
      </w:r>
      <w:r w:rsidR="002E3810" w:rsidRPr="001E36D0">
        <w:rPr>
          <w:rFonts w:ascii="Garamond" w:hAnsi="Garamond"/>
        </w:rPr>
        <w:t>,</w:t>
      </w:r>
      <w:r w:rsidR="002E3810" w:rsidRPr="00C2726F">
        <w:rPr>
          <w:rFonts w:ascii="Garamond" w:hAnsi="Garamond"/>
          <w:color w:val="000000"/>
        </w:rPr>
        <w:t xml:space="preserve"> </w:t>
      </w:r>
      <w:r w:rsidR="00381E5F">
        <w:rPr>
          <w:rFonts w:ascii="Garamond" w:hAnsi="Garamond" w:cs="Arial"/>
          <w:spacing w:val="-3"/>
        </w:rPr>
        <w:t xml:space="preserve">ОГРН </w:t>
      </w:r>
      <w:r w:rsidR="00381E5F" w:rsidRPr="00216F48">
        <w:rPr>
          <w:rFonts w:ascii="Garamond" w:hAnsi="Garamond" w:cs="Arial"/>
          <w:spacing w:val="-3"/>
        </w:rPr>
        <w:t>1105543002696</w:t>
      </w:r>
      <w:r w:rsidR="00381E5F">
        <w:rPr>
          <w:rFonts w:ascii="Garamond" w:hAnsi="Garamond" w:cs="Arial"/>
          <w:spacing w:val="-3"/>
        </w:rPr>
        <w:t xml:space="preserve">, </w:t>
      </w:r>
      <w:r w:rsidRPr="00BE1C9C">
        <w:rPr>
          <w:rFonts w:ascii="Garamond" w:hAnsi="Garamond"/>
          <w:color w:val="000000"/>
        </w:rPr>
        <w:t xml:space="preserve">с одной стороны 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</w:t>
      </w:r>
      <w:r w:rsidR="00381E5F">
        <w:rPr>
          <w:rFonts w:ascii="Garamond" w:hAnsi="Garamond"/>
        </w:rPr>
        <w:br/>
      </w:r>
      <w:r w:rsidR="00611217" w:rsidRPr="00705F50">
        <w:rPr>
          <w:rFonts w:ascii="Garamond" w:hAnsi="Garamond"/>
        </w:rPr>
        <w:t xml:space="preserve">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="00381E5F">
        <w:rPr>
          <w:rFonts w:ascii="Garamond" w:hAnsi="Garamond" w:cs="Garamond"/>
          <w:color w:val="000000"/>
        </w:rPr>
        <w:br/>
      </w:r>
      <w:r w:rsidRPr="00BE1C9C">
        <w:rPr>
          <w:rFonts w:ascii="Garamond" w:hAnsi="Garamond" w:cs="Garamond"/>
          <w:color w:val="000000"/>
        </w:rPr>
        <w:t xml:space="preserve">купли-продажи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 передачу объекта</w:t>
      </w:r>
      <w:r w:rsidR="00D418E0" w:rsidRPr="00BE1C9C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7F6E06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r w:rsidR="00D75590" w:rsidRPr="00371E80">
        <w:rPr>
          <w:rFonts w:ascii="Garamond" w:hAnsi="Garamond"/>
          <w:color w:val="000000"/>
        </w:rPr>
        <w:t xml:space="preserve">В соответствии с договором купли-продажи № _______ от _____________ Продавец передает, а Покупатель принимает </w:t>
      </w:r>
      <w:r w:rsidR="0042768A" w:rsidRPr="00C2726F">
        <w:rPr>
          <w:rFonts w:ascii="Garamond" w:hAnsi="Garamond"/>
          <w:color w:val="000000"/>
        </w:rPr>
        <w:t xml:space="preserve">объект </w:t>
      </w:r>
      <w:r w:rsidR="0042768A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B429B3" w:rsidRPr="00765A8D">
        <w:rPr>
          <w:rFonts w:ascii="Garamond" w:eastAsia="TimesNewRomanPSMT" w:hAnsi="Garamond"/>
        </w:rPr>
        <w:t>55:36:130126:7438</w:t>
      </w:r>
      <w:r w:rsidR="00B429B3" w:rsidRPr="00765A8D">
        <w:rPr>
          <w:rFonts w:ascii="Garamond" w:hAnsi="Garamond"/>
        </w:rPr>
        <w:t xml:space="preserve">, площадью </w:t>
      </w:r>
      <w:r w:rsidR="00B429B3" w:rsidRPr="00765A8D">
        <w:rPr>
          <w:rFonts w:ascii="Garamond" w:eastAsia="TimesNewRomanPSMT" w:hAnsi="Garamond"/>
        </w:rPr>
        <w:t xml:space="preserve">215,9 </w:t>
      </w:r>
      <w:r w:rsidR="00B429B3" w:rsidRPr="00765A8D">
        <w:rPr>
          <w:rFonts w:ascii="Garamond" w:hAnsi="Garamond"/>
        </w:rPr>
        <w:t>кв. м, степенью готовности 5%, расположенный по адресу: Омская область, город Омск, улица Волгоградская (далее – Объект).</w:t>
      </w:r>
    </w:p>
    <w:p w:rsidR="00B429B3" w:rsidRPr="00765A8D" w:rsidRDefault="00B429B3" w:rsidP="007F6E06">
      <w:pPr>
        <w:ind w:right="140" w:firstLine="706"/>
        <w:jc w:val="both"/>
        <w:rPr>
          <w:rFonts w:ascii="Garamond" w:hAnsi="Garamond"/>
        </w:rPr>
      </w:pPr>
      <w:r w:rsidRPr="00765A8D">
        <w:rPr>
          <w:rFonts w:ascii="Garamond" w:hAnsi="Garamond"/>
        </w:rPr>
        <w:t xml:space="preserve">Объект расположен на земельном участке с кадастровым номером </w:t>
      </w:r>
      <w:r w:rsidRPr="00765A8D">
        <w:rPr>
          <w:rFonts w:ascii="Garamond" w:eastAsia="TimesNewRomanPSMT" w:hAnsi="Garamond"/>
        </w:rPr>
        <w:t>55:36:130126:3237</w:t>
      </w:r>
      <w:r w:rsidRPr="00765A8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</w:t>
      </w:r>
      <w:r w:rsidRPr="00765A8D">
        <w:rPr>
          <w:rFonts w:ascii="Garamond" w:hAnsi="Garamond"/>
        </w:rPr>
        <w:t>(далее – Участок). Местоположение установлено относительно ориентира,</w:t>
      </w:r>
      <w:r w:rsidRPr="00765A8D">
        <w:rPr>
          <w:rFonts w:ascii="Garamond" w:eastAsia="TimesNewRomanPSMT" w:hAnsi="Garamond"/>
        </w:rPr>
        <w:t xml:space="preserve"> расположенного </w:t>
      </w:r>
      <w:r w:rsidR="00E327B4">
        <w:rPr>
          <w:rFonts w:ascii="Garamond" w:eastAsia="TimesNewRomanPSMT" w:hAnsi="Garamond"/>
        </w:rPr>
        <w:br/>
      </w:r>
      <w:r w:rsidRPr="00765A8D">
        <w:rPr>
          <w:rFonts w:ascii="Garamond" w:eastAsia="TimesNewRomanPSMT" w:hAnsi="Garamond"/>
        </w:rPr>
        <w:t xml:space="preserve">за пределами участка. Ориентир пятиэтажное жилое здание. Участок находится примерно в 770 м., по направлению на юго-запад от ориентира. Почтовый адрес ориентира: Омская обл., г. Омск, Кировский АО, ул. Волгоградская, д. 12. </w:t>
      </w:r>
    </w:p>
    <w:p w:rsidR="00B429B3" w:rsidRPr="00765A8D" w:rsidRDefault="00B429B3" w:rsidP="007F6E06">
      <w:pPr>
        <w:ind w:right="140" w:firstLine="706"/>
        <w:jc w:val="both"/>
        <w:rPr>
          <w:rFonts w:ascii="Garamond" w:eastAsia="TimesNewRomanPSMT" w:hAnsi="Garamond"/>
        </w:rPr>
      </w:pPr>
      <w:r w:rsidRPr="00765A8D">
        <w:rPr>
          <w:rFonts w:ascii="Garamond" w:hAnsi="Garamond"/>
        </w:rPr>
        <w:t>Вид разрешенного использования</w:t>
      </w:r>
      <w:r w:rsidR="00E327B4">
        <w:rPr>
          <w:rFonts w:ascii="Garamond" w:hAnsi="Garamond"/>
        </w:rPr>
        <w:t xml:space="preserve"> земельного участка</w:t>
      </w:r>
      <w:r w:rsidRPr="00765A8D">
        <w:rPr>
          <w:rFonts w:ascii="Garamond" w:hAnsi="Garamond"/>
        </w:rPr>
        <w:t xml:space="preserve">: </w:t>
      </w:r>
      <w:r w:rsidRPr="00765A8D">
        <w:rPr>
          <w:rFonts w:ascii="Garamond" w:eastAsia="TimesNewRomanPSMT" w:hAnsi="Garamond"/>
        </w:rPr>
        <w:t xml:space="preserve">для общественно-деловых целей </w:t>
      </w:r>
      <w:r w:rsidR="00E327B4">
        <w:rPr>
          <w:rFonts w:ascii="Garamond" w:eastAsia="TimesNewRomanPSMT" w:hAnsi="Garamond"/>
        </w:rPr>
        <w:br/>
      </w:r>
      <w:r w:rsidRPr="00765A8D">
        <w:rPr>
          <w:rFonts w:ascii="Garamond" w:eastAsia="TimesNewRomanPSMT" w:hAnsi="Garamond"/>
        </w:rPr>
        <w:t>под строительство оздоровительного центра.</w:t>
      </w:r>
    </w:p>
    <w:p w:rsidR="00B429B3" w:rsidRPr="00765A8D" w:rsidRDefault="00B429B3" w:rsidP="007F6E06">
      <w:pPr>
        <w:ind w:right="140" w:firstLine="706"/>
        <w:jc w:val="both"/>
        <w:rPr>
          <w:rFonts w:ascii="Garamond" w:hAnsi="Garamond"/>
        </w:rPr>
      </w:pPr>
      <w:r w:rsidRPr="00765A8D">
        <w:rPr>
          <w:rFonts w:ascii="Garamond" w:hAnsi="Garamond"/>
        </w:rPr>
        <w:t>Категория земель: земли населенных пунктов.</w:t>
      </w:r>
    </w:p>
    <w:p w:rsidR="00B429B3" w:rsidRPr="00765A8D" w:rsidRDefault="00B429B3" w:rsidP="007F6E06">
      <w:pPr>
        <w:ind w:right="140" w:firstLine="706"/>
        <w:jc w:val="both"/>
        <w:rPr>
          <w:rFonts w:ascii="Garamond" w:hAnsi="Garamond"/>
        </w:rPr>
      </w:pPr>
      <w:r w:rsidRPr="00765A8D">
        <w:rPr>
          <w:rFonts w:ascii="Garamond" w:hAnsi="Garamond"/>
        </w:rPr>
        <w:t xml:space="preserve">Территориальная зона: </w:t>
      </w:r>
      <w:r w:rsidRPr="00765A8D">
        <w:rPr>
          <w:rFonts w:ascii="Garamond" w:eastAsia="Calibri" w:hAnsi="Garamond"/>
        </w:rPr>
        <w:t xml:space="preserve">Участок с кадастровым номером </w:t>
      </w:r>
      <w:r>
        <w:rPr>
          <w:rFonts w:ascii="Garamond" w:eastAsia="Calibri" w:hAnsi="Garamond"/>
        </w:rPr>
        <w:t xml:space="preserve">55:36:130126:3237 определяется            </w:t>
      </w:r>
      <w:r w:rsidRPr="00765A8D">
        <w:rPr>
          <w:rFonts w:ascii="Garamond" w:eastAsia="Calibri" w:hAnsi="Garamond"/>
        </w:rPr>
        <w:t>в территориальной зоне спортивных и спортивно-зрелищных сооружений С/15.</w:t>
      </w:r>
    </w:p>
    <w:p w:rsidR="00480A7B" w:rsidRPr="00BE1C9C" w:rsidRDefault="00BE1C9C" w:rsidP="007F6E06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B429B3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B429B3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B429B3" w:rsidRDefault="00B429B3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Общества с ограниченной ответственностью </w:t>
      </w:r>
    </w:p>
    <w:p w:rsidR="00C933DA" w:rsidRPr="00E144F9" w:rsidRDefault="00B429B3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Агентство «АТО»</w:t>
      </w:r>
      <w:r w:rsidR="00C933DA">
        <w:rPr>
          <w:rFonts w:ascii="Garamond" w:hAnsi="Garamond" w:cs="Garamond"/>
          <w:color w:val="000000"/>
        </w:rPr>
        <w:tab/>
      </w:r>
      <w:r w:rsidR="00C933DA"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644024, г. Омск, ул. Краснофлотская,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AFD" w:rsidRDefault="00735AFD" w:rsidP="003B0A53">
      <w:r>
        <w:separator/>
      </w:r>
    </w:p>
  </w:endnote>
  <w:endnote w:type="continuationSeparator" w:id="1">
    <w:p w:rsidR="00735AFD" w:rsidRDefault="00735AFD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AFD" w:rsidRDefault="00735AFD" w:rsidP="003B0A53">
      <w:r>
        <w:separator/>
      </w:r>
    </w:p>
  </w:footnote>
  <w:footnote w:type="continuationSeparator" w:id="1">
    <w:p w:rsidR="00735AFD" w:rsidRDefault="00735AFD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75AF3"/>
    <w:rsid w:val="00380C44"/>
    <w:rsid w:val="00380D8C"/>
    <w:rsid w:val="00381E5F"/>
    <w:rsid w:val="00382ED4"/>
    <w:rsid w:val="0038458D"/>
    <w:rsid w:val="003865B9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1572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5AFD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6E06"/>
    <w:rsid w:val="007F7E5B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671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29B3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07031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2647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27B4"/>
    <w:rsid w:val="00E37E03"/>
    <w:rsid w:val="00E405B4"/>
    <w:rsid w:val="00E40B7F"/>
    <w:rsid w:val="00E418E3"/>
    <w:rsid w:val="00E42126"/>
    <w:rsid w:val="00E5250E"/>
    <w:rsid w:val="00E52CF5"/>
    <w:rsid w:val="00E62062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C4B24-8D17-4C19-ABEA-1660DE72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IVNos</cp:lastModifiedBy>
  <cp:revision>33</cp:revision>
  <cp:lastPrinted>2024-05-02T10:59:00Z</cp:lastPrinted>
  <dcterms:created xsi:type="dcterms:W3CDTF">2021-06-01T08:12:00Z</dcterms:created>
  <dcterms:modified xsi:type="dcterms:W3CDTF">2024-05-02T11:00:00Z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