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5D87" w:rsidRPr="00BA1522" w:rsidRDefault="00AC2A36" w:rsidP="00CA05FA">
      <w:pPr>
        <w:tabs>
          <w:tab w:val="left" w:pos="8091"/>
        </w:tabs>
        <w:jc w:val="center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 xml:space="preserve">ДОГОВОР № </w:t>
      </w:r>
      <w:r w:rsidR="00480A7B" w:rsidRPr="00BA1522">
        <w:rPr>
          <w:rFonts w:ascii="Garamond" w:hAnsi="Garamond"/>
          <w:b/>
          <w:sz w:val="20"/>
          <w:szCs w:val="20"/>
        </w:rPr>
        <w:t> </w:t>
      </w:r>
      <w:r w:rsidR="003110AF" w:rsidRPr="00BA1522">
        <w:rPr>
          <w:rFonts w:ascii="Garamond" w:hAnsi="Garamond"/>
          <w:b/>
          <w:sz w:val="20"/>
          <w:szCs w:val="20"/>
        </w:rPr>
        <w:t>_________</w:t>
      </w:r>
    </w:p>
    <w:p w:rsidR="00905FCC" w:rsidRPr="00BA1522" w:rsidRDefault="00E85D87" w:rsidP="00AC2A36">
      <w:pPr>
        <w:jc w:val="center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 xml:space="preserve"> </w:t>
      </w:r>
      <w:r w:rsidR="00AC2A36" w:rsidRPr="00BA1522">
        <w:rPr>
          <w:rFonts w:ascii="Garamond" w:hAnsi="Garamond"/>
          <w:b/>
          <w:sz w:val="20"/>
          <w:szCs w:val="20"/>
        </w:rPr>
        <w:t xml:space="preserve">АРЕНДЫ </w:t>
      </w:r>
      <w:r w:rsidR="00DF3347">
        <w:rPr>
          <w:rFonts w:ascii="Garamond" w:hAnsi="Garamond"/>
          <w:b/>
          <w:sz w:val="20"/>
          <w:szCs w:val="20"/>
        </w:rPr>
        <w:t>МУНИЦИПАЛЬНОГО ИМУЩЕСТВА</w:t>
      </w:r>
    </w:p>
    <w:p w:rsidR="00AC2A36" w:rsidRPr="00BA1522" w:rsidRDefault="00AC2A36" w:rsidP="00AC2A36">
      <w:pPr>
        <w:jc w:val="center"/>
        <w:rPr>
          <w:rFonts w:ascii="Garamond" w:hAnsi="Garamond"/>
          <w:sz w:val="14"/>
          <w:szCs w:val="1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0"/>
        <w:gridCol w:w="5183"/>
      </w:tblGrid>
      <w:tr w:rsidR="00115958" w:rsidRPr="00BA1522" w:rsidTr="00335D9A">
        <w:tc>
          <w:tcPr>
            <w:tcW w:w="4785" w:type="dxa"/>
          </w:tcPr>
          <w:p w:rsidR="00115958" w:rsidRPr="00BA1522" w:rsidRDefault="00115958" w:rsidP="0011595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246" w:type="dxa"/>
          </w:tcPr>
          <w:p w:rsidR="00115958" w:rsidRPr="00BA1522" w:rsidRDefault="00335D9A" w:rsidP="00335D9A">
            <w:pPr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«_______»</w:t>
            </w:r>
            <w:r w:rsidR="007835CB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_________________</w:t>
            </w:r>
            <w:r w:rsidR="007835CB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г.</w:t>
            </w:r>
          </w:p>
        </w:tc>
      </w:tr>
      <w:tr w:rsidR="00EE4A4E" w:rsidRPr="00BA1522" w:rsidTr="00335D9A">
        <w:tc>
          <w:tcPr>
            <w:tcW w:w="4785" w:type="dxa"/>
          </w:tcPr>
          <w:p w:rsidR="00EE4A4E" w:rsidRPr="00BA1522" w:rsidRDefault="00EE4A4E" w:rsidP="00115958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246" w:type="dxa"/>
          </w:tcPr>
          <w:p w:rsidR="00EE4A4E" w:rsidRPr="00BA1522" w:rsidRDefault="00EE4A4E" w:rsidP="002B67DD">
            <w:pPr>
              <w:ind w:right="-143"/>
              <w:jc w:val="right"/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471A35" w:rsidRPr="00BA1522" w:rsidRDefault="00AC2A36" w:rsidP="00B31D8D">
      <w:pPr>
        <w:ind w:firstLine="708"/>
        <w:jc w:val="both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Арендодателем выступает</w:t>
      </w:r>
      <w:r w:rsidR="00A05743" w:rsidRPr="00BA1522">
        <w:rPr>
          <w:rFonts w:ascii="Garamond" w:hAnsi="Garamond"/>
          <w:sz w:val="20"/>
          <w:szCs w:val="20"/>
        </w:rPr>
        <w:t> </w:t>
      </w:r>
      <w:bookmarkStart w:id="0" w:name="Bookmark5"/>
      <w:r w:rsidR="00471A35" w:rsidRPr="00BA1522">
        <w:rPr>
          <w:rFonts w:ascii="Garamond" w:hAnsi="Garamond"/>
          <w:sz w:val="20"/>
          <w:szCs w:val="20"/>
        </w:rPr>
        <w:t>Департамент имущественных отношений Администрации города Омска</w:t>
      </w:r>
      <w:bookmarkEnd w:id="0"/>
      <w:r w:rsidRPr="00BA1522">
        <w:rPr>
          <w:rFonts w:ascii="Garamond" w:hAnsi="Garamond"/>
          <w:sz w:val="20"/>
          <w:szCs w:val="20"/>
        </w:rPr>
        <w:t xml:space="preserve"> в лице</w:t>
      </w:r>
      <w:r w:rsidR="00695F35" w:rsidRPr="00BA1522">
        <w:rPr>
          <w:rFonts w:ascii="Garamond" w:hAnsi="Garamond"/>
          <w:b/>
          <w:sz w:val="20"/>
          <w:szCs w:val="20"/>
        </w:rPr>
        <w:t xml:space="preserve"> </w:t>
      </w:r>
      <w:r w:rsidR="00E45A9D">
        <w:rPr>
          <w:rFonts w:ascii="Garamond" w:hAnsi="Garamond"/>
          <w:sz w:val="20"/>
          <w:szCs w:val="20"/>
        </w:rPr>
        <w:t>_________</w:t>
      </w:r>
      <w:r w:rsidR="00DE6C61" w:rsidRPr="00BA1522">
        <w:rPr>
          <w:rFonts w:ascii="Garamond" w:hAnsi="Garamond"/>
          <w:b/>
          <w:sz w:val="20"/>
          <w:szCs w:val="20"/>
        </w:rPr>
        <w:t xml:space="preserve">, </w:t>
      </w:r>
      <w:r w:rsidR="00DE6C61" w:rsidRPr="00BA1522">
        <w:rPr>
          <w:rFonts w:ascii="Garamond" w:hAnsi="Garamond"/>
          <w:sz w:val="20"/>
          <w:szCs w:val="20"/>
        </w:rPr>
        <w:t xml:space="preserve">действующего на основании </w:t>
      </w:r>
      <w:r w:rsidR="00335D9A">
        <w:rPr>
          <w:rFonts w:ascii="Garamond" w:hAnsi="Garamond"/>
          <w:sz w:val="20"/>
          <w:szCs w:val="20"/>
        </w:rPr>
        <w:t>Положения о департаменте имущественных отношений Администрации города Омска, утвержденного Решением Омского городс</w:t>
      </w:r>
      <w:r w:rsidR="00E45A9D">
        <w:rPr>
          <w:rFonts w:ascii="Garamond" w:hAnsi="Garamond"/>
          <w:sz w:val="20"/>
          <w:szCs w:val="20"/>
        </w:rPr>
        <w:t xml:space="preserve">кого Совета от 26.10.2011 № 452. </w:t>
      </w:r>
      <w:r w:rsidRPr="00BA1522">
        <w:rPr>
          <w:rFonts w:ascii="Garamond" w:hAnsi="Garamond"/>
          <w:sz w:val="20"/>
          <w:szCs w:val="20"/>
        </w:rPr>
        <w:t>Арендатором выступает</w:t>
      </w:r>
      <w:r w:rsidR="00695F35" w:rsidRPr="00BA1522">
        <w:rPr>
          <w:rFonts w:ascii="Garamond" w:hAnsi="Garamond"/>
          <w:b/>
          <w:sz w:val="20"/>
          <w:szCs w:val="20"/>
          <w:lang w:val="en-US"/>
        </w:rPr>
        <w:t> </w:t>
      </w:r>
      <w:bookmarkStart w:id="1" w:name="Bookmark29"/>
      <w:r w:rsidR="00471A35" w:rsidRPr="00BA1522">
        <w:rPr>
          <w:rFonts w:ascii="Garamond" w:hAnsi="Garamond"/>
          <w:b/>
          <w:sz w:val="20"/>
          <w:szCs w:val="20"/>
        </w:rPr>
        <w:t xml:space="preserve"> </w:t>
      </w:r>
      <w:bookmarkEnd w:id="1"/>
      <w:r w:rsidR="00DD4D92" w:rsidRPr="00BA1522">
        <w:rPr>
          <w:rFonts w:ascii="Garamond" w:hAnsi="Garamond"/>
          <w:b/>
          <w:sz w:val="20"/>
          <w:szCs w:val="20"/>
        </w:rPr>
        <w:t> </w:t>
      </w:r>
      <w:r w:rsidR="00335D9A">
        <w:rPr>
          <w:rFonts w:ascii="Garamond" w:hAnsi="Garamond"/>
          <w:sz w:val="20"/>
          <w:szCs w:val="20"/>
        </w:rPr>
        <w:t>_________________</w:t>
      </w:r>
      <w:r w:rsidR="006F7AF3" w:rsidRPr="00BA1522">
        <w:rPr>
          <w:rFonts w:ascii="Garamond" w:hAnsi="Garamond"/>
          <w:sz w:val="20"/>
          <w:szCs w:val="20"/>
        </w:rPr>
        <w:t xml:space="preserve"> в лице</w:t>
      </w:r>
      <w:r w:rsidR="006F7AF3" w:rsidRPr="00BA1522">
        <w:rPr>
          <w:rFonts w:ascii="Garamond" w:hAnsi="Garamond"/>
          <w:b/>
          <w:sz w:val="20"/>
          <w:szCs w:val="20"/>
        </w:rPr>
        <w:t xml:space="preserve"> </w:t>
      </w:r>
      <w:r w:rsidR="00335D9A">
        <w:rPr>
          <w:rFonts w:ascii="Garamond" w:hAnsi="Garamond"/>
          <w:sz w:val="20"/>
          <w:szCs w:val="20"/>
        </w:rPr>
        <w:t>_________________</w:t>
      </w:r>
      <w:r w:rsidR="003132FD" w:rsidRPr="00BA1522">
        <w:rPr>
          <w:rFonts w:ascii="Garamond" w:hAnsi="Garamond"/>
          <w:sz w:val="20"/>
          <w:szCs w:val="20"/>
        </w:rPr>
        <w:t>, действующе</w:t>
      </w:r>
      <w:r w:rsidR="00335D9A">
        <w:rPr>
          <w:rFonts w:ascii="Garamond" w:hAnsi="Garamond"/>
          <w:sz w:val="20"/>
          <w:szCs w:val="20"/>
        </w:rPr>
        <w:t>го</w:t>
      </w:r>
      <w:r w:rsidR="003132FD" w:rsidRPr="00BA1522">
        <w:rPr>
          <w:rFonts w:ascii="Garamond" w:hAnsi="Garamond"/>
          <w:sz w:val="20"/>
          <w:szCs w:val="20"/>
        </w:rPr>
        <w:t xml:space="preserve"> на основании </w:t>
      </w:r>
      <w:r w:rsidR="00335D9A">
        <w:rPr>
          <w:rFonts w:ascii="Garamond" w:hAnsi="Garamond"/>
          <w:sz w:val="20"/>
          <w:szCs w:val="20"/>
        </w:rPr>
        <w:t>___________</w:t>
      </w:r>
      <w:r w:rsidR="006F7AF3" w:rsidRPr="00BA1522">
        <w:rPr>
          <w:rFonts w:ascii="Garamond" w:hAnsi="Garamond"/>
          <w:b/>
          <w:sz w:val="20"/>
          <w:szCs w:val="20"/>
        </w:rPr>
        <w:t>.</w:t>
      </w:r>
    </w:p>
    <w:p w:rsidR="001B1109" w:rsidRPr="00BA1522" w:rsidRDefault="00CF4016" w:rsidP="00F315F7">
      <w:pPr>
        <w:widowControl w:val="0"/>
        <w:ind w:firstLine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соответствии с </w:t>
      </w:r>
      <w:r w:rsidR="007835CB">
        <w:rPr>
          <w:rFonts w:ascii="Garamond" w:hAnsi="Garamond"/>
          <w:sz w:val="20"/>
          <w:szCs w:val="20"/>
        </w:rPr>
        <w:t>Решением Омского городского Совета от</w:t>
      </w:r>
      <w:r w:rsidR="004D3E0F">
        <w:rPr>
          <w:rFonts w:ascii="Garamond" w:hAnsi="Garamond"/>
          <w:sz w:val="20"/>
          <w:szCs w:val="20"/>
        </w:rPr>
        <w:t> </w:t>
      </w:r>
      <w:r w:rsidR="007835CB">
        <w:rPr>
          <w:rFonts w:ascii="Garamond" w:hAnsi="Garamond"/>
          <w:sz w:val="20"/>
          <w:szCs w:val="20"/>
        </w:rPr>
        <w:t>15.05.2019 № 150 «</w:t>
      </w:r>
      <w:r w:rsidR="007835CB" w:rsidRPr="00225E0B">
        <w:rPr>
          <w:rFonts w:ascii="Garamond" w:hAnsi="Garamond"/>
          <w:sz w:val="20"/>
          <w:szCs w:val="20"/>
        </w:rPr>
        <w:t>О порядке установления льготной арендной платы в отношении неиспользуемых объектов культурного наследия (памятников истории и культуры),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состоянии, относящихся к муниципальной собственности города Омска</w:t>
      </w:r>
      <w:r w:rsidR="007835CB">
        <w:rPr>
          <w:rFonts w:ascii="Garamond" w:hAnsi="Garamond"/>
          <w:sz w:val="20"/>
          <w:szCs w:val="20"/>
        </w:rPr>
        <w:t>», на</w:t>
      </w:r>
      <w:r w:rsidR="00E67240" w:rsidRPr="00BA1522">
        <w:rPr>
          <w:rFonts w:ascii="Garamond" w:hAnsi="Garamond"/>
          <w:sz w:val="20"/>
          <w:szCs w:val="20"/>
        </w:rPr>
        <w:t xml:space="preserve"> основании протокола от</w:t>
      </w:r>
      <w:r w:rsidR="00E67240" w:rsidRPr="00BA1522">
        <w:rPr>
          <w:rFonts w:ascii="Garamond" w:hAnsi="Garamond"/>
          <w:b/>
          <w:sz w:val="20"/>
          <w:szCs w:val="20"/>
        </w:rPr>
        <w:t xml:space="preserve"> </w:t>
      </w:r>
      <w:r w:rsidR="00335D9A">
        <w:rPr>
          <w:rFonts w:ascii="Garamond" w:hAnsi="Garamond"/>
          <w:b/>
          <w:sz w:val="20"/>
          <w:szCs w:val="20"/>
        </w:rPr>
        <w:t>__________</w:t>
      </w:r>
      <w:r w:rsidR="00E67240" w:rsidRPr="00BA1522">
        <w:rPr>
          <w:rFonts w:ascii="Garamond" w:hAnsi="Garamond"/>
          <w:b/>
          <w:sz w:val="20"/>
          <w:szCs w:val="20"/>
        </w:rPr>
        <w:t> </w:t>
      </w:r>
      <w:bookmarkStart w:id="2" w:name="Bookmark26"/>
      <w:r w:rsidR="00E67240" w:rsidRPr="00BA1522">
        <w:rPr>
          <w:rFonts w:ascii="Garamond" w:hAnsi="Garamond"/>
          <w:b/>
          <w:sz w:val="20"/>
          <w:szCs w:val="20"/>
        </w:rPr>
        <w:t xml:space="preserve"> </w:t>
      </w:r>
      <w:bookmarkEnd w:id="2"/>
      <w:r w:rsidR="00E67240" w:rsidRPr="00BA1522">
        <w:rPr>
          <w:rFonts w:ascii="Garamond" w:hAnsi="Garamond"/>
          <w:b/>
          <w:sz w:val="20"/>
          <w:szCs w:val="20"/>
        </w:rPr>
        <w:t> </w:t>
      </w:r>
      <w:r w:rsidR="00E67240" w:rsidRPr="00BA1522">
        <w:rPr>
          <w:rFonts w:ascii="Garamond" w:hAnsi="Garamond"/>
          <w:sz w:val="20"/>
          <w:szCs w:val="20"/>
        </w:rPr>
        <w:t>№</w:t>
      </w:r>
      <w:r w:rsidR="00E67240" w:rsidRPr="00BA1522">
        <w:rPr>
          <w:rFonts w:ascii="Garamond" w:hAnsi="Garamond"/>
          <w:b/>
          <w:sz w:val="20"/>
          <w:szCs w:val="20"/>
        </w:rPr>
        <w:t xml:space="preserve"> </w:t>
      </w:r>
      <w:r w:rsidR="00E67240" w:rsidRPr="00BA1522">
        <w:rPr>
          <w:rFonts w:ascii="Garamond" w:hAnsi="Garamond"/>
          <w:b/>
          <w:sz w:val="20"/>
          <w:szCs w:val="20"/>
          <w:lang w:val="en-US"/>
        </w:rPr>
        <w:t> </w:t>
      </w:r>
      <w:r w:rsidR="00335D9A">
        <w:rPr>
          <w:rFonts w:ascii="Garamond" w:hAnsi="Garamond"/>
          <w:b/>
          <w:sz w:val="20"/>
          <w:szCs w:val="20"/>
        </w:rPr>
        <w:t>_______</w:t>
      </w:r>
      <w:r w:rsidR="00E67240" w:rsidRPr="00BA1522">
        <w:rPr>
          <w:rFonts w:ascii="Garamond" w:hAnsi="Garamond"/>
          <w:sz w:val="20"/>
          <w:szCs w:val="20"/>
        </w:rPr>
        <w:t>,</w:t>
      </w:r>
      <w:r w:rsidR="009B65C8" w:rsidRPr="00BA1522">
        <w:rPr>
          <w:rFonts w:ascii="Garamond" w:hAnsi="Garamond"/>
          <w:sz w:val="20"/>
          <w:szCs w:val="20"/>
        </w:rPr>
        <w:t xml:space="preserve"> </w:t>
      </w:r>
      <w:r w:rsidR="00E67240" w:rsidRPr="00BA1522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F06D9F" w:rsidRPr="00F315F7" w:rsidRDefault="00AC2A36" w:rsidP="00F315F7">
      <w:pPr>
        <w:pStyle w:val="a3"/>
        <w:numPr>
          <w:ilvl w:val="0"/>
          <w:numId w:val="11"/>
        </w:numPr>
        <w:spacing w:before="120"/>
        <w:ind w:left="714" w:hanging="357"/>
        <w:rPr>
          <w:rFonts w:ascii="Garamond" w:hAnsi="Garamond"/>
          <w:b/>
          <w:sz w:val="19"/>
          <w:szCs w:val="19"/>
        </w:rPr>
      </w:pPr>
      <w:r w:rsidRPr="00BA1522">
        <w:rPr>
          <w:rFonts w:ascii="Garamond" w:hAnsi="Garamond"/>
          <w:b/>
          <w:sz w:val="19"/>
          <w:szCs w:val="19"/>
        </w:rPr>
        <w:t>ОБЩИЕ УСЛОВИЯ</w:t>
      </w:r>
    </w:p>
    <w:p w:rsidR="005A638C" w:rsidRPr="005A638C" w:rsidRDefault="00240DB4" w:rsidP="00F15716">
      <w:pPr>
        <w:widowControl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5A638C">
        <w:rPr>
          <w:rFonts w:ascii="Garamond" w:hAnsi="Garamond"/>
          <w:sz w:val="20"/>
          <w:szCs w:val="20"/>
        </w:rPr>
        <w:t xml:space="preserve">1.1. </w:t>
      </w:r>
      <w:r w:rsidR="00342014" w:rsidRPr="005A638C">
        <w:rPr>
          <w:rFonts w:ascii="Garamond" w:hAnsi="Garamond"/>
          <w:sz w:val="20"/>
          <w:szCs w:val="20"/>
        </w:rPr>
        <w:t>Арендодатель сдает, а Арендатор принимает в аренду</w:t>
      </w:r>
      <w:r w:rsidR="004D3E0F">
        <w:rPr>
          <w:rFonts w:ascii="Garamond" w:hAnsi="Garamond"/>
          <w:sz w:val="20"/>
          <w:szCs w:val="20"/>
        </w:rPr>
        <w:t xml:space="preserve"> муниципальное имущество </w:t>
      </w:r>
      <w:r w:rsidR="00ED612C">
        <w:rPr>
          <w:rFonts w:ascii="Garamond" w:hAnsi="Garamond"/>
          <w:sz w:val="20"/>
          <w:szCs w:val="20"/>
        </w:rPr>
        <w:t>–</w:t>
      </w:r>
      <w:r w:rsidR="00180C70">
        <w:rPr>
          <w:rFonts w:ascii="Garamond" w:hAnsi="Garamond"/>
          <w:sz w:val="20"/>
          <w:szCs w:val="20"/>
        </w:rPr>
        <w:t xml:space="preserve"> </w:t>
      </w:r>
      <w:r w:rsidR="00B65A39">
        <w:rPr>
          <w:rFonts w:ascii="Garamond" w:hAnsi="Garamond"/>
          <w:sz w:val="20"/>
          <w:szCs w:val="20"/>
        </w:rPr>
        <w:t>нежилое здание, являюще</w:t>
      </w:r>
      <w:r w:rsidR="00ED612C">
        <w:rPr>
          <w:rFonts w:ascii="Garamond" w:hAnsi="Garamond"/>
          <w:sz w:val="20"/>
          <w:szCs w:val="20"/>
        </w:rPr>
        <w:t xml:space="preserve">еся </w:t>
      </w:r>
      <w:r w:rsidR="00180C70">
        <w:rPr>
          <w:rFonts w:ascii="Garamond" w:hAnsi="Garamond"/>
          <w:sz w:val="20"/>
          <w:szCs w:val="20"/>
        </w:rPr>
        <w:t>объект</w:t>
      </w:r>
      <w:r w:rsidR="00B65A39">
        <w:rPr>
          <w:rFonts w:ascii="Garamond" w:hAnsi="Garamond"/>
          <w:sz w:val="20"/>
          <w:szCs w:val="20"/>
        </w:rPr>
        <w:t>о</w:t>
      </w:r>
      <w:r w:rsidR="00ED612C">
        <w:rPr>
          <w:rFonts w:ascii="Garamond" w:hAnsi="Garamond"/>
          <w:sz w:val="20"/>
          <w:szCs w:val="20"/>
        </w:rPr>
        <w:t>м</w:t>
      </w:r>
      <w:r w:rsidR="00180C70">
        <w:rPr>
          <w:rFonts w:ascii="Garamond" w:hAnsi="Garamond"/>
          <w:sz w:val="20"/>
          <w:szCs w:val="20"/>
        </w:rPr>
        <w:t xml:space="preserve"> культурного наследия</w:t>
      </w:r>
      <w:r w:rsidR="00C05843" w:rsidRPr="00C05843">
        <w:rPr>
          <w:rFonts w:ascii="Garamond" w:hAnsi="Garamond"/>
          <w:sz w:val="20"/>
          <w:szCs w:val="20"/>
        </w:rPr>
        <w:t xml:space="preserve"> </w:t>
      </w:r>
      <w:r w:rsidR="00C05843">
        <w:rPr>
          <w:rFonts w:ascii="Garamond" w:hAnsi="Garamond"/>
          <w:sz w:val="20"/>
          <w:szCs w:val="20"/>
        </w:rPr>
        <w:t xml:space="preserve">(памятник </w:t>
      </w:r>
      <w:r w:rsidR="00C05843" w:rsidRPr="005A638C">
        <w:rPr>
          <w:rFonts w:ascii="Garamond" w:hAnsi="Garamond"/>
          <w:color w:val="000000"/>
          <w:sz w:val="20"/>
          <w:szCs w:val="20"/>
        </w:rPr>
        <w:t>истории и культуры) народов Российской Федерации</w:t>
      </w:r>
      <w:r w:rsidR="00C05843">
        <w:rPr>
          <w:rFonts w:ascii="Garamond" w:hAnsi="Garamond"/>
          <w:color w:val="000000"/>
          <w:sz w:val="20"/>
          <w:szCs w:val="20"/>
        </w:rPr>
        <w:t xml:space="preserve"> </w:t>
      </w:r>
      <w:r w:rsidR="00CF4016">
        <w:rPr>
          <w:rFonts w:ascii="Garamond" w:hAnsi="Garamond"/>
          <w:color w:val="000000"/>
          <w:sz w:val="20"/>
          <w:szCs w:val="20"/>
        </w:rPr>
        <w:t xml:space="preserve">                     </w:t>
      </w:r>
      <w:r w:rsidR="00591549">
        <w:rPr>
          <w:rFonts w:ascii="Garamond" w:hAnsi="Garamond"/>
          <w:color w:val="000000"/>
          <w:sz w:val="20"/>
          <w:szCs w:val="20"/>
        </w:rPr>
        <w:t>регионального значения «Казарма Омского военного округа», 1822-1823 гг.</w:t>
      </w:r>
      <w:r w:rsidR="00F9430E">
        <w:rPr>
          <w:rFonts w:ascii="Garamond" w:hAnsi="Garamond"/>
          <w:color w:val="000000"/>
          <w:sz w:val="20"/>
          <w:szCs w:val="20"/>
        </w:rPr>
        <w:t>,</w:t>
      </w:r>
      <w:r w:rsidR="00F9430E" w:rsidRPr="00F9430E">
        <w:rPr>
          <w:rFonts w:ascii="Garamond" w:hAnsi="Garamond"/>
          <w:color w:val="000000"/>
          <w:sz w:val="20"/>
          <w:szCs w:val="20"/>
        </w:rPr>
        <w:t xml:space="preserve"> </w:t>
      </w:r>
      <w:r w:rsidR="00ED612C" w:rsidRPr="00E44F41">
        <w:rPr>
          <w:rFonts w:ascii="Garamond" w:hAnsi="Garamond"/>
          <w:color w:val="000000"/>
          <w:sz w:val="20"/>
          <w:szCs w:val="20"/>
        </w:rPr>
        <w:t>согласно</w:t>
      </w:r>
      <w:r w:rsidR="00B65A39">
        <w:rPr>
          <w:rFonts w:ascii="Garamond" w:hAnsi="Garamond"/>
          <w:color w:val="000000"/>
          <w:sz w:val="20"/>
          <w:szCs w:val="20"/>
        </w:rPr>
        <w:t xml:space="preserve"> акту от </w:t>
      </w:r>
      <w:r w:rsidR="00B65A39" w:rsidRPr="00591549">
        <w:rPr>
          <w:rFonts w:ascii="Garamond" w:hAnsi="Garamond"/>
          <w:color w:val="000000"/>
          <w:sz w:val="20"/>
          <w:szCs w:val="20"/>
        </w:rPr>
        <w:t>27</w:t>
      </w:r>
      <w:r w:rsidR="00CF4016" w:rsidRPr="00591549">
        <w:rPr>
          <w:rFonts w:ascii="Garamond" w:hAnsi="Garamond"/>
          <w:color w:val="000000"/>
          <w:sz w:val="20"/>
          <w:szCs w:val="20"/>
        </w:rPr>
        <w:t xml:space="preserve"> </w:t>
      </w:r>
      <w:r w:rsidR="00B65A39" w:rsidRPr="00591549">
        <w:rPr>
          <w:rFonts w:ascii="Garamond" w:hAnsi="Garamond"/>
          <w:color w:val="000000"/>
          <w:sz w:val="20"/>
          <w:szCs w:val="20"/>
        </w:rPr>
        <w:t>июня 2024</w:t>
      </w:r>
      <w:r w:rsidR="00ED612C">
        <w:rPr>
          <w:rFonts w:ascii="Garamond" w:hAnsi="Garamond"/>
          <w:color w:val="000000"/>
          <w:sz w:val="20"/>
          <w:szCs w:val="20"/>
        </w:rPr>
        <w:t xml:space="preserve"> года находящ</w:t>
      </w:r>
      <w:r w:rsidR="000A6408">
        <w:rPr>
          <w:rFonts w:ascii="Garamond" w:hAnsi="Garamond"/>
          <w:color w:val="000000"/>
          <w:sz w:val="20"/>
          <w:szCs w:val="20"/>
        </w:rPr>
        <w:t>е</w:t>
      </w:r>
      <w:r w:rsidR="00ED612C">
        <w:rPr>
          <w:rFonts w:ascii="Garamond" w:hAnsi="Garamond"/>
          <w:color w:val="000000"/>
          <w:sz w:val="20"/>
          <w:szCs w:val="20"/>
        </w:rPr>
        <w:t xml:space="preserve">еся </w:t>
      </w:r>
      <w:r w:rsidR="00ED612C" w:rsidRPr="005A638C">
        <w:rPr>
          <w:rFonts w:ascii="Garamond" w:hAnsi="Garamond"/>
          <w:color w:val="000000"/>
          <w:sz w:val="20"/>
          <w:szCs w:val="20"/>
        </w:rPr>
        <w:t>в</w:t>
      </w:r>
      <w:r w:rsidR="000A6408">
        <w:rPr>
          <w:rFonts w:ascii="Garamond" w:hAnsi="Garamond"/>
          <w:color w:val="000000"/>
          <w:sz w:val="20"/>
          <w:szCs w:val="20"/>
        </w:rPr>
        <w:t xml:space="preserve"> </w:t>
      </w:r>
      <w:r w:rsidR="00ED612C" w:rsidRPr="005A638C">
        <w:rPr>
          <w:rFonts w:ascii="Garamond" w:hAnsi="Garamond"/>
          <w:color w:val="000000"/>
          <w:sz w:val="20"/>
          <w:szCs w:val="20"/>
        </w:rPr>
        <w:t>неудовлетворительном состоянии</w:t>
      </w:r>
      <w:r w:rsidR="00ED612C">
        <w:rPr>
          <w:rFonts w:ascii="Garamond" w:hAnsi="Garamond"/>
          <w:color w:val="000000"/>
          <w:sz w:val="20"/>
          <w:szCs w:val="20"/>
        </w:rPr>
        <w:t xml:space="preserve">, </w:t>
      </w:r>
      <w:r w:rsidR="00B65A39">
        <w:rPr>
          <w:rFonts w:ascii="Garamond" w:hAnsi="Garamond"/>
          <w:color w:val="000000"/>
          <w:sz w:val="20"/>
          <w:szCs w:val="20"/>
        </w:rPr>
        <w:t>расположенно</w:t>
      </w:r>
      <w:r w:rsidR="00ED612C">
        <w:rPr>
          <w:rFonts w:ascii="Garamond" w:hAnsi="Garamond"/>
          <w:color w:val="000000"/>
          <w:sz w:val="20"/>
          <w:szCs w:val="20"/>
        </w:rPr>
        <w:t>е</w:t>
      </w:r>
      <w:r w:rsidR="00E37D57" w:rsidRPr="005A638C">
        <w:rPr>
          <w:rFonts w:ascii="Garamond" w:hAnsi="Garamond"/>
          <w:color w:val="000000"/>
          <w:sz w:val="20"/>
          <w:szCs w:val="20"/>
        </w:rPr>
        <w:t xml:space="preserve"> по адресу: г.</w:t>
      </w:r>
      <w:r w:rsidR="00E44F41">
        <w:rPr>
          <w:rFonts w:ascii="Garamond" w:hAnsi="Garamond"/>
          <w:color w:val="000000"/>
          <w:sz w:val="20"/>
          <w:szCs w:val="20"/>
        </w:rPr>
        <w:t> </w:t>
      </w:r>
      <w:r w:rsidR="00E37D57" w:rsidRPr="005A638C">
        <w:rPr>
          <w:rFonts w:ascii="Garamond" w:hAnsi="Garamond"/>
          <w:color w:val="000000"/>
          <w:sz w:val="20"/>
          <w:szCs w:val="20"/>
        </w:rPr>
        <w:t>Омск, ул. </w:t>
      </w:r>
      <w:r w:rsidR="00591549">
        <w:rPr>
          <w:rFonts w:ascii="Garamond" w:hAnsi="Garamond"/>
          <w:color w:val="000000"/>
          <w:sz w:val="20"/>
          <w:szCs w:val="20"/>
        </w:rPr>
        <w:t>Партизанская</w:t>
      </w:r>
      <w:r w:rsidR="00E37D57">
        <w:rPr>
          <w:rFonts w:ascii="Garamond" w:hAnsi="Garamond"/>
          <w:color w:val="000000"/>
          <w:sz w:val="20"/>
          <w:szCs w:val="20"/>
        </w:rPr>
        <w:t>, д.</w:t>
      </w:r>
      <w:r w:rsidR="00ED612C">
        <w:rPr>
          <w:rFonts w:ascii="Garamond" w:hAnsi="Garamond"/>
          <w:color w:val="000000"/>
          <w:sz w:val="20"/>
          <w:szCs w:val="20"/>
        </w:rPr>
        <w:t> </w:t>
      </w:r>
      <w:r w:rsidR="00591549">
        <w:rPr>
          <w:rFonts w:ascii="Garamond" w:hAnsi="Garamond"/>
          <w:color w:val="000000"/>
          <w:sz w:val="20"/>
          <w:szCs w:val="20"/>
        </w:rPr>
        <w:t>5</w:t>
      </w:r>
      <w:r w:rsidR="00E37D57">
        <w:rPr>
          <w:rFonts w:ascii="Garamond" w:hAnsi="Garamond"/>
          <w:color w:val="000000"/>
          <w:sz w:val="20"/>
          <w:szCs w:val="20"/>
        </w:rPr>
        <w:t xml:space="preserve">, </w:t>
      </w:r>
      <w:r w:rsidR="00591549">
        <w:rPr>
          <w:rFonts w:ascii="Garamond" w:hAnsi="Garamond"/>
          <w:color w:val="000000"/>
          <w:sz w:val="20"/>
          <w:szCs w:val="20"/>
        </w:rPr>
        <w:t xml:space="preserve">                                  </w:t>
      </w:r>
      <w:r w:rsidR="005A638C" w:rsidRPr="005A638C">
        <w:rPr>
          <w:rFonts w:ascii="Garamond" w:hAnsi="Garamond"/>
          <w:color w:val="000000"/>
          <w:sz w:val="20"/>
          <w:szCs w:val="20"/>
        </w:rPr>
        <w:t>с кадастровым номером 55:36:0</w:t>
      </w:r>
      <w:r w:rsidR="00B65A39">
        <w:rPr>
          <w:rFonts w:ascii="Garamond" w:hAnsi="Garamond"/>
          <w:color w:val="000000"/>
          <w:sz w:val="20"/>
          <w:szCs w:val="20"/>
        </w:rPr>
        <w:t>40</w:t>
      </w:r>
      <w:r w:rsidR="00591549">
        <w:rPr>
          <w:rFonts w:ascii="Garamond" w:hAnsi="Garamond"/>
          <w:color w:val="000000"/>
          <w:sz w:val="20"/>
          <w:szCs w:val="20"/>
        </w:rPr>
        <w:t>115</w:t>
      </w:r>
      <w:r w:rsidR="005A638C">
        <w:rPr>
          <w:rFonts w:ascii="Garamond" w:hAnsi="Garamond"/>
          <w:color w:val="000000"/>
          <w:sz w:val="20"/>
          <w:szCs w:val="20"/>
        </w:rPr>
        <w:t>:</w:t>
      </w:r>
      <w:r w:rsidR="00B65A39">
        <w:rPr>
          <w:rFonts w:ascii="Garamond" w:hAnsi="Garamond"/>
          <w:color w:val="000000"/>
          <w:sz w:val="20"/>
          <w:szCs w:val="20"/>
        </w:rPr>
        <w:t>2</w:t>
      </w:r>
      <w:r w:rsidR="00591549">
        <w:rPr>
          <w:rFonts w:ascii="Garamond" w:hAnsi="Garamond"/>
          <w:color w:val="000000"/>
          <w:sz w:val="20"/>
          <w:szCs w:val="20"/>
        </w:rPr>
        <w:t>248</w:t>
      </w:r>
      <w:r w:rsidR="005A638C">
        <w:rPr>
          <w:rFonts w:ascii="Garamond" w:hAnsi="Garamond"/>
          <w:color w:val="000000"/>
          <w:sz w:val="20"/>
          <w:szCs w:val="20"/>
        </w:rPr>
        <w:t xml:space="preserve"> площадью </w:t>
      </w:r>
      <w:r w:rsidR="00B65A39">
        <w:rPr>
          <w:rFonts w:ascii="Garamond" w:hAnsi="Garamond"/>
          <w:color w:val="000000"/>
          <w:sz w:val="20"/>
          <w:szCs w:val="20"/>
        </w:rPr>
        <w:t>1</w:t>
      </w:r>
      <w:r w:rsidR="00591549">
        <w:rPr>
          <w:rFonts w:ascii="Garamond" w:hAnsi="Garamond"/>
          <w:color w:val="000000"/>
          <w:sz w:val="20"/>
          <w:szCs w:val="20"/>
        </w:rPr>
        <w:t>860</w:t>
      </w:r>
      <w:r w:rsidR="005A638C">
        <w:rPr>
          <w:rFonts w:ascii="Garamond" w:hAnsi="Garamond"/>
          <w:color w:val="000000"/>
          <w:sz w:val="20"/>
          <w:szCs w:val="20"/>
        </w:rPr>
        <w:t xml:space="preserve"> кв. м,</w:t>
      </w:r>
      <w:r w:rsidR="005A638C" w:rsidRPr="005A638C">
        <w:rPr>
          <w:rFonts w:ascii="Garamond" w:hAnsi="Garamond"/>
          <w:sz w:val="20"/>
          <w:szCs w:val="20"/>
        </w:rPr>
        <w:t xml:space="preserve"> </w:t>
      </w:r>
      <w:r w:rsidR="005A638C">
        <w:rPr>
          <w:rFonts w:ascii="Garamond" w:hAnsi="Garamond"/>
          <w:sz w:val="20"/>
          <w:szCs w:val="20"/>
        </w:rPr>
        <w:t>р</w:t>
      </w:r>
      <w:r w:rsidR="005A638C" w:rsidRPr="00BA1522">
        <w:rPr>
          <w:rFonts w:ascii="Garamond" w:hAnsi="Garamond"/>
          <w:sz w:val="20"/>
          <w:szCs w:val="20"/>
        </w:rPr>
        <w:t>ыночная стоимость сдаваем</w:t>
      </w:r>
      <w:r w:rsidR="005A638C">
        <w:rPr>
          <w:rFonts w:ascii="Garamond" w:hAnsi="Garamond"/>
          <w:sz w:val="20"/>
          <w:szCs w:val="20"/>
        </w:rPr>
        <w:t>ого</w:t>
      </w:r>
      <w:r w:rsidR="005A638C" w:rsidRPr="00BA1522">
        <w:rPr>
          <w:rFonts w:ascii="Garamond" w:hAnsi="Garamond"/>
          <w:sz w:val="20"/>
          <w:szCs w:val="20"/>
        </w:rPr>
        <w:t xml:space="preserve"> в аренду </w:t>
      </w:r>
      <w:r w:rsidR="00B65A39">
        <w:rPr>
          <w:rFonts w:ascii="Garamond" w:hAnsi="Garamond"/>
          <w:sz w:val="20"/>
          <w:szCs w:val="20"/>
        </w:rPr>
        <w:t>здания</w:t>
      </w:r>
      <w:r w:rsidR="005A638C">
        <w:rPr>
          <w:rFonts w:ascii="Garamond" w:hAnsi="Garamond"/>
          <w:sz w:val="20"/>
          <w:szCs w:val="20"/>
        </w:rPr>
        <w:t xml:space="preserve"> </w:t>
      </w:r>
      <w:r w:rsidR="005A638C" w:rsidRPr="00BA1522">
        <w:rPr>
          <w:rFonts w:ascii="Garamond" w:hAnsi="Garamond"/>
          <w:sz w:val="20"/>
          <w:szCs w:val="20"/>
        </w:rPr>
        <w:t>составляет</w:t>
      </w:r>
      <w:r w:rsidR="005A638C" w:rsidRPr="00BA1522">
        <w:rPr>
          <w:rFonts w:ascii="Garamond" w:hAnsi="Garamond"/>
          <w:b/>
          <w:sz w:val="20"/>
          <w:szCs w:val="20"/>
        </w:rPr>
        <w:t xml:space="preserve"> </w:t>
      </w:r>
      <w:r w:rsidR="00591549">
        <w:rPr>
          <w:rFonts w:ascii="Garamond" w:hAnsi="Garamond"/>
          <w:b/>
          <w:sz w:val="20"/>
          <w:szCs w:val="20"/>
        </w:rPr>
        <w:t>42</w:t>
      </w:r>
      <w:r w:rsidR="00B65A39">
        <w:rPr>
          <w:rFonts w:ascii="Garamond" w:hAnsi="Garamond"/>
          <w:b/>
          <w:sz w:val="20"/>
          <w:szCs w:val="20"/>
        </w:rPr>
        <w:t> </w:t>
      </w:r>
      <w:r w:rsidR="00591549">
        <w:rPr>
          <w:rFonts w:ascii="Garamond" w:hAnsi="Garamond"/>
          <w:b/>
          <w:sz w:val="20"/>
          <w:szCs w:val="20"/>
        </w:rPr>
        <w:t>412</w:t>
      </w:r>
      <w:r w:rsidR="00B65A39">
        <w:rPr>
          <w:rFonts w:ascii="Garamond" w:hAnsi="Garamond"/>
          <w:b/>
          <w:sz w:val="20"/>
          <w:szCs w:val="20"/>
        </w:rPr>
        <w:t xml:space="preserve"> </w:t>
      </w:r>
      <w:r w:rsidR="00591549">
        <w:rPr>
          <w:rFonts w:ascii="Garamond" w:hAnsi="Garamond"/>
          <w:b/>
          <w:sz w:val="20"/>
          <w:szCs w:val="20"/>
        </w:rPr>
        <w:t>211</w:t>
      </w:r>
      <w:r w:rsidR="005A638C" w:rsidRPr="005A638C">
        <w:rPr>
          <w:rFonts w:ascii="Garamond" w:hAnsi="Garamond"/>
          <w:b/>
          <w:sz w:val="20"/>
          <w:szCs w:val="20"/>
        </w:rPr>
        <w:t xml:space="preserve"> рублей</w:t>
      </w:r>
      <w:r w:rsidR="005A638C">
        <w:rPr>
          <w:rFonts w:ascii="Garamond" w:hAnsi="Garamond"/>
          <w:b/>
          <w:sz w:val="20"/>
          <w:szCs w:val="20"/>
        </w:rPr>
        <w:t xml:space="preserve"> </w:t>
      </w:r>
      <w:r w:rsidR="005A638C" w:rsidRPr="003C1EC1">
        <w:rPr>
          <w:rFonts w:ascii="Garamond" w:hAnsi="Garamond"/>
          <w:sz w:val="20"/>
          <w:szCs w:val="20"/>
        </w:rPr>
        <w:t>на основании отчет</w:t>
      </w:r>
      <w:r w:rsidR="005A638C">
        <w:rPr>
          <w:rFonts w:ascii="Garamond" w:hAnsi="Garamond"/>
          <w:sz w:val="20"/>
          <w:szCs w:val="20"/>
        </w:rPr>
        <w:t>а</w:t>
      </w:r>
      <w:r w:rsidR="005A638C" w:rsidRPr="003C1EC1">
        <w:rPr>
          <w:rFonts w:ascii="Garamond" w:hAnsi="Garamond"/>
          <w:sz w:val="20"/>
          <w:szCs w:val="20"/>
        </w:rPr>
        <w:t xml:space="preserve"> о рыночной оценке от</w:t>
      </w:r>
      <w:r w:rsidR="00B65A39">
        <w:rPr>
          <w:rFonts w:ascii="Garamond" w:hAnsi="Garamond"/>
          <w:b/>
          <w:sz w:val="20"/>
          <w:szCs w:val="20"/>
        </w:rPr>
        <w:t xml:space="preserve"> 1</w:t>
      </w:r>
      <w:r w:rsidR="00591549">
        <w:rPr>
          <w:rFonts w:ascii="Garamond" w:hAnsi="Garamond"/>
          <w:b/>
          <w:sz w:val="20"/>
          <w:szCs w:val="20"/>
        </w:rPr>
        <w:t>7</w:t>
      </w:r>
      <w:r w:rsidR="005A638C" w:rsidRPr="003C1EC1">
        <w:rPr>
          <w:rFonts w:ascii="Garamond" w:hAnsi="Garamond"/>
          <w:b/>
          <w:sz w:val="20"/>
          <w:szCs w:val="20"/>
        </w:rPr>
        <w:t>.</w:t>
      </w:r>
      <w:r w:rsidR="00B65A39">
        <w:rPr>
          <w:rFonts w:ascii="Garamond" w:hAnsi="Garamond"/>
          <w:b/>
          <w:sz w:val="20"/>
          <w:szCs w:val="20"/>
        </w:rPr>
        <w:t>0</w:t>
      </w:r>
      <w:r w:rsidR="00591549">
        <w:rPr>
          <w:rFonts w:ascii="Garamond" w:hAnsi="Garamond"/>
          <w:b/>
          <w:sz w:val="20"/>
          <w:szCs w:val="20"/>
        </w:rPr>
        <w:t>9</w:t>
      </w:r>
      <w:r w:rsidR="005A638C" w:rsidRPr="003C1EC1">
        <w:rPr>
          <w:rFonts w:ascii="Garamond" w:hAnsi="Garamond"/>
          <w:b/>
          <w:sz w:val="20"/>
          <w:szCs w:val="20"/>
        </w:rPr>
        <w:t>.202</w:t>
      </w:r>
      <w:r w:rsidR="00B65A39">
        <w:rPr>
          <w:rFonts w:ascii="Garamond" w:hAnsi="Garamond"/>
          <w:b/>
          <w:sz w:val="20"/>
          <w:szCs w:val="20"/>
        </w:rPr>
        <w:t>4</w:t>
      </w:r>
      <w:r w:rsidR="005A638C" w:rsidRPr="003C1EC1">
        <w:rPr>
          <w:rFonts w:ascii="Garamond" w:hAnsi="Garamond"/>
          <w:b/>
          <w:sz w:val="20"/>
          <w:szCs w:val="20"/>
        </w:rPr>
        <w:t xml:space="preserve">  </w:t>
      </w:r>
      <w:r w:rsidR="005A638C" w:rsidRPr="002916A4">
        <w:rPr>
          <w:rFonts w:ascii="Garamond" w:hAnsi="Garamond"/>
          <w:b/>
          <w:sz w:val="20"/>
          <w:szCs w:val="20"/>
        </w:rPr>
        <w:t>№</w:t>
      </w:r>
      <w:r w:rsidR="005A638C" w:rsidRPr="003C1EC1">
        <w:rPr>
          <w:rFonts w:ascii="Garamond" w:hAnsi="Garamond"/>
          <w:b/>
          <w:sz w:val="20"/>
          <w:szCs w:val="20"/>
          <w:lang w:val="en-US"/>
        </w:rPr>
        <w:t> </w:t>
      </w:r>
      <w:r w:rsidR="00591549">
        <w:rPr>
          <w:rFonts w:ascii="Garamond" w:hAnsi="Garamond"/>
          <w:b/>
          <w:sz w:val="20"/>
          <w:szCs w:val="20"/>
        </w:rPr>
        <w:t>3283</w:t>
      </w:r>
      <w:r w:rsidR="00B65A39">
        <w:rPr>
          <w:rFonts w:ascii="Garamond" w:hAnsi="Garamond"/>
          <w:b/>
          <w:sz w:val="20"/>
          <w:szCs w:val="20"/>
        </w:rPr>
        <w:t>/</w:t>
      </w:r>
      <w:r w:rsidR="00591549">
        <w:rPr>
          <w:rFonts w:ascii="Garamond" w:hAnsi="Garamond"/>
          <w:b/>
          <w:sz w:val="20"/>
          <w:szCs w:val="20"/>
        </w:rPr>
        <w:t>24</w:t>
      </w:r>
      <w:r w:rsidR="00464A7D">
        <w:rPr>
          <w:rFonts w:ascii="Garamond" w:hAnsi="Garamond"/>
          <w:color w:val="000000"/>
          <w:sz w:val="20"/>
          <w:szCs w:val="20"/>
        </w:rPr>
        <w:t xml:space="preserve">, </w:t>
      </w:r>
      <w:r w:rsidR="00F9430E">
        <w:rPr>
          <w:rFonts w:ascii="Garamond" w:hAnsi="Garamond"/>
          <w:sz w:val="20"/>
          <w:szCs w:val="20"/>
        </w:rPr>
        <w:t>далее именуемое – имущество.</w:t>
      </w:r>
      <w:r w:rsidR="005A638C" w:rsidRPr="005A638C">
        <w:rPr>
          <w:rFonts w:ascii="Garamond" w:hAnsi="Garamond"/>
          <w:color w:val="000000"/>
          <w:sz w:val="20"/>
          <w:szCs w:val="20"/>
        </w:rPr>
        <w:t xml:space="preserve">       </w:t>
      </w:r>
    </w:p>
    <w:p w:rsidR="00271636" w:rsidRPr="007835CB" w:rsidRDefault="00271636" w:rsidP="00A166C0">
      <w:pPr>
        <w:pStyle w:val="a3"/>
        <w:spacing w:after="0"/>
        <w:ind w:left="0"/>
        <w:jc w:val="both"/>
        <w:rPr>
          <w:rFonts w:ascii="Garamond" w:hAnsi="Garamond"/>
          <w:b/>
          <w:sz w:val="20"/>
          <w:szCs w:val="20"/>
        </w:rPr>
      </w:pPr>
      <w:r w:rsidRPr="007835CB">
        <w:rPr>
          <w:rFonts w:ascii="Garamond" w:hAnsi="Garamond"/>
          <w:sz w:val="20"/>
          <w:szCs w:val="20"/>
        </w:rPr>
        <w:t>Ц</w:t>
      </w:r>
      <w:r w:rsidR="00A73A07" w:rsidRPr="007835CB">
        <w:rPr>
          <w:rFonts w:ascii="Garamond" w:hAnsi="Garamond"/>
          <w:sz w:val="20"/>
          <w:szCs w:val="20"/>
        </w:rPr>
        <w:t xml:space="preserve">елевое </w:t>
      </w:r>
      <w:r w:rsidRPr="007835CB">
        <w:rPr>
          <w:rFonts w:ascii="Garamond" w:hAnsi="Garamond"/>
          <w:sz w:val="20"/>
          <w:szCs w:val="20"/>
        </w:rPr>
        <w:t>назначение:</w:t>
      </w:r>
      <w:r w:rsidRPr="007835CB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8F28BD" w:rsidRPr="007835CB">
        <w:rPr>
          <w:rFonts w:ascii="Garamond" w:hAnsi="Garamond"/>
          <w:b/>
          <w:sz w:val="20"/>
          <w:szCs w:val="20"/>
        </w:rPr>
        <w:t xml:space="preserve"> с учетом требований правовых актов в отношении объектов культурного наследия.</w:t>
      </w:r>
    </w:p>
    <w:p w:rsidR="005A4B02" w:rsidRPr="00BA1522" w:rsidRDefault="00AC2A36" w:rsidP="009F0940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Срок действия настоящего договора</w:t>
      </w:r>
      <w:r w:rsidR="003C14F9" w:rsidRPr="00BA1522">
        <w:rPr>
          <w:rFonts w:ascii="Garamond" w:hAnsi="Garamond"/>
          <w:sz w:val="20"/>
          <w:szCs w:val="20"/>
        </w:rPr>
        <w:t xml:space="preserve"> </w:t>
      </w:r>
      <w:r w:rsidR="000120D1">
        <w:rPr>
          <w:rFonts w:ascii="Garamond" w:hAnsi="Garamond"/>
          <w:b/>
          <w:sz w:val="20"/>
          <w:szCs w:val="20"/>
        </w:rPr>
        <w:t>4</w:t>
      </w:r>
      <w:r w:rsidR="006A3E22">
        <w:rPr>
          <w:rFonts w:ascii="Garamond" w:hAnsi="Garamond"/>
          <w:b/>
          <w:sz w:val="20"/>
          <w:szCs w:val="20"/>
        </w:rPr>
        <w:t>8</w:t>
      </w:r>
      <w:r w:rsidR="00FC5239">
        <w:rPr>
          <w:rFonts w:ascii="Garamond" w:hAnsi="Garamond"/>
          <w:b/>
          <w:sz w:val="20"/>
          <w:szCs w:val="20"/>
        </w:rPr>
        <w:t xml:space="preserve"> лет</w:t>
      </w:r>
      <w:r w:rsidR="006A3E22">
        <w:rPr>
          <w:rFonts w:ascii="Garamond" w:hAnsi="Garamond"/>
          <w:b/>
          <w:sz w:val="20"/>
          <w:szCs w:val="20"/>
        </w:rPr>
        <w:t xml:space="preserve"> 11 месяцев 29 дней</w:t>
      </w:r>
      <w:r w:rsidR="003C14F9" w:rsidRPr="00BA1522">
        <w:rPr>
          <w:rFonts w:ascii="Garamond" w:hAnsi="Garamond"/>
          <w:b/>
          <w:sz w:val="20"/>
          <w:szCs w:val="20"/>
        </w:rPr>
        <w:t>.</w:t>
      </w:r>
      <w:r w:rsidRPr="00BA1522">
        <w:rPr>
          <w:rFonts w:ascii="Garamond" w:hAnsi="Garamond"/>
          <w:sz w:val="20"/>
          <w:szCs w:val="20"/>
        </w:rPr>
        <w:t xml:space="preserve"> Настоящий договор считается </w:t>
      </w:r>
      <w:r w:rsidR="000D4479" w:rsidRPr="0014483D">
        <w:rPr>
          <w:rFonts w:ascii="Garamond" w:hAnsi="Garamond"/>
          <w:sz w:val="20"/>
          <w:szCs w:val="20"/>
        </w:rPr>
        <w:t>заключенным</w:t>
      </w:r>
      <w:r w:rsidR="000D4479" w:rsidRPr="00BA1522">
        <w:rPr>
          <w:rFonts w:ascii="Garamond" w:hAnsi="Garamond"/>
          <w:b/>
          <w:sz w:val="20"/>
          <w:szCs w:val="20"/>
        </w:rPr>
        <w:t xml:space="preserve"> </w:t>
      </w:r>
      <w:r w:rsidR="00CF4016">
        <w:rPr>
          <w:rFonts w:ascii="Garamond" w:hAnsi="Garamond"/>
          <w:b/>
          <w:sz w:val="20"/>
          <w:szCs w:val="20"/>
        </w:rPr>
        <w:t xml:space="preserve">              </w:t>
      </w:r>
      <w:r w:rsidRPr="00BA1522">
        <w:rPr>
          <w:rFonts w:ascii="Garamond" w:hAnsi="Garamond"/>
          <w:sz w:val="20"/>
          <w:szCs w:val="20"/>
        </w:rPr>
        <w:t>с момента подписания акта приема-передачи сторонами</w:t>
      </w:r>
      <w:r w:rsidR="008C644B">
        <w:rPr>
          <w:rFonts w:ascii="Garamond" w:hAnsi="Garamond"/>
          <w:sz w:val="20"/>
          <w:szCs w:val="20"/>
        </w:rPr>
        <w:t xml:space="preserve"> (Приложение № 1 к настоящему договору)</w:t>
      </w:r>
      <w:r w:rsidRPr="00BA1522">
        <w:rPr>
          <w:rFonts w:ascii="Garamond" w:hAnsi="Garamond"/>
          <w:sz w:val="20"/>
          <w:szCs w:val="20"/>
        </w:rPr>
        <w:t>.</w:t>
      </w:r>
      <w:bookmarkStart w:id="3" w:name="P12_RentDate1"/>
      <w:r w:rsidRPr="00BA1522">
        <w:rPr>
          <w:rFonts w:ascii="Garamond" w:hAnsi="Garamond"/>
          <w:sz w:val="20"/>
          <w:szCs w:val="20"/>
        </w:rPr>
        <w:t xml:space="preserve"> </w:t>
      </w:r>
      <w:bookmarkEnd w:id="3"/>
    </w:p>
    <w:p w:rsidR="00AC2A36" w:rsidRDefault="00AC2A36" w:rsidP="009F0940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 xml:space="preserve">Сдача </w:t>
      </w:r>
      <w:r w:rsidR="00271636">
        <w:rPr>
          <w:rFonts w:ascii="Garamond" w:hAnsi="Garamond"/>
          <w:sz w:val="20"/>
          <w:szCs w:val="20"/>
        </w:rPr>
        <w:t>муниципального имущества</w:t>
      </w:r>
      <w:r w:rsidRPr="00BA1522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них.</w:t>
      </w:r>
    </w:p>
    <w:p w:rsidR="00507052" w:rsidRPr="00BA1522" w:rsidRDefault="00507052" w:rsidP="009F0940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Выполнение работ по сохранению объекта культурного наследия не влечет </w:t>
      </w:r>
      <w:r w:rsidR="00F31FEA" w:rsidRPr="00BA1522">
        <w:rPr>
          <w:rFonts w:ascii="Garamond" w:hAnsi="Garamond"/>
          <w:sz w:val="20"/>
          <w:szCs w:val="20"/>
        </w:rPr>
        <w:t>передачу права собственности</w:t>
      </w:r>
      <w:r w:rsidR="00F31FEA">
        <w:rPr>
          <w:rFonts w:ascii="Garamond" w:hAnsi="Garamond"/>
          <w:sz w:val="20"/>
          <w:szCs w:val="20"/>
        </w:rPr>
        <w:t>.</w:t>
      </w:r>
    </w:p>
    <w:p w:rsidR="00AC2A36" w:rsidRPr="00BA1522" w:rsidRDefault="00AC2A36" w:rsidP="00F31FEA">
      <w:pPr>
        <w:pStyle w:val="a3"/>
        <w:numPr>
          <w:ilvl w:val="1"/>
          <w:numId w:val="22"/>
        </w:numPr>
        <w:tabs>
          <w:tab w:val="left" w:pos="426"/>
          <w:tab w:val="left" w:pos="567"/>
          <w:tab w:val="left" w:pos="993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 xml:space="preserve">Неотделимые улучшения арендуемых </w:t>
      </w:r>
      <w:r w:rsidR="006A3E22">
        <w:rPr>
          <w:rFonts w:ascii="Garamond" w:hAnsi="Garamond"/>
          <w:sz w:val="20"/>
          <w:szCs w:val="20"/>
        </w:rPr>
        <w:t>помещений</w:t>
      </w:r>
      <w:r w:rsidR="00271636">
        <w:rPr>
          <w:rFonts w:ascii="Garamond" w:hAnsi="Garamond"/>
          <w:sz w:val="20"/>
          <w:szCs w:val="20"/>
        </w:rPr>
        <w:t>, входящих в состав муниципального имущества,</w:t>
      </w:r>
      <w:r w:rsidRPr="00BA1522">
        <w:rPr>
          <w:rFonts w:ascii="Garamond" w:hAnsi="Garamond"/>
          <w:sz w:val="20"/>
          <w:szCs w:val="20"/>
        </w:rPr>
        <w:t xml:space="preserve">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:rsidR="00AC2A36" w:rsidRDefault="00F9430E" w:rsidP="00F31FEA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состояние возвращаемого</w:t>
      </w:r>
      <w:r w:rsidR="00AC2A36" w:rsidRPr="00BA1522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имущества</w:t>
      </w:r>
      <w:r w:rsidR="00271636">
        <w:rPr>
          <w:rFonts w:ascii="Garamond" w:hAnsi="Garamond"/>
          <w:sz w:val="20"/>
          <w:szCs w:val="20"/>
        </w:rPr>
        <w:t>,</w:t>
      </w:r>
      <w:r w:rsidR="00AC2A36" w:rsidRPr="00BA1522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5D671E" w:rsidRDefault="005D671E" w:rsidP="00F31FEA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Место исполнения договора: </w:t>
      </w:r>
      <w:bookmarkStart w:id="4" w:name="ExecPlace"/>
      <w:r w:rsidR="00A73A07">
        <w:rPr>
          <w:rFonts w:ascii="Garamond" w:hAnsi="Garamond"/>
          <w:sz w:val="20"/>
          <w:szCs w:val="20"/>
        </w:rPr>
        <w:t xml:space="preserve">Омская обл., </w:t>
      </w:r>
      <w:r w:rsidRPr="00BA1522">
        <w:rPr>
          <w:rFonts w:ascii="Garamond" w:hAnsi="Garamond"/>
          <w:sz w:val="20"/>
          <w:szCs w:val="20"/>
        </w:rPr>
        <w:t xml:space="preserve">г. Омск, </w:t>
      </w:r>
      <w:bookmarkEnd w:id="4"/>
      <w:r w:rsidR="00C85C4A">
        <w:rPr>
          <w:rFonts w:ascii="Garamond" w:hAnsi="Garamond"/>
          <w:sz w:val="20"/>
          <w:szCs w:val="20"/>
        </w:rPr>
        <w:t xml:space="preserve">ул. </w:t>
      </w:r>
      <w:r w:rsidR="00591549">
        <w:rPr>
          <w:rFonts w:ascii="Garamond" w:hAnsi="Garamond"/>
          <w:sz w:val="20"/>
          <w:szCs w:val="20"/>
        </w:rPr>
        <w:t>Партизанская</w:t>
      </w:r>
      <w:r w:rsidR="00464A7D">
        <w:rPr>
          <w:rFonts w:ascii="Garamond" w:hAnsi="Garamond"/>
          <w:sz w:val="20"/>
          <w:szCs w:val="20"/>
        </w:rPr>
        <w:t xml:space="preserve">, д. </w:t>
      </w:r>
      <w:r w:rsidR="00591549">
        <w:rPr>
          <w:rFonts w:ascii="Garamond" w:hAnsi="Garamond"/>
          <w:sz w:val="20"/>
          <w:szCs w:val="20"/>
        </w:rPr>
        <w:t>5</w:t>
      </w:r>
      <w:r w:rsidR="009F4F16">
        <w:rPr>
          <w:rFonts w:ascii="Garamond" w:hAnsi="Garamond"/>
          <w:color w:val="000000"/>
          <w:sz w:val="20"/>
          <w:szCs w:val="20"/>
        </w:rPr>
        <w:t>.</w:t>
      </w:r>
    </w:p>
    <w:p w:rsidR="009B6F21" w:rsidRPr="00E44F41" w:rsidRDefault="00564344" w:rsidP="009B6F21">
      <w:pPr>
        <w:pStyle w:val="a3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E44F41">
        <w:rPr>
          <w:rFonts w:ascii="Garamond" w:hAnsi="Garamond" w:cs="Garamond"/>
          <w:sz w:val="20"/>
          <w:szCs w:val="20"/>
        </w:rPr>
        <w:t>Сдача арендованного имущества в субаренду, передача прав и обязанностей по договору другому лицу, предоставление арендованного имущества в безвозмездное пользование, залог арендных прав и внесение их в качестве имущественного вклада в некоммерческие организации или паевого взноса в производственные кооперативы не допускаются.</w:t>
      </w:r>
    </w:p>
    <w:p w:rsidR="00AF08D8" w:rsidRPr="00BA1522" w:rsidRDefault="00AC2A36" w:rsidP="00047F92">
      <w:pPr>
        <w:pStyle w:val="a3"/>
        <w:keepNext/>
        <w:numPr>
          <w:ilvl w:val="0"/>
          <w:numId w:val="9"/>
        </w:numPr>
        <w:spacing w:before="120"/>
        <w:ind w:left="431" w:hanging="431"/>
        <w:contextualSpacing w:val="0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ОБЯЗАННОСТИ СТОРОН</w:t>
      </w:r>
    </w:p>
    <w:p w:rsidR="00221732" w:rsidRPr="00BA1522" w:rsidRDefault="00221732" w:rsidP="0016416F">
      <w:pPr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Арендодатель обязуется: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Сдать в аренду </w:t>
      </w:r>
      <w:r w:rsidR="00271636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="005151FB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Pr="00BA1522">
        <w:rPr>
          <w:rFonts w:ascii="Garamond" w:hAnsi="Garamond"/>
          <w:color w:val="000000"/>
          <w:sz w:val="20"/>
          <w:szCs w:val="20"/>
        </w:rPr>
        <w:t>Арендатору.</w:t>
      </w:r>
    </w:p>
    <w:p w:rsidR="0022173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271636">
        <w:rPr>
          <w:rFonts w:ascii="Garamond" w:hAnsi="Garamond"/>
          <w:color w:val="000000"/>
          <w:sz w:val="20"/>
          <w:szCs w:val="20"/>
        </w:rPr>
        <w:t>е</w:t>
      </w:r>
      <w:r w:rsidRPr="00BA1522">
        <w:rPr>
          <w:rFonts w:ascii="Garamond" w:hAnsi="Garamond"/>
          <w:color w:val="000000"/>
          <w:sz w:val="20"/>
          <w:szCs w:val="20"/>
        </w:rPr>
        <w:t xml:space="preserve">е </w:t>
      </w:r>
      <w:r w:rsidR="00271636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4132A7" w:rsidRPr="00BA1522" w:rsidRDefault="004132A7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Арендодатель </w:t>
      </w:r>
      <w:r w:rsidRPr="007F1095">
        <w:rPr>
          <w:rFonts w:ascii="Garamond" w:hAnsi="Garamond"/>
          <w:color w:val="000000"/>
          <w:sz w:val="20"/>
          <w:szCs w:val="20"/>
        </w:rPr>
        <w:t xml:space="preserve">обеспечивает </w:t>
      </w:r>
      <w:r w:rsidRPr="007F1095">
        <w:rPr>
          <w:rFonts w:ascii="Garamond" w:hAnsi="Garamond"/>
          <w:sz w:val="20"/>
          <w:szCs w:val="20"/>
        </w:rPr>
        <w:t>го</w:t>
      </w:r>
      <w:r w:rsidRPr="007F1095">
        <w:rPr>
          <w:rFonts w:ascii="Garamond" w:hAnsi="Garamond"/>
          <w:color w:val="000000"/>
          <w:sz w:val="20"/>
          <w:szCs w:val="20"/>
        </w:rPr>
        <w:t>сударственную</w:t>
      </w:r>
      <w:r w:rsidRPr="00BA1522">
        <w:rPr>
          <w:rFonts w:ascii="Garamond" w:hAnsi="Garamond"/>
          <w:color w:val="000000"/>
          <w:sz w:val="20"/>
          <w:szCs w:val="20"/>
        </w:rPr>
        <w:t xml:space="preserve">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221732" w:rsidRPr="00BA1522" w:rsidRDefault="00221732" w:rsidP="0016416F">
      <w:pPr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Арендатор обязуется: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271636">
        <w:rPr>
          <w:rFonts w:ascii="Garamond" w:hAnsi="Garamond"/>
          <w:color w:val="000000"/>
          <w:sz w:val="20"/>
          <w:szCs w:val="20"/>
        </w:rPr>
        <w:t>е</w:t>
      </w:r>
      <w:r w:rsidRPr="00BA1522">
        <w:rPr>
          <w:rFonts w:ascii="Garamond" w:hAnsi="Garamond"/>
          <w:color w:val="000000"/>
          <w:sz w:val="20"/>
          <w:szCs w:val="20"/>
        </w:rPr>
        <w:t xml:space="preserve">е </w:t>
      </w:r>
      <w:r w:rsidR="00271636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="006B1A91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Pr="00BA1522">
        <w:rPr>
          <w:rFonts w:ascii="Garamond" w:hAnsi="Garamond"/>
          <w:color w:val="000000"/>
          <w:sz w:val="20"/>
          <w:szCs w:val="20"/>
        </w:rPr>
        <w:t>по акту приема-передачи.</w:t>
      </w:r>
    </w:p>
    <w:p w:rsidR="00DC0829" w:rsidRDefault="00221732" w:rsidP="000A6408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Использовать </w:t>
      </w:r>
      <w:r w:rsidR="00271636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271636">
        <w:rPr>
          <w:rFonts w:ascii="Garamond" w:hAnsi="Garamond"/>
          <w:color w:val="000000"/>
          <w:sz w:val="20"/>
          <w:szCs w:val="20"/>
        </w:rPr>
        <w:t>его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использования другими лицами.</w:t>
      </w:r>
    </w:p>
    <w:p w:rsidR="004C485D" w:rsidRPr="004C485D" w:rsidRDefault="00832C1C" w:rsidP="00E7400D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4C485D">
        <w:rPr>
          <w:rFonts w:ascii="Garamond" w:hAnsi="Garamond"/>
          <w:sz w:val="20"/>
          <w:szCs w:val="20"/>
        </w:rPr>
        <w:t xml:space="preserve">Провести работы по сохранению </w:t>
      </w:r>
      <w:r w:rsidR="00464A7D" w:rsidRPr="004C485D">
        <w:rPr>
          <w:rFonts w:ascii="Garamond" w:hAnsi="Garamond"/>
          <w:sz w:val="20"/>
          <w:szCs w:val="20"/>
        </w:rPr>
        <w:t>объекта</w:t>
      </w:r>
      <w:r w:rsidR="008F02DB" w:rsidRPr="004C485D">
        <w:rPr>
          <w:rFonts w:ascii="Garamond" w:hAnsi="Garamond"/>
          <w:sz w:val="20"/>
          <w:szCs w:val="20"/>
        </w:rPr>
        <w:t xml:space="preserve"> культурного наследия</w:t>
      </w:r>
      <w:r w:rsidR="006849BE" w:rsidRPr="004C485D">
        <w:rPr>
          <w:rFonts w:ascii="Garamond" w:hAnsi="Garamond"/>
          <w:sz w:val="20"/>
          <w:szCs w:val="20"/>
        </w:rPr>
        <w:t xml:space="preserve"> (далее - ОКН)</w:t>
      </w:r>
      <w:r w:rsidR="00F9430E" w:rsidRPr="004C485D">
        <w:rPr>
          <w:rFonts w:ascii="Garamond" w:hAnsi="Garamond"/>
          <w:sz w:val="20"/>
          <w:szCs w:val="20"/>
        </w:rPr>
        <w:t>,</w:t>
      </w:r>
      <w:r w:rsidRPr="004C485D">
        <w:rPr>
          <w:rFonts w:ascii="Garamond" w:hAnsi="Garamond"/>
          <w:sz w:val="20"/>
          <w:szCs w:val="20"/>
        </w:rPr>
        <w:t xml:space="preserve"> </w:t>
      </w:r>
      <w:r w:rsidR="000A6408" w:rsidRPr="004C485D">
        <w:rPr>
          <w:rFonts w:ascii="Garamond" w:hAnsi="Garamond"/>
          <w:sz w:val="20"/>
          <w:szCs w:val="20"/>
        </w:rPr>
        <w:t xml:space="preserve">в срок, не превышающий семи лет со дня передачи </w:t>
      </w:r>
      <w:r w:rsidR="007D5D05" w:rsidRPr="004C485D">
        <w:rPr>
          <w:rFonts w:ascii="Garamond" w:hAnsi="Garamond"/>
          <w:sz w:val="20"/>
          <w:szCs w:val="20"/>
        </w:rPr>
        <w:t xml:space="preserve">ОКН </w:t>
      </w:r>
      <w:r w:rsidR="000A6408" w:rsidRPr="004C485D">
        <w:rPr>
          <w:rFonts w:ascii="Garamond" w:hAnsi="Garamond"/>
          <w:sz w:val="20"/>
          <w:szCs w:val="20"/>
        </w:rPr>
        <w:t xml:space="preserve">в аренду, включая срок подготовки и согласования проектной документации по сохранению имущества - объектов культурного наследия, не превышающий двух лет со дня передачи его в аренду, </w:t>
      </w:r>
      <w:r w:rsidR="007D5D05" w:rsidRPr="004C485D">
        <w:rPr>
          <w:rFonts w:ascii="Garamond" w:hAnsi="Garamond"/>
          <w:sz w:val="20"/>
          <w:szCs w:val="20"/>
        </w:rPr>
        <w:t xml:space="preserve">в соответствии с охранным обязательством, </w:t>
      </w:r>
      <w:r w:rsidRPr="004C485D">
        <w:rPr>
          <w:rFonts w:ascii="Garamond" w:hAnsi="Garamond"/>
          <w:sz w:val="20"/>
          <w:szCs w:val="20"/>
        </w:rPr>
        <w:t>утвержденным распоряжением Министерства куль</w:t>
      </w:r>
      <w:r w:rsidR="00D36E55" w:rsidRPr="004C485D">
        <w:rPr>
          <w:rFonts w:ascii="Garamond" w:hAnsi="Garamond"/>
          <w:sz w:val="20"/>
          <w:szCs w:val="20"/>
        </w:rPr>
        <w:t xml:space="preserve">туры Омской области от </w:t>
      </w:r>
      <w:r w:rsidR="001364CB" w:rsidRPr="004C485D">
        <w:rPr>
          <w:rFonts w:ascii="Garamond" w:hAnsi="Garamond"/>
          <w:sz w:val="20"/>
          <w:szCs w:val="20"/>
        </w:rPr>
        <w:t>28</w:t>
      </w:r>
      <w:r w:rsidR="00C85C4A" w:rsidRPr="004C485D">
        <w:rPr>
          <w:rFonts w:ascii="Garamond" w:hAnsi="Garamond"/>
          <w:sz w:val="20"/>
          <w:szCs w:val="20"/>
        </w:rPr>
        <w:t xml:space="preserve"> </w:t>
      </w:r>
      <w:r w:rsidR="001364CB" w:rsidRPr="004C485D">
        <w:rPr>
          <w:rFonts w:ascii="Garamond" w:hAnsi="Garamond"/>
          <w:sz w:val="20"/>
          <w:szCs w:val="20"/>
        </w:rPr>
        <w:t>октября</w:t>
      </w:r>
      <w:r w:rsidRPr="004C485D">
        <w:rPr>
          <w:rFonts w:ascii="Garamond" w:hAnsi="Garamond"/>
          <w:sz w:val="20"/>
          <w:szCs w:val="20"/>
        </w:rPr>
        <w:t xml:space="preserve"> 20</w:t>
      </w:r>
      <w:r w:rsidR="00D36E55" w:rsidRPr="004C485D">
        <w:rPr>
          <w:rFonts w:ascii="Garamond" w:hAnsi="Garamond"/>
          <w:sz w:val="20"/>
          <w:szCs w:val="20"/>
        </w:rPr>
        <w:t>2</w:t>
      </w:r>
      <w:r w:rsidR="001364CB" w:rsidRPr="004C485D">
        <w:rPr>
          <w:rFonts w:ascii="Garamond" w:hAnsi="Garamond"/>
          <w:sz w:val="20"/>
          <w:szCs w:val="20"/>
        </w:rPr>
        <w:t>1</w:t>
      </w:r>
      <w:r w:rsidRPr="004C485D">
        <w:rPr>
          <w:rFonts w:ascii="Garamond" w:hAnsi="Garamond"/>
          <w:sz w:val="20"/>
          <w:szCs w:val="20"/>
        </w:rPr>
        <w:t xml:space="preserve"> года № </w:t>
      </w:r>
      <w:r w:rsidR="00D36E55" w:rsidRPr="004C485D">
        <w:rPr>
          <w:rFonts w:ascii="Garamond" w:hAnsi="Garamond"/>
          <w:sz w:val="20"/>
          <w:szCs w:val="20"/>
        </w:rPr>
        <w:t>6</w:t>
      </w:r>
      <w:r w:rsidR="0043133B" w:rsidRPr="004C485D">
        <w:rPr>
          <w:rFonts w:ascii="Garamond" w:hAnsi="Garamond"/>
          <w:sz w:val="20"/>
          <w:szCs w:val="20"/>
        </w:rPr>
        <w:t>5</w:t>
      </w:r>
      <w:r w:rsidR="001364CB" w:rsidRPr="004C485D">
        <w:rPr>
          <w:rFonts w:ascii="Garamond" w:hAnsi="Garamond"/>
          <w:sz w:val="20"/>
          <w:szCs w:val="20"/>
        </w:rPr>
        <w:t>2</w:t>
      </w:r>
      <w:r w:rsidRPr="004C485D">
        <w:rPr>
          <w:rFonts w:ascii="Garamond" w:hAnsi="Garamond"/>
          <w:sz w:val="20"/>
          <w:szCs w:val="20"/>
        </w:rPr>
        <w:t>-рм</w:t>
      </w:r>
      <w:r w:rsidR="006849BE" w:rsidRPr="004C485D">
        <w:rPr>
          <w:rFonts w:ascii="Garamond" w:hAnsi="Garamond"/>
          <w:sz w:val="20"/>
          <w:szCs w:val="20"/>
        </w:rPr>
        <w:t xml:space="preserve"> (приложение № 4 к настоящему договору</w:t>
      </w:r>
      <w:r w:rsidR="00C15DDA" w:rsidRPr="004C485D">
        <w:rPr>
          <w:rFonts w:ascii="Garamond" w:hAnsi="Garamond"/>
          <w:sz w:val="20"/>
          <w:szCs w:val="20"/>
        </w:rPr>
        <w:t>)</w:t>
      </w:r>
      <w:r w:rsidR="007D5D05" w:rsidRPr="004C485D">
        <w:rPr>
          <w:rFonts w:ascii="Garamond" w:hAnsi="Garamond"/>
          <w:sz w:val="20"/>
          <w:szCs w:val="20"/>
        </w:rPr>
        <w:t>, а также иным охранным обязательством, утвержденным уполномоченным органом</w:t>
      </w:r>
      <w:r w:rsidR="004C485D">
        <w:rPr>
          <w:rFonts w:ascii="Garamond" w:hAnsi="Garamond"/>
          <w:sz w:val="20"/>
          <w:szCs w:val="20"/>
        </w:rPr>
        <w:t xml:space="preserve"> </w:t>
      </w:r>
      <w:r w:rsidR="004C485D" w:rsidRPr="00DC0829">
        <w:rPr>
          <w:rFonts w:ascii="Garamond" w:hAnsi="Garamond"/>
          <w:sz w:val="20"/>
          <w:szCs w:val="20"/>
        </w:rPr>
        <w:t>(далее – охранное обязательство</w:t>
      </w:r>
      <w:r w:rsidR="004C485D">
        <w:rPr>
          <w:rFonts w:ascii="Garamond" w:hAnsi="Garamond"/>
          <w:sz w:val="20"/>
          <w:szCs w:val="20"/>
        </w:rPr>
        <w:t>).</w:t>
      </w:r>
    </w:p>
    <w:p w:rsidR="00507052" w:rsidRPr="004C485D" w:rsidRDefault="00FE3B6D" w:rsidP="00FE3B6D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="00507052" w:rsidRPr="004C485D">
        <w:rPr>
          <w:rFonts w:ascii="Garamond" w:hAnsi="Garamond"/>
          <w:sz w:val="20"/>
          <w:szCs w:val="20"/>
        </w:rPr>
        <w:t>Днем выполнения Работ по сохранению</w:t>
      </w:r>
      <w:r w:rsidR="00F9430E" w:rsidRPr="004C485D">
        <w:rPr>
          <w:rFonts w:ascii="Garamond" w:hAnsi="Garamond"/>
          <w:sz w:val="20"/>
          <w:szCs w:val="20"/>
        </w:rPr>
        <w:t xml:space="preserve"> ОКН</w:t>
      </w:r>
      <w:r w:rsidR="00507052" w:rsidRPr="004C485D">
        <w:rPr>
          <w:rFonts w:ascii="Garamond" w:hAnsi="Garamond"/>
          <w:sz w:val="20"/>
          <w:szCs w:val="20"/>
        </w:rPr>
        <w:t xml:space="preserve"> считается день подписания акта приемки выполненных Работ по сохранению, выданного в установленном федеральным законодательством порядке.</w:t>
      </w:r>
    </w:p>
    <w:p w:rsidR="00507052" w:rsidRPr="0034676A" w:rsidRDefault="009371FB" w:rsidP="00E4479B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4C485D">
        <w:rPr>
          <w:rFonts w:ascii="Garamond" w:hAnsi="Garamond"/>
          <w:color w:val="000000"/>
          <w:sz w:val="20"/>
          <w:szCs w:val="20"/>
        </w:rPr>
        <w:t>П</w:t>
      </w:r>
      <w:r>
        <w:rPr>
          <w:rFonts w:ascii="Garamond" w:hAnsi="Garamond"/>
          <w:color w:val="000000"/>
          <w:sz w:val="20"/>
          <w:szCs w:val="20"/>
        </w:rPr>
        <w:t>олучить</w:t>
      </w:r>
      <w:r w:rsidR="00507052" w:rsidRPr="0034676A">
        <w:rPr>
          <w:rFonts w:ascii="Garamond" w:hAnsi="Garamond"/>
          <w:color w:val="000000"/>
          <w:sz w:val="20"/>
          <w:szCs w:val="20"/>
        </w:rPr>
        <w:t xml:space="preserve"> </w:t>
      </w:r>
      <w:r w:rsidR="00507052" w:rsidRPr="0034676A">
        <w:rPr>
          <w:rFonts w:ascii="Garamond" w:hAnsi="Garamond"/>
          <w:sz w:val="20"/>
          <w:szCs w:val="20"/>
        </w:rPr>
        <w:t xml:space="preserve">предусмотренные законодательством разрешения и согласования работ, связанные с проведением работ по сохранению </w:t>
      </w:r>
      <w:r w:rsidR="00F9430E">
        <w:rPr>
          <w:rFonts w:ascii="Garamond" w:hAnsi="Garamond"/>
          <w:sz w:val="20"/>
          <w:szCs w:val="20"/>
        </w:rPr>
        <w:t>ОКН</w:t>
      </w:r>
      <w:r w:rsidR="00507052" w:rsidRPr="0034676A">
        <w:rPr>
          <w:rFonts w:ascii="Garamond" w:hAnsi="Garamond"/>
          <w:sz w:val="20"/>
          <w:szCs w:val="20"/>
        </w:rPr>
        <w:t>.</w:t>
      </w:r>
    </w:p>
    <w:p w:rsidR="00F315F7" w:rsidRPr="00F315F7" w:rsidRDefault="0034676A" w:rsidP="00F315F7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D553C8">
        <w:rPr>
          <w:rFonts w:ascii="Garamond" w:hAnsi="Garamond" w:cs="Arial"/>
          <w:color w:val="040C28"/>
          <w:sz w:val="20"/>
          <w:szCs w:val="20"/>
        </w:rPr>
        <w:t>В течение 30 (тридцати) календарных дней с даты</w:t>
      </w:r>
      <w:r w:rsidR="00FC5239" w:rsidRPr="00D553C8">
        <w:rPr>
          <w:rFonts w:ascii="Garamond" w:hAnsi="Garamond"/>
          <w:color w:val="000000"/>
          <w:sz w:val="20"/>
          <w:szCs w:val="20"/>
        </w:rPr>
        <w:t xml:space="preserve"> подписания сторонами договора аренды, з</w:t>
      </w:r>
      <w:r w:rsidR="00E4479B" w:rsidRPr="00D553C8">
        <w:rPr>
          <w:rFonts w:ascii="Garamond" w:hAnsi="Garamond"/>
          <w:sz w:val="20"/>
          <w:szCs w:val="20"/>
        </w:rPr>
        <w:t xml:space="preserve">астраховать свою ответственность от риска случайной гибели и (или) случайного повреждения </w:t>
      </w:r>
      <w:r w:rsidR="0052722B">
        <w:rPr>
          <w:rFonts w:ascii="Garamond" w:hAnsi="Garamond"/>
          <w:sz w:val="20"/>
          <w:szCs w:val="20"/>
        </w:rPr>
        <w:t>ОКН</w:t>
      </w:r>
      <w:r w:rsidR="00E4479B" w:rsidRPr="00D553C8">
        <w:rPr>
          <w:rFonts w:ascii="Garamond" w:hAnsi="Garamond"/>
          <w:sz w:val="20"/>
          <w:szCs w:val="20"/>
        </w:rPr>
        <w:t xml:space="preserve"> </w:t>
      </w:r>
      <w:r w:rsidR="001B4E2C">
        <w:rPr>
          <w:rFonts w:ascii="Garamond" w:hAnsi="Garamond"/>
          <w:sz w:val="20"/>
          <w:szCs w:val="20"/>
        </w:rPr>
        <w:t>в общей сумме</w:t>
      </w:r>
      <w:r w:rsidR="00E4479B" w:rsidRPr="00D553C8">
        <w:rPr>
          <w:rFonts w:ascii="Garamond" w:hAnsi="Garamond"/>
          <w:sz w:val="20"/>
          <w:szCs w:val="20"/>
        </w:rPr>
        <w:t xml:space="preserve"> </w:t>
      </w:r>
      <w:r w:rsidR="00296E69">
        <w:rPr>
          <w:rFonts w:ascii="Garamond" w:hAnsi="Garamond"/>
          <w:b/>
          <w:sz w:val="20"/>
          <w:szCs w:val="20"/>
        </w:rPr>
        <w:t>42 412</w:t>
      </w:r>
      <w:r w:rsidR="00464A7D">
        <w:rPr>
          <w:rFonts w:ascii="Garamond" w:hAnsi="Garamond"/>
          <w:b/>
          <w:sz w:val="20"/>
          <w:szCs w:val="20"/>
        </w:rPr>
        <w:t xml:space="preserve"> </w:t>
      </w:r>
      <w:r w:rsidR="00296E69">
        <w:rPr>
          <w:rFonts w:ascii="Garamond" w:hAnsi="Garamond"/>
          <w:b/>
          <w:sz w:val="20"/>
          <w:szCs w:val="20"/>
        </w:rPr>
        <w:t>211</w:t>
      </w:r>
      <w:r w:rsidR="00464A7D" w:rsidRPr="005A638C">
        <w:rPr>
          <w:rFonts w:ascii="Garamond" w:hAnsi="Garamond"/>
          <w:b/>
          <w:sz w:val="20"/>
          <w:szCs w:val="20"/>
        </w:rPr>
        <w:t xml:space="preserve"> рублей</w:t>
      </w:r>
      <w:r w:rsidR="00E4479B" w:rsidRPr="00D553C8">
        <w:rPr>
          <w:rFonts w:ascii="Garamond" w:hAnsi="Garamond"/>
          <w:sz w:val="20"/>
          <w:szCs w:val="20"/>
        </w:rPr>
        <w:t xml:space="preserve"> </w:t>
      </w:r>
      <w:r w:rsidR="00CF4016">
        <w:rPr>
          <w:rFonts w:ascii="Garamond" w:hAnsi="Garamond"/>
          <w:sz w:val="20"/>
          <w:szCs w:val="20"/>
        </w:rPr>
        <w:t xml:space="preserve">             </w:t>
      </w:r>
      <w:r w:rsidR="00E4479B" w:rsidRPr="00D553C8">
        <w:rPr>
          <w:rFonts w:ascii="Garamond" w:hAnsi="Garamond"/>
          <w:sz w:val="20"/>
          <w:szCs w:val="20"/>
        </w:rPr>
        <w:t>на срок действия договора</w:t>
      </w:r>
      <w:r w:rsidR="00612436" w:rsidRPr="00D553C8">
        <w:rPr>
          <w:rFonts w:ascii="Garamond" w:hAnsi="Garamond"/>
          <w:sz w:val="20"/>
          <w:szCs w:val="20"/>
        </w:rPr>
        <w:t>.</w:t>
      </w:r>
    </w:p>
    <w:p w:rsidR="00F84012" w:rsidRPr="00D553C8" w:rsidRDefault="00F84012" w:rsidP="00F84012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lastRenderedPageBreak/>
        <w:t>П</w:t>
      </w:r>
      <w:r w:rsidRPr="00F84012">
        <w:rPr>
          <w:rFonts w:ascii="Garamond" w:hAnsi="Garamond" w:cs="Garamond"/>
          <w:sz w:val="20"/>
          <w:szCs w:val="20"/>
        </w:rPr>
        <w:t xml:space="preserve">олучить и представить арендодателю не позднее одного месяца со дня согласования в установленном порядке проектной документации по сохранению </w:t>
      </w:r>
      <w:r w:rsidR="00AF667F">
        <w:rPr>
          <w:rFonts w:ascii="Garamond" w:hAnsi="Garamond" w:cs="Garamond"/>
          <w:sz w:val="20"/>
          <w:szCs w:val="20"/>
        </w:rPr>
        <w:t xml:space="preserve">имущества - </w:t>
      </w:r>
      <w:r w:rsidRPr="00F84012">
        <w:rPr>
          <w:rFonts w:ascii="Garamond" w:hAnsi="Garamond" w:cs="Garamond"/>
          <w:sz w:val="20"/>
          <w:szCs w:val="20"/>
        </w:rPr>
        <w:t>объект</w:t>
      </w:r>
      <w:r w:rsidR="00AF667F">
        <w:rPr>
          <w:rFonts w:ascii="Garamond" w:hAnsi="Garamond" w:cs="Garamond"/>
          <w:sz w:val="20"/>
          <w:szCs w:val="20"/>
        </w:rPr>
        <w:t>ов</w:t>
      </w:r>
      <w:r w:rsidRPr="00F84012">
        <w:rPr>
          <w:rFonts w:ascii="Garamond" w:hAnsi="Garamond" w:cs="Garamond"/>
          <w:sz w:val="20"/>
          <w:szCs w:val="20"/>
        </w:rPr>
        <w:t xml:space="preserve"> культурного наследия документы, подтверждающие обеспечение исполнения договора в виде безотзывной банковской гарантии или залога денежных средств, в том числе в форме вклада (депозита), если в соответствии с федеральным законом в отношении данного имущества может устанавливаться требование об обеспечении исполнения договора</w:t>
      </w:r>
      <w:r>
        <w:rPr>
          <w:rFonts w:ascii="Garamond" w:hAnsi="Garamond" w:cs="Garamond"/>
          <w:sz w:val="20"/>
          <w:szCs w:val="20"/>
        </w:rPr>
        <w:t>.</w:t>
      </w:r>
    </w:p>
    <w:p w:rsidR="00F84012" w:rsidRPr="00F84012" w:rsidRDefault="00F84012" w:rsidP="00F84012">
      <w:pPr>
        <w:pStyle w:val="a3"/>
        <w:autoSpaceDE w:val="0"/>
        <w:autoSpaceDN w:val="0"/>
        <w:adjustRightInd w:val="0"/>
        <w:spacing w:after="0"/>
        <w:ind w:left="0" w:firstLine="567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Р</w:t>
      </w:r>
      <w:r w:rsidRPr="00F84012">
        <w:rPr>
          <w:rFonts w:ascii="Garamond" w:hAnsi="Garamond" w:cs="Garamond"/>
          <w:sz w:val="20"/>
          <w:szCs w:val="20"/>
        </w:rPr>
        <w:t xml:space="preserve">азмер обеспечения исполнения договора должен составлять 35 процентов объема, определяемого исходя из стоимости работ по сохранению </w:t>
      </w:r>
      <w:r w:rsidR="00AF667F">
        <w:rPr>
          <w:rFonts w:ascii="Garamond" w:hAnsi="Garamond" w:cs="Garamond"/>
          <w:sz w:val="20"/>
          <w:szCs w:val="20"/>
        </w:rPr>
        <w:t xml:space="preserve">имущества - </w:t>
      </w:r>
      <w:r w:rsidRPr="00F84012">
        <w:rPr>
          <w:rFonts w:ascii="Garamond" w:hAnsi="Garamond" w:cs="Garamond"/>
          <w:sz w:val="20"/>
          <w:szCs w:val="20"/>
        </w:rPr>
        <w:t>объект</w:t>
      </w:r>
      <w:r w:rsidR="00AF667F">
        <w:rPr>
          <w:rFonts w:ascii="Garamond" w:hAnsi="Garamond" w:cs="Garamond"/>
          <w:sz w:val="20"/>
          <w:szCs w:val="20"/>
        </w:rPr>
        <w:t>ов</w:t>
      </w:r>
      <w:r w:rsidRPr="00F84012">
        <w:rPr>
          <w:rFonts w:ascii="Garamond" w:hAnsi="Garamond" w:cs="Garamond"/>
          <w:sz w:val="20"/>
          <w:szCs w:val="20"/>
        </w:rPr>
        <w:t xml:space="preserve"> культурного наследия, указанной в согласованной в установленном порядке проектной документации на проведение таких работ, если иной размер не установлен законами и иными нормативными правовыми актами Российской Федерации.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34676A">
        <w:rPr>
          <w:rFonts w:ascii="Garamond" w:hAnsi="Garamond"/>
          <w:color w:val="000000"/>
          <w:sz w:val="20"/>
          <w:szCs w:val="20"/>
        </w:rPr>
        <w:t>С</w:t>
      </w:r>
      <w:r w:rsidRPr="00BA1522">
        <w:rPr>
          <w:rFonts w:ascii="Garamond" w:hAnsi="Garamond"/>
          <w:color w:val="000000"/>
          <w:sz w:val="20"/>
          <w:szCs w:val="20"/>
        </w:rPr>
        <w:t>воевременно и полностью выплачивать арендную плату, установленную договором, а также налоги, связанные с перечислением арендной платы на нее в соответствии с действующим налоговым законодательством.</w:t>
      </w:r>
    </w:p>
    <w:p w:rsidR="00491260" w:rsidRPr="00BA1522" w:rsidRDefault="00491260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 w:cs="Garamond"/>
          <w:color w:val="000000"/>
          <w:sz w:val="20"/>
          <w:szCs w:val="20"/>
        </w:rPr>
        <w:t xml:space="preserve">При входе в </w:t>
      </w:r>
      <w:r w:rsidR="009B2E72">
        <w:rPr>
          <w:rFonts w:ascii="Garamond" w:hAnsi="Garamond" w:cs="Garamond"/>
          <w:color w:val="000000"/>
          <w:sz w:val="20"/>
          <w:szCs w:val="20"/>
        </w:rPr>
        <w:t>здание</w:t>
      </w:r>
      <w:r w:rsidR="00271636">
        <w:rPr>
          <w:rFonts w:ascii="Garamond" w:hAnsi="Garamond" w:cs="Garamond"/>
          <w:color w:val="000000"/>
          <w:sz w:val="20"/>
          <w:szCs w:val="20"/>
        </w:rPr>
        <w:t xml:space="preserve">, </w:t>
      </w:r>
      <w:r w:rsidR="00271636">
        <w:rPr>
          <w:rFonts w:ascii="Garamond" w:hAnsi="Garamond"/>
          <w:sz w:val="20"/>
          <w:szCs w:val="20"/>
        </w:rPr>
        <w:t>входящее в состав муниципального имущества,</w:t>
      </w:r>
      <w:r w:rsidRPr="00BA1522"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Своевременно и за свой счет производить текущий ремонт арендуем</w:t>
      </w:r>
      <w:r w:rsidR="00D976B3">
        <w:rPr>
          <w:rFonts w:ascii="Garamond" w:hAnsi="Garamond"/>
          <w:color w:val="000000"/>
          <w:sz w:val="20"/>
          <w:szCs w:val="20"/>
        </w:rPr>
        <w:t>ого имущества</w:t>
      </w:r>
      <w:r w:rsidR="00271636">
        <w:rPr>
          <w:rFonts w:ascii="Garamond" w:hAnsi="Garamond"/>
          <w:sz w:val="20"/>
          <w:szCs w:val="20"/>
        </w:rPr>
        <w:t>,</w:t>
      </w:r>
      <w:r w:rsidR="00271636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Pr="00BA1522">
        <w:rPr>
          <w:rFonts w:ascii="Garamond" w:hAnsi="Garamond"/>
          <w:color w:val="000000"/>
          <w:sz w:val="20"/>
          <w:szCs w:val="20"/>
        </w:rPr>
        <w:t>но не реже одного раза в год, а также фасада, по согласованию с Арендодателем без возмещения произведенных на эти цели затрат.</w:t>
      </w:r>
    </w:p>
    <w:p w:rsidR="00221732" w:rsidRPr="00BA1522" w:rsidRDefault="006B68CE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С</w:t>
      </w:r>
      <w:r w:rsidR="00D976B3">
        <w:rPr>
          <w:rFonts w:ascii="Garamond" w:hAnsi="Garamond"/>
          <w:color w:val="000000"/>
          <w:sz w:val="20"/>
          <w:szCs w:val="20"/>
        </w:rPr>
        <w:t>одержать арендуемое</w:t>
      </w:r>
      <w:r w:rsidR="00221732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="00D976B3">
        <w:rPr>
          <w:rFonts w:ascii="Garamond" w:hAnsi="Garamond"/>
          <w:color w:val="000000"/>
          <w:sz w:val="20"/>
          <w:szCs w:val="20"/>
        </w:rPr>
        <w:t xml:space="preserve">имущество </w:t>
      </w:r>
      <w:r w:rsidR="00221732" w:rsidRPr="00BA1522">
        <w:rPr>
          <w:rFonts w:ascii="Garamond" w:hAnsi="Garamond"/>
          <w:color w:val="000000"/>
          <w:sz w:val="20"/>
          <w:szCs w:val="20"/>
        </w:rPr>
        <w:t xml:space="preserve">в полной исправности и в образцовом санитарном состоянии. 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Не производить никаких перепланиров</w:t>
      </w:r>
      <w:r w:rsidR="00D976B3">
        <w:rPr>
          <w:rFonts w:ascii="Garamond" w:hAnsi="Garamond"/>
          <w:color w:val="000000"/>
          <w:sz w:val="20"/>
          <w:szCs w:val="20"/>
        </w:rPr>
        <w:t>ок и переоборудования имущества</w:t>
      </w:r>
      <w:r w:rsidRPr="00BA1522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31599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Письменно сообщить Арендодателю, не позднее чем за две недели, о предстоящем освобождении </w:t>
      </w:r>
      <w:r w:rsidR="00271636">
        <w:rPr>
          <w:rFonts w:ascii="Garamond" w:hAnsi="Garamond"/>
          <w:color w:val="000000"/>
          <w:sz w:val="20"/>
          <w:szCs w:val="20"/>
        </w:rPr>
        <w:t xml:space="preserve">муниципального имущества </w:t>
      </w:r>
      <w:r w:rsidRPr="00BA1522">
        <w:rPr>
          <w:rFonts w:ascii="Garamond" w:hAnsi="Garamond"/>
          <w:color w:val="000000"/>
          <w:sz w:val="20"/>
          <w:szCs w:val="20"/>
        </w:rPr>
        <w:t>как в связи с окончанием срока действия договора, так и при досрочном расторжени</w:t>
      </w:r>
      <w:r w:rsidR="00731599">
        <w:rPr>
          <w:rFonts w:ascii="Garamond" w:hAnsi="Garamond"/>
          <w:color w:val="000000"/>
          <w:sz w:val="20"/>
          <w:szCs w:val="20"/>
        </w:rPr>
        <w:t>и договора по своей инициативе.</w:t>
      </w:r>
    </w:p>
    <w:p w:rsidR="00221732" w:rsidRPr="00BA1522" w:rsidRDefault="00731599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С</w:t>
      </w:r>
      <w:r w:rsidR="00221732" w:rsidRPr="00BA1522">
        <w:rPr>
          <w:rFonts w:ascii="Garamond" w:hAnsi="Garamond"/>
          <w:color w:val="000000"/>
          <w:sz w:val="20"/>
          <w:szCs w:val="20"/>
        </w:rPr>
        <w:t>дать</w:t>
      </w:r>
      <w:r w:rsidR="00D976B3">
        <w:rPr>
          <w:rFonts w:ascii="Garamond" w:hAnsi="Garamond"/>
          <w:color w:val="000000"/>
          <w:sz w:val="20"/>
          <w:szCs w:val="20"/>
        </w:rPr>
        <w:t xml:space="preserve"> по акту приема-передачи</w:t>
      </w:r>
      <w:r w:rsidR="00221732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="001D6D32">
        <w:rPr>
          <w:rFonts w:ascii="Garamond" w:hAnsi="Garamond"/>
          <w:color w:val="000000"/>
          <w:sz w:val="20"/>
          <w:szCs w:val="20"/>
        </w:rPr>
        <w:t>имущество</w:t>
      </w:r>
      <w:r w:rsidR="00221732" w:rsidRPr="00BA1522">
        <w:rPr>
          <w:rFonts w:ascii="Garamond" w:hAnsi="Garamond"/>
          <w:color w:val="000000"/>
          <w:sz w:val="20"/>
          <w:szCs w:val="20"/>
        </w:rPr>
        <w:t xml:space="preserve"> Арендодателю либо третьему лицу, письменно им указанному, в исправном состоянии с учетом нормального износа.</w:t>
      </w:r>
    </w:p>
    <w:p w:rsidR="00221732" w:rsidRPr="007009D6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Освободить в 5-дневный срок арендуемое </w:t>
      </w:r>
      <w:r w:rsidR="001D6D32">
        <w:rPr>
          <w:rFonts w:ascii="Garamond" w:hAnsi="Garamond"/>
          <w:color w:val="000000"/>
          <w:sz w:val="20"/>
          <w:szCs w:val="20"/>
        </w:rPr>
        <w:t>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в случае досрочного расторжения договора или </w:t>
      </w:r>
      <w:r w:rsidRPr="007009D6">
        <w:rPr>
          <w:rFonts w:ascii="Garamond" w:hAnsi="Garamond"/>
          <w:color w:val="000000"/>
          <w:sz w:val="20"/>
          <w:szCs w:val="20"/>
        </w:rPr>
        <w:t>прекращения договорных отношений.</w:t>
      </w:r>
    </w:p>
    <w:p w:rsidR="00221732" w:rsidRPr="007009D6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7009D6">
        <w:rPr>
          <w:rFonts w:ascii="Garamond" w:hAnsi="Garamond"/>
          <w:color w:val="000000"/>
          <w:sz w:val="20"/>
          <w:szCs w:val="20"/>
        </w:rPr>
        <w:t xml:space="preserve">В случае освобождения Арендатором </w:t>
      </w:r>
      <w:r w:rsidR="00D976B3" w:rsidRPr="007009D6">
        <w:rPr>
          <w:rFonts w:ascii="Garamond" w:hAnsi="Garamond"/>
          <w:color w:val="000000"/>
          <w:sz w:val="20"/>
          <w:szCs w:val="20"/>
        </w:rPr>
        <w:t>имущества</w:t>
      </w:r>
      <w:r w:rsidRPr="007009D6">
        <w:rPr>
          <w:rFonts w:ascii="Garamond" w:hAnsi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D976B3" w:rsidRPr="007009D6">
        <w:rPr>
          <w:rFonts w:ascii="Garamond" w:hAnsi="Garamond"/>
          <w:color w:val="000000"/>
          <w:sz w:val="20"/>
          <w:szCs w:val="20"/>
        </w:rPr>
        <w:t>имущества</w:t>
      </w:r>
      <w:r w:rsidRPr="007009D6">
        <w:rPr>
          <w:rFonts w:ascii="Garamond" w:hAnsi="Garamond"/>
          <w:color w:val="000000"/>
          <w:sz w:val="20"/>
          <w:szCs w:val="20"/>
        </w:rPr>
        <w:t>.</w:t>
      </w:r>
    </w:p>
    <w:p w:rsidR="00334A41" w:rsidRPr="007009D6" w:rsidRDefault="007009D6" w:rsidP="00334A41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7009D6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221732" w:rsidRPr="007009D6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7009D6">
        <w:rPr>
          <w:rFonts w:ascii="Garamond" w:hAnsi="Garamond"/>
          <w:color w:val="000000"/>
          <w:sz w:val="20"/>
          <w:szCs w:val="20"/>
        </w:rPr>
        <w:t>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221732" w:rsidRPr="00BA1522" w:rsidRDefault="00221732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8066D" w:rsidRPr="00BA1522" w:rsidRDefault="00C8066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 w:themeColor="text1"/>
          <w:sz w:val="20"/>
          <w:szCs w:val="20"/>
        </w:rPr>
      </w:pPr>
      <w:r w:rsidRPr="00BA1522">
        <w:rPr>
          <w:rFonts w:ascii="Garamond" w:hAnsi="Garamond"/>
          <w:color w:val="000000" w:themeColor="text1"/>
          <w:sz w:val="20"/>
          <w:szCs w:val="20"/>
        </w:rPr>
        <w:t xml:space="preserve">Обеспечивать праздничное оформление фасада </w:t>
      </w:r>
      <w:r w:rsidR="00381182">
        <w:rPr>
          <w:rFonts w:ascii="Garamond" w:hAnsi="Garamond"/>
          <w:color w:val="000000" w:themeColor="text1"/>
          <w:sz w:val="20"/>
          <w:szCs w:val="20"/>
        </w:rPr>
        <w:t>ОКН</w:t>
      </w:r>
      <w:r w:rsidRPr="00BA1522">
        <w:rPr>
          <w:rFonts w:ascii="Garamond" w:hAnsi="Garamond"/>
          <w:color w:val="000000" w:themeColor="text1"/>
          <w:sz w:val="20"/>
          <w:szCs w:val="20"/>
        </w:rPr>
        <w:t>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C049D" w:rsidRPr="00BA1522" w:rsidRDefault="005C049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 xml:space="preserve">Выполнять требования в отношении </w:t>
      </w:r>
      <w:r w:rsidR="00EC615B">
        <w:rPr>
          <w:rFonts w:ascii="Garamond" w:hAnsi="Garamond"/>
          <w:sz w:val="20"/>
          <w:szCs w:val="20"/>
        </w:rPr>
        <w:t>ОКН</w:t>
      </w:r>
      <w:r w:rsidRPr="00BA1522">
        <w:rPr>
          <w:rFonts w:ascii="Garamond" w:hAnsi="Garamond"/>
          <w:sz w:val="20"/>
          <w:szCs w:val="20"/>
        </w:rPr>
        <w:t xml:space="preserve">, включенного в единый государственный реестр объектов культурного наследия (памятники истории и культуры) народов Российской Федерации, предусмотренные пунктами 1,3 статьи 47.3 Федерального закона </w:t>
      </w:r>
      <w:r w:rsidR="00836F04" w:rsidRPr="00BA1522">
        <w:rPr>
          <w:rFonts w:ascii="Garamond" w:hAnsi="Garamond"/>
          <w:sz w:val="20"/>
          <w:szCs w:val="20"/>
        </w:rPr>
        <w:t xml:space="preserve">от 25.06.2002 № 73-ФЗ </w:t>
      </w:r>
      <w:r w:rsidRPr="00BA1522">
        <w:rPr>
          <w:rFonts w:ascii="Garamond" w:hAnsi="Garamond"/>
          <w:sz w:val="20"/>
          <w:szCs w:val="20"/>
        </w:rPr>
        <w:t>«Об объектах культурного наследия (памятниках истории и культуры)</w:t>
      </w:r>
      <w:r w:rsidR="0066645B">
        <w:rPr>
          <w:rFonts w:ascii="Garamond" w:hAnsi="Garamond"/>
          <w:sz w:val="20"/>
          <w:szCs w:val="20"/>
        </w:rPr>
        <w:t xml:space="preserve"> народов Российской Федерации».</w:t>
      </w:r>
    </w:p>
    <w:p w:rsidR="0017381D" w:rsidRPr="0017381D" w:rsidRDefault="0017381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Содержать закрепленную за Арендатором территорию в надлежащем санитарном состоянии.</w:t>
      </w:r>
      <w:r w:rsidR="005C049D" w:rsidRPr="00BA1522">
        <w:rPr>
          <w:rFonts w:ascii="Garamond" w:hAnsi="Garamond"/>
          <w:sz w:val="20"/>
          <w:szCs w:val="20"/>
        </w:rPr>
        <w:t xml:space="preserve"> </w:t>
      </w:r>
    </w:p>
    <w:p w:rsidR="005C049D" w:rsidRPr="008F28BD" w:rsidRDefault="005C049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Выполнять требования, предусмотренные охранным обяза</w:t>
      </w:r>
      <w:r w:rsidR="00AE0391" w:rsidRPr="00BA1522">
        <w:rPr>
          <w:rFonts w:ascii="Garamond" w:hAnsi="Garamond"/>
          <w:sz w:val="20"/>
          <w:szCs w:val="20"/>
        </w:rPr>
        <w:t>т</w:t>
      </w:r>
      <w:r w:rsidRPr="00BA1522">
        <w:rPr>
          <w:rFonts w:ascii="Garamond" w:hAnsi="Garamond"/>
          <w:sz w:val="20"/>
          <w:szCs w:val="20"/>
        </w:rPr>
        <w:t>ельством</w:t>
      </w:r>
      <w:r w:rsidR="00C15DDA">
        <w:rPr>
          <w:rFonts w:ascii="Garamond" w:hAnsi="Garamond"/>
          <w:sz w:val="20"/>
          <w:szCs w:val="20"/>
        </w:rPr>
        <w:t>,</w:t>
      </w:r>
      <w:r w:rsidR="00832C1C" w:rsidRPr="00832C1C">
        <w:rPr>
          <w:rFonts w:ascii="Garamond" w:hAnsi="Garamond"/>
          <w:sz w:val="20"/>
          <w:szCs w:val="20"/>
        </w:rPr>
        <w:t xml:space="preserve"> </w:t>
      </w:r>
      <w:r w:rsidR="00EC615B">
        <w:rPr>
          <w:rFonts w:ascii="Garamond" w:hAnsi="Garamond"/>
          <w:sz w:val="20"/>
          <w:szCs w:val="20"/>
        </w:rPr>
        <w:t>ОКН</w:t>
      </w:r>
      <w:r w:rsidRPr="00BA1522">
        <w:rPr>
          <w:rFonts w:ascii="Garamond" w:hAnsi="Garamond"/>
          <w:sz w:val="20"/>
          <w:szCs w:val="20"/>
        </w:rPr>
        <w:t xml:space="preserve"> в порядке и в соответствии с условиями, установленными охранным обязательством, являющимся неотъемлемой частью настоящего договора</w:t>
      </w:r>
      <w:r w:rsidR="00AE0391" w:rsidRPr="00BA1522">
        <w:rPr>
          <w:rFonts w:ascii="Garamond" w:hAnsi="Garamond"/>
          <w:sz w:val="20"/>
          <w:szCs w:val="20"/>
        </w:rPr>
        <w:t>.</w:t>
      </w:r>
    </w:p>
    <w:p w:rsidR="008F28BD" w:rsidRPr="00B32907" w:rsidRDefault="008F28BD" w:rsidP="0016416F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Исполнение пунктов </w:t>
      </w:r>
      <w:r w:rsidR="00C15DDA">
        <w:rPr>
          <w:rFonts w:ascii="Garamond" w:hAnsi="Garamond"/>
          <w:sz w:val="20"/>
          <w:szCs w:val="20"/>
        </w:rPr>
        <w:t>2.2.9,</w:t>
      </w:r>
      <w:r w:rsidR="00731599">
        <w:rPr>
          <w:rFonts w:ascii="Garamond" w:hAnsi="Garamond"/>
          <w:sz w:val="20"/>
          <w:szCs w:val="20"/>
        </w:rPr>
        <w:t xml:space="preserve"> 2.2.10, 2.2.13,</w:t>
      </w:r>
      <w:r w:rsidR="00C15DDA">
        <w:rPr>
          <w:rFonts w:ascii="Garamond" w:hAnsi="Garamond"/>
          <w:sz w:val="20"/>
          <w:szCs w:val="20"/>
        </w:rPr>
        <w:t xml:space="preserve"> </w:t>
      </w:r>
      <w:r w:rsidR="0034795D">
        <w:rPr>
          <w:rFonts w:ascii="Garamond" w:hAnsi="Garamond"/>
          <w:sz w:val="20"/>
          <w:szCs w:val="20"/>
        </w:rPr>
        <w:t>2.2.17</w:t>
      </w:r>
      <w:r w:rsidR="007B5B87">
        <w:rPr>
          <w:rFonts w:ascii="Garamond" w:hAnsi="Garamond"/>
          <w:sz w:val="20"/>
          <w:szCs w:val="20"/>
        </w:rPr>
        <w:t xml:space="preserve"> и</w:t>
      </w:r>
      <w:r w:rsidR="00731599">
        <w:rPr>
          <w:rFonts w:ascii="Garamond" w:hAnsi="Garamond"/>
          <w:sz w:val="20"/>
          <w:szCs w:val="20"/>
        </w:rPr>
        <w:t xml:space="preserve"> 2.2.19</w:t>
      </w:r>
      <w:r>
        <w:rPr>
          <w:rFonts w:ascii="Garamond" w:hAnsi="Garamond"/>
          <w:sz w:val="20"/>
          <w:szCs w:val="20"/>
        </w:rPr>
        <w:t xml:space="preserve"> настоящего договора является обязанностью арендатора </w:t>
      </w:r>
      <w:r w:rsidRPr="00B32907">
        <w:rPr>
          <w:rFonts w:ascii="Garamond" w:hAnsi="Garamond"/>
          <w:sz w:val="20"/>
          <w:szCs w:val="20"/>
        </w:rPr>
        <w:t>после проведения рабо</w:t>
      </w:r>
      <w:r w:rsidR="00D43B48" w:rsidRPr="00B32907">
        <w:rPr>
          <w:rFonts w:ascii="Garamond" w:hAnsi="Garamond"/>
          <w:sz w:val="20"/>
          <w:szCs w:val="20"/>
        </w:rPr>
        <w:t>т,</w:t>
      </w:r>
      <w:r w:rsidR="00C15DDA" w:rsidRPr="00B32907">
        <w:rPr>
          <w:rFonts w:ascii="Garamond" w:hAnsi="Garamond"/>
          <w:sz w:val="20"/>
          <w:szCs w:val="20"/>
        </w:rPr>
        <w:t xml:space="preserve"> в сроки предусмотренные</w:t>
      </w:r>
      <w:r w:rsidR="00D43B48" w:rsidRPr="00B32907">
        <w:rPr>
          <w:rFonts w:ascii="Garamond" w:hAnsi="Garamond"/>
          <w:sz w:val="20"/>
          <w:szCs w:val="20"/>
        </w:rPr>
        <w:t xml:space="preserve"> пунктом 2.2.3 настоящего договора.</w:t>
      </w:r>
    </w:p>
    <w:p w:rsidR="00EC615B" w:rsidRPr="00B32907" w:rsidRDefault="00EC615B" w:rsidP="00EC615B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 w:rsidRPr="00B32907">
        <w:rPr>
          <w:rFonts w:ascii="Garamond" w:hAnsi="Garamond"/>
          <w:sz w:val="20"/>
          <w:szCs w:val="20"/>
        </w:rPr>
        <w:t xml:space="preserve">Заключить </w:t>
      </w:r>
      <w:r w:rsidRPr="00B32907">
        <w:rPr>
          <w:rFonts w:ascii="Garamond" w:hAnsi="Garamond"/>
          <w:spacing w:val="-6"/>
          <w:sz w:val="20"/>
          <w:szCs w:val="20"/>
        </w:rPr>
        <w:t>договоры на техническое обслуживание и коммунальные услуги с соответствующими организациями в течении одного месяца после выполнения работ, предусмотренных п. 2.2.3. настоящего договора.</w:t>
      </w:r>
    </w:p>
    <w:p w:rsidR="00EC615B" w:rsidRPr="00BA1522" w:rsidRDefault="00EC615B" w:rsidP="00EC615B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aramond" w:hAnsi="Garamond"/>
          <w:color w:val="76923C"/>
          <w:sz w:val="20"/>
          <w:szCs w:val="20"/>
        </w:rPr>
      </w:pPr>
      <w:r w:rsidRPr="00B32907"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</w:t>
      </w:r>
      <w:r w:rsidR="00B32907">
        <w:rPr>
          <w:rFonts w:ascii="Garamond" w:hAnsi="Garamond"/>
          <w:spacing w:val="-6"/>
          <w:sz w:val="20"/>
          <w:szCs w:val="20"/>
        </w:rPr>
        <w:t>.</w:t>
      </w:r>
    </w:p>
    <w:p w:rsidR="00AC2A36" w:rsidRDefault="00AC2A36" w:rsidP="00047F92">
      <w:pPr>
        <w:pStyle w:val="a3"/>
        <w:keepNext/>
        <w:numPr>
          <w:ilvl w:val="0"/>
          <w:numId w:val="9"/>
        </w:numPr>
        <w:spacing w:before="120"/>
        <w:ind w:left="431" w:hanging="431"/>
        <w:contextualSpacing w:val="0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E81190" w:rsidRPr="002A7D06" w:rsidRDefault="00E20428" w:rsidP="00E81190">
      <w:pPr>
        <w:pStyle w:val="a3"/>
        <w:tabs>
          <w:tab w:val="left" w:pos="567"/>
        </w:tabs>
        <w:overflowPunct w:val="0"/>
        <w:ind w:left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</w:rPr>
        <w:t xml:space="preserve">3.1. </w:t>
      </w:r>
      <w:r w:rsidR="00E81190"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E81190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E81190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E81190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327F67" w:rsidRPr="007835CB" w:rsidRDefault="006519E5" w:rsidP="003C0D06">
      <w:pPr>
        <w:pStyle w:val="a3"/>
        <w:tabs>
          <w:tab w:val="left" w:pos="567"/>
        </w:tabs>
        <w:overflowPunct w:val="0"/>
        <w:ind w:left="0"/>
        <w:jc w:val="both"/>
        <w:rPr>
          <w:rFonts w:ascii="Garamond" w:hAnsi="Garamond"/>
          <w:sz w:val="20"/>
          <w:szCs w:val="20"/>
        </w:rPr>
      </w:pPr>
      <w:r w:rsidRPr="007835CB">
        <w:rPr>
          <w:rFonts w:ascii="Garamond" w:hAnsi="Garamond"/>
          <w:sz w:val="20"/>
          <w:szCs w:val="20"/>
        </w:rPr>
        <w:t>3.2.</w:t>
      </w:r>
      <w:r w:rsidR="00327F67" w:rsidRPr="007835CB">
        <w:rPr>
          <w:rFonts w:ascii="Garamond" w:hAnsi="Garamond"/>
          <w:sz w:val="20"/>
          <w:szCs w:val="20"/>
        </w:rPr>
        <w:t xml:space="preserve"> </w:t>
      </w:r>
      <w:r w:rsidR="00736051" w:rsidRPr="007835CB">
        <w:rPr>
          <w:rFonts w:ascii="Garamond" w:hAnsi="Garamond"/>
          <w:sz w:val="20"/>
          <w:szCs w:val="20"/>
        </w:rPr>
        <w:t>Арендатор перечисляет еже</w:t>
      </w:r>
      <w:r w:rsidR="005873E7">
        <w:rPr>
          <w:rFonts w:ascii="Garamond" w:hAnsi="Garamond"/>
          <w:sz w:val="20"/>
          <w:szCs w:val="20"/>
        </w:rPr>
        <w:t>год</w:t>
      </w:r>
      <w:r w:rsidR="00736051" w:rsidRPr="007835CB">
        <w:rPr>
          <w:rFonts w:ascii="Garamond" w:hAnsi="Garamond"/>
          <w:sz w:val="20"/>
          <w:szCs w:val="20"/>
        </w:rPr>
        <w:t xml:space="preserve">но арендную плату Получателю </w:t>
      </w:r>
      <w:r w:rsidR="00E20428" w:rsidRPr="007F662F">
        <w:rPr>
          <w:rFonts w:ascii="Garamond" w:hAnsi="Garamond"/>
          <w:sz w:val="20"/>
          <w:szCs w:val="20"/>
        </w:rPr>
        <w:t>до 1</w:t>
      </w:r>
      <w:r w:rsidR="00057F45">
        <w:rPr>
          <w:rFonts w:ascii="Garamond" w:hAnsi="Garamond"/>
          <w:sz w:val="20"/>
          <w:szCs w:val="20"/>
        </w:rPr>
        <w:t>5</w:t>
      </w:r>
      <w:r w:rsidR="00E20428">
        <w:rPr>
          <w:rFonts w:ascii="Garamond" w:hAnsi="Garamond"/>
          <w:sz w:val="20"/>
          <w:szCs w:val="20"/>
        </w:rPr>
        <w:t xml:space="preserve"> </w:t>
      </w:r>
      <w:r w:rsidR="00057F45">
        <w:rPr>
          <w:rFonts w:ascii="Garamond" w:hAnsi="Garamond"/>
          <w:sz w:val="20"/>
          <w:szCs w:val="20"/>
        </w:rPr>
        <w:t>январ</w:t>
      </w:r>
      <w:r w:rsidR="0052675E">
        <w:rPr>
          <w:rFonts w:ascii="Garamond" w:hAnsi="Garamond"/>
          <w:sz w:val="20"/>
          <w:szCs w:val="20"/>
        </w:rPr>
        <w:t>я</w:t>
      </w:r>
      <w:r w:rsidR="00E20428" w:rsidRPr="007F662F">
        <w:rPr>
          <w:rFonts w:ascii="Garamond" w:hAnsi="Garamond"/>
          <w:sz w:val="20"/>
          <w:szCs w:val="20"/>
        </w:rPr>
        <w:t xml:space="preserve"> текущего </w:t>
      </w:r>
      <w:r w:rsidR="00E20428">
        <w:rPr>
          <w:rFonts w:ascii="Garamond" w:hAnsi="Garamond"/>
          <w:sz w:val="20"/>
          <w:szCs w:val="20"/>
        </w:rPr>
        <w:t>года</w:t>
      </w:r>
      <w:r w:rsidR="00EE6960">
        <w:rPr>
          <w:rFonts w:ascii="Garamond" w:hAnsi="Garamond"/>
          <w:sz w:val="20"/>
          <w:szCs w:val="20"/>
        </w:rPr>
        <w:t>.</w:t>
      </w:r>
      <w:r w:rsidR="00E20428" w:rsidRPr="007F662F">
        <w:rPr>
          <w:rFonts w:ascii="Garamond" w:hAnsi="Garamond"/>
          <w:sz w:val="20"/>
          <w:szCs w:val="20"/>
        </w:rPr>
        <w:t xml:space="preserve"> </w:t>
      </w:r>
      <w:r w:rsidR="00EE6960">
        <w:rPr>
          <w:rFonts w:ascii="Garamond" w:hAnsi="Garamond"/>
          <w:sz w:val="20"/>
          <w:szCs w:val="20"/>
        </w:rPr>
        <w:t>В</w:t>
      </w:r>
      <w:r w:rsidR="00E20428" w:rsidRPr="007F662F">
        <w:rPr>
          <w:rFonts w:ascii="Garamond" w:hAnsi="Garamond"/>
          <w:sz w:val="20"/>
          <w:szCs w:val="20"/>
        </w:rPr>
        <w:t xml:space="preserve"> первый </w:t>
      </w:r>
      <w:r w:rsidR="00E20428">
        <w:rPr>
          <w:rFonts w:ascii="Garamond" w:hAnsi="Garamond"/>
          <w:sz w:val="20"/>
          <w:szCs w:val="20"/>
        </w:rPr>
        <w:t xml:space="preserve">год </w:t>
      </w:r>
      <w:r w:rsidR="00E20428" w:rsidRPr="007F662F">
        <w:rPr>
          <w:rFonts w:ascii="Garamond" w:hAnsi="Garamond"/>
          <w:sz w:val="20"/>
          <w:szCs w:val="20"/>
        </w:rPr>
        <w:t xml:space="preserve">аренды Арендатор перечисляет арендную плату в течение пяти рабочих дней с даты подписания акта приема-передачи </w:t>
      </w:r>
      <w:r w:rsidR="00434CB3">
        <w:rPr>
          <w:rFonts w:ascii="Garamond" w:hAnsi="Garamond"/>
          <w:sz w:val="20"/>
          <w:szCs w:val="20"/>
        </w:rPr>
        <w:t>муниципального имущества</w:t>
      </w:r>
      <w:r w:rsidR="00E20428" w:rsidRPr="007F662F">
        <w:rPr>
          <w:rFonts w:ascii="Garamond" w:hAnsi="Garamond"/>
          <w:sz w:val="20"/>
          <w:szCs w:val="20"/>
        </w:rPr>
        <w:t xml:space="preserve"> сторонами. </w:t>
      </w:r>
      <w:r w:rsidR="00736051" w:rsidRPr="007835CB">
        <w:rPr>
          <w:rFonts w:ascii="Garamond" w:hAnsi="Garamond"/>
          <w:sz w:val="20"/>
          <w:szCs w:val="20"/>
        </w:rPr>
        <w:t xml:space="preserve">На момент заключения договора величина арендной платы в </w:t>
      </w:r>
      <w:r w:rsidR="005873E7">
        <w:rPr>
          <w:rFonts w:ascii="Garamond" w:hAnsi="Garamond"/>
          <w:sz w:val="20"/>
          <w:szCs w:val="20"/>
        </w:rPr>
        <w:t>год</w:t>
      </w:r>
      <w:r w:rsidR="00736051" w:rsidRPr="007835CB">
        <w:rPr>
          <w:rFonts w:ascii="Garamond" w:hAnsi="Garamond"/>
          <w:sz w:val="20"/>
          <w:szCs w:val="20"/>
        </w:rPr>
        <w:t xml:space="preserve"> </w:t>
      </w:r>
      <w:r w:rsidR="00296E69" w:rsidRPr="00296E69">
        <w:rPr>
          <w:rFonts w:ascii="Garamond" w:hAnsi="Garamond"/>
          <w:sz w:val="20"/>
          <w:szCs w:val="20"/>
        </w:rPr>
        <w:t>составляет</w:t>
      </w:r>
      <w:r w:rsidR="00296E69">
        <w:rPr>
          <w:rFonts w:ascii="Garamond" w:hAnsi="Garamond"/>
          <w:b/>
          <w:sz w:val="20"/>
          <w:szCs w:val="20"/>
        </w:rPr>
        <w:t xml:space="preserve"> </w:t>
      </w:r>
      <w:r w:rsidR="00296E69" w:rsidRPr="00296E69">
        <w:rPr>
          <w:rFonts w:ascii="Garamond" w:hAnsi="Garamond"/>
          <w:b/>
          <w:sz w:val="20"/>
          <w:szCs w:val="20"/>
        </w:rPr>
        <w:t>_____________</w:t>
      </w:r>
      <w:r w:rsidR="00296E69">
        <w:rPr>
          <w:rFonts w:ascii="Garamond" w:hAnsi="Garamond"/>
          <w:b/>
          <w:sz w:val="20"/>
          <w:szCs w:val="20"/>
        </w:rPr>
        <w:t xml:space="preserve"> </w:t>
      </w:r>
      <w:r w:rsidR="00D36E55">
        <w:rPr>
          <w:rFonts w:ascii="Garamond" w:hAnsi="Garamond"/>
          <w:b/>
          <w:sz w:val="20"/>
          <w:szCs w:val="20"/>
        </w:rPr>
        <w:t>рублей</w:t>
      </w:r>
      <w:r w:rsidR="00736051" w:rsidRPr="007835CB">
        <w:rPr>
          <w:rFonts w:ascii="Garamond" w:hAnsi="Garamond"/>
          <w:sz w:val="20"/>
          <w:szCs w:val="20"/>
        </w:rPr>
        <w:t xml:space="preserve">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327F67" w:rsidRDefault="00327F67" w:rsidP="00327F67">
      <w:pPr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 xml:space="preserve">3.3.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 </w:t>
      </w:r>
    </w:p>
    <w:p w:rsidR="006519E5" w:rsidRPr="00F315F7" w:rsidRDefault="00736051" w:rsidP="00F315F7">
      <w:pPr>
        <w:autoSpaceDE w:val="0"/>
        <w:autoSpaceDN w:val="0"/>
        <w:adjustRightInd w:val="0"/>
        <w:jc w:val="both"/>
        <w:rPr>
          <w:rFonts w:ascii="Garamond" w:hAnsi="Garamond" w:cs="Garamond"/>
          <w:sz w:val="20"/>
          <w:szCs w:val="20"/>
        </w:rPr>
      </w:pPr>
      <w:r w:rsidRPr="00BA1522">
        <w:rPr>
          <w:rFonts w:ascii="Garamond" w:hAnsi="Garamond"/>
          <w:color w:val="000000" w:themeColor="text1"/>
          <w:sz w:val="20"/>
          <w:szCs w:val="20"/>
        </w:rPr>
        <w:t>3.</w:t>
      </w:r>
      <w:r w:rsidR="00327F67">
        <w:rPr>
          <w:rFonts w:ascii="Garamond" w:hAnsi="Garamond"/>
          <w:color w:val="000000" w:themeColor="text1"/>
          <w:sz w:val="20"/>
          <w:szCs w:val="20"/>
        </w:rPr>
        <w:t>4</w:t>
      </w:r>
      <w:r w:rsidR="006519E5">
        <w:rPr>
          <w:rFonts w:ascii="Garamond" w:hAnsi="Garamond"/>
          <w:color w:val="000000" w:themeColor="text1"/>
          <w:sz w:val="20"/>
          <w:szCs w:val="20"/>
        </w:rPr>
        <w:t>.</w:t>
      </w:r>
      <w:r w:rsidRPr="00BA1522">
        <w:rPr>
          <w:rFonts w:ascii="Garamond" w:hAnsi="Garamond"/>
          <w:color w:val="C00000"/>
          <w:sz w:val="20"/>
          <w:szCs w:val="20"/>
        </w:rPr>
        <w:t xml:space="preserve"> </w:t>
      </w:r>
      <w:r w:rsidR="006E6F9D">
        <w:rPr>
          <w:rFonts w:ascii="Garamond" w:hAnsi="Garamond" w:cs="Garamond"/>
          <w:sz w:val="20"/>
          <w:szCs w:val="20"/>
        </w:rPr>
        <w:t>В течение всего срока договора аренды размер арендной платы остается неизменным.</w:t>
      </w:r>
    </w:p>
    <w:p w:rsidR="00AC2A36" w:rsidRPr="00BA1522" w:rsidRDefault="00AC2A36" w:rsidP="00047F92">
      <w:pPr>
        <w:pStyle w:val="a3"/>
        <w:keepNext/>
        <w:numPr>
          <w:ilvl w:val="0"/>
          <w:numId w:val="9"/>
        </w:numPr>
        <w:spacing w:before="120"/>
        <w:ind w:left="431" w:hanging="431"/>
        <w:contextualSpacing w:val="0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ОТВЕТСТВЕННОСТЬ СТОРОН</w:t>
      </w:r>
    </w:p>
    <w:p w:rsidR="00AC2A36" w:rsidRPr="00BA1522" w:rsidRDefault="00AC2A36" w:rsidP="00FB1F00">
      <w:pPr>
        <w:pStyle w:val="a3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Ответственность Арендатора:</w:t>
      </w:r>
    </w:p>
    <w:p w:rsidR="00AC2A36" w:rsidRPr="00BA1522" w:rsidRDefault="00524EE2" w:rsidP="00FB1F00">
      <w:pPr>
        <w:pStyle w:val="a3"/>
        <w:numPr>
          <w:ilvl w:val="2"/>
          <w:numId w:val="9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  <w:r w:rsidR="00AC2A36" w:rsidRPr="00BA1522">
        <w:rPr>
          <w:rFonts w:ascii="Garamond" w:hAnsi="Garamond"/>
          <w:sz w:val="20"/>
          <w:szCs w:val="20"/>
        </w:rPr>
        <w:t xml:space="preserve">В случае не внесения Арендатором платежей в сроки, установленные настоящим договором, начисляются пени </w:t>
      </w:r>
      <w:r>
        <w:rPr>
          <w:rFonts w:ascii="Garamond" w:hAnsi="Garamond"/>
          <w:sz w:val="20"/>
          <w:szCs w:val="20"/>
        </w:rPr>
        <w:t xml:space="preserve">          </w:t>
      </w:r>
      <w:r w:rsidR="00AC2A36" w:rsidRPr="00BA1522">
        <w:rPr>
          <w:rFonts w:ascii="Garamond" w:hAnsi="Garamond"/>
          <w:sz w:val="20"/>
          <w:szCs w:val="20"/>
        </w:rPr>
        <w:t>по</w:t>
      </w:r>
      <w:r w:rsidR="00A10556" w:rsidRPr="00BA1522">
        <w:rPr>
          <w:rFonts w:ascii="Garamond" w:hAnsi="Garamond"/>
          <w:b/>
          <w:sz w:val="20"/>
          <w:szCs w:val="20"/>
        </w:rPr>
        <w:t xml:space="preserve"> </w:t>
      </w:r>
      <w:bookmarkStart w:id="5" w:name="Peny"/>
      <w:r w:rsidR="00471A35" w:rsidRPr="00BA1522">
        <w:rPr>
          <w:rFonts w:ascii="Garamond" w:hAnsi="Garamond"/>
          <w:b/>
          <w:sz w:val="20"/>
          <w:szCs w:val="20"/>
        </w:rPr>
        <w:t>0,3</w:t>
      </w:r>
      <w:bookmarkEnd w:id="5"/>
      <w:r w:rsidR="00AC2A36" w:rsidRPr="00BA1522">
        <w:rPr>
          <w:rFonts w:ascii="Garamond" w:hAnsi="Garamond"/>
          <w:b/>
          <w:sz w:val="20"/>
          <w:szCs w:val="20"/>
        </w:rPr>
        <w:t>%</w:t>
      </w:r>
      <w:r w:rsidR="00AC2A36" w:rsidRPr="00BA1522"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AC2A36" w:rsidRPr="00BA1522" w:rsidRDefault="00524EE2" w:rsidP="00FB1F00">
      <w:pPr>
        <w:pStyle w:val="a3"/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  <w:r w:rsidR="00AC2A36" w:rsidRPr="00BA1522">
        <w:rPr>
          <w:rFonts w:ascii="Garamond" w:hAnsi="Garamond"/>
          <w:sz w:val="20"/>
          <w:szCs w:val="20"/>
        </w:rPr>
        <w:t>За невыполнение обязанностей, предусмотренных разделом 2.2 настоящего договора,</w:t>
      </w:r>
      <w:r w:rsidR="00A71A11" w:rsidRPr="00BA1522">
        <w:rPr>
          <w:rFonts w:ascii="Garamond" w:hAnsi="Garamond"/>
          <w:sz w:val="20"/>
          <w:szCs w:val="20"/>
        </w:rPr>
        <w:t xml:space="preserve"> а также за досрочное расторжение договора по инициативе Арендатора,</w:t>
      </w:r>
      <w:r w:rsidR="00AC2A36" w:rsidRPr="00BA1522">
        <w:rPr>
          <w:rFonts w:ascii="Garamond" w:hAnsi="Garamond"/>
          <w:sz w:val="20"/>
          <w:szCs w:val="20"/>
        </w:rPr>
        <w:t xml:space="preserve"> Арендатор уплачивает штраф в размере </w:t>
      </w:r>
      <w:r w:rsidR="00AC2A36" w:rsidRPr="00BA1522">
        <w:rPr>
          <w:rFonts w:ascii="Garamond" w:hAnsi="Garamond"/>
          <w:b/>
          <w:sz w:val="20"/>
          <w:szCs w:val="20"/>
        </w:rPr>
        <w:t>10%</w:t>
      </w:r>
      <w:r w:rsidR="00AC2A36" w:rsidRPr="00BA1522">
        <w:rPr>
          <w:rFonts w:ascii="Garamond" w:hAnsi="Garamond"/>
          <w:sz w:val="20"/>
          <w:szCs w:val="20"/>
        </w:rPr>
        <w:t xml:space="preserve"> годовой арендной платы.</w:t>
      </w:r>
      <w:r w:rsidR="003D30D6" w:rsidRPr="00BA1522">
        <w:rPr>
          <w:rFonts w:ascii="Garamond" w:hAnsi="Garamond"/>
          <w:sz w:val="20"/>
          <w:szCs w:val="20"/>
        </w:rPr>
        <w:t xml:space="preserve"> </w:t>
      </w:r>
      <w:r w:rsidR="00AC2A36" w:rsidRPr="00BA1522">
        <w:rPr>
          <w:rFonts w:ascii="Garamond" w:hAnsi="Garamond"/>
          <w:sz w:val="20"/>
          <w:szCs w:val="20"/>
        </w:rPr>
        <w:t xml:space="preserve"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FB1F00">
        <w:rPr>
          <w:rFonts w:ascii="Garamond" w:hAnsi="Garamond"/>
          <w:sz w:val="20"/>
          <w:szCs w:val="20"/>
        </w:rPr>
        <w:t>зданий</w:t>
      </w:r>
      <w:r w:rsidR="00AC2A36" w:rsidRPr="00BA1522"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8B66AE" w:rsidRPr="00F315F7" w:rsidRDefault="00AC2A36" w:rsidP="008B66AE">
      <w:pPr>
        <w:pStyle w:val="a3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AC2A36" w:rsidRPr="00BA1522" w:rsidRDefault="00AC2A36" w:rsidP="00047F92">
      <w:pPr>
        <w:pStyle w:val="a3"/>
        <w:keepNext/>
        <w:numPr>
          <w:ilvl w:val="0"/>
          <w:numId w:val="9"/>
        </w:numPr>
        <w:spacing w:before="120"/>
        <w:ind w:left="431" w:hanging="431"/>
        <w:contextualSpacing w:val="0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741AB7" w:rsidRPr="00BA1522" w:rsidRDefault="000D4479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Настоящий договор</w:t>
      </w:r>
      <w:r w:rsidR="00741AB7" w:rsidRPr="00BA1522">
        <w:rPr>
          <w:rFonts w:ascii="Garamond" w:hAnsi="Garamond"/>
          <w:color w:val="000000"/>
          <w:sz w:val="20"/>
          <w:szCs w:val="20"/>
        </w:rPr>
        <w:t xml:space="preserve"> может быть </w:t>
      </w:r>
      <w:r w:rsidRPr="00BA1522">
        <w:rPr>
          <w:rFonts w:ascii="Garamond" w:hAnsi="Garamond"/>
          <w:color w:val="000000"/>
          <w:sz w:val="20"/>
          <w:szCs w:val="20"/>
        </w:rPr>
        <w:t>расторгнут</w:t>
      </w:r>
      <w:r w:rsidR="00741AB7" w:rsidRPr="00BA1522">
        <w:rPr>
          <w:rFonts w:ascii="Garamond" w:hAnsi="Garamond"/>
          <w:color w:val="000000"/>
          <w:sz w:val="20"/>
          <w:szCs w:val="20"/>
        </w:rPr>
        <w:t xml:space="preserve"> по согла</w:t>
      </w:r>
      <w:r w:rsidRPr="00BA1522">
        <w:rPr>
          <w:rFonts w:ascii="Garamond" w:hAnsi="Garamond"/>
          <w:color w:val="000000"/>
          <w:sz w:val="20"/>
          <w:szCs w:val="20"/>
        </w:rPr>
        <w:t xml:space="preserve">шению </w:t>
      </w:r>
      <w:r w:rsidR="00741AB7" w:rsidRPr="00BA1522">
        <w:rPr>
          <w:rFonts w:ascii="Garamond" w:hAnsi="Garamond"/>
          <w:color w:val="000000"/>
          <w:sz w:val="20"/>
          <w:szCs w:val="20"/>
        </w:rPr>
        <w:t>сторон</w:t>
      </w:r>
      <w:r w:rsidRPr="00BA1522">
        <w:rPr>
          <w:rFonts w:ascii="Garamond" w:hAnsi="Garamond"/>
          <w:color w:val="000000"/>
          <w:sz w:val="20"/>
          <w:szCs w:val="20"/>
        </w:rPr>
        <w:t xml:space="preserve"> или прекращен в порядке, установленном действующим законодательством</w:t>
      </w:r>
      <w:r w:rsidR="00741AB7" w:rsidRPr="00BA1522">
        <w:rPr>
          <w:rFonts w:ascii="Garamond" w:hAnsi="Garamond"/>
          <w:color w:val="000000"/>
          <w:sz w:val="20"/>
          <w:szCs w:val="20"/>
        </w:rPr>
        <w:t>.</w:t>
      </w:r>
    </w:p>
    <w:p w:rsidR="00741AB7" w:rsidRPr="00BA1522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1D6D32">
        <w:rPr>
          <w:rFonts w:ascii="Garamond" w:hAnsi="Garamond"/>
          <w:color w:val="000000"/>
          <w:sz w:val="20"/>
          <w:szCs w:val="20"/>
        </w:rPr>
        <w:t>муниципальным имуществом</w:t>
      </w:r>
      <w:r w:rsidRPr="00BA1522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="00111159" w:rsidRPr="00BA1522">
        <w:rPr>
          <w:rFonts w:ascii="Garamond" w:hAnsi="Garamond"/>
          <w:color w:val="000000"/>
          <w:sz w:val="20"/>
          <w:szCs w:val="20"/>
        </w:rPr>
        <w:t>величину</w:t>
      </w:r>
      <w:r w:rsidRPr="00BA1522">
        <w:rPr>
          <w:rFonts w:ascii="Garamond" w:hAnsi="Garamond"/>
          <w:color w:val="000000"/>
          <w:sz w:val="20"/>
          <w:szCs w:val="20"/>
        </w:rPr>
        <w:t xml:space="preserve"> арендной платы</w:t>
      </w:r>
      <w:r w:rsidR="00111159" w:rsidRPr="00BA1522">
        <w:rPr>
          <w:rFonts w:ascii="Garamond" w:hAnsi="Garamond"/>
          <w:color w:val="000000"/>
          <w:sz w:val="20"/>
          <w:szCs w:val="20"/>
        </w:rPr>
        <w:t xml:space="preserve"> в </w:t>
      </w:r>
      <w:r w:rsidR="00B43DBA">
        <w:rPr>
          <w:rFonts w:ascii="Garamond" w:hAnsi="Garamond"/>
          <w:color w:val="000000"/>
          <w:sz w:val="20"/>
          <w:szCs w:val="20"/>
        </w:rPr>
        <w:t>год</w:t>
      </w:r>
      <w:r w:rsidRPr="00BA1522">
        <w:rPr>
          <w:rFonts w:ascii="Garamond" w:hAnsi="Garamond"/>
          <w:color w:val="000000"/>
          <w:sz w:val="20"/>
          <w:szCs w:val="20"/>
        </w:rPr>
        <w:t>, предусмотренную настоящим договором.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При фактическом длительном (более 1-го месяца) не использовании Арендатором </w:t>
      </w:r>
      <w:r w:rsidR="001D6D32">
        <w:rPr>
          <w:rFonts w:ascii="Garamond" w:hAnsi="Garamond"/>
          <w:color w:val="000000"/>
          <w:sz w:val="20"/>
          <w:szCs w:val="20"/>
        </w:rPr>
        <w:t>муниципального имущества</w:t>
      </w:r>
      <w:r w:rsidRPr="00BA1522">
        <w:rPr>
          <w:rFonts w:ascii="Garamond" w:hAnsi="Garamond"/>
          <w:color w:val="000000"/>
          <w:sz w:val="20"/>
          <w:szCs w:val="20"/>
        </w:rPr>
        <w:t>.</w:t>
      </w:r>
    </w:p>
    <w:p w:rsidR="004738A3" w:rsidRDefault="004738A3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неоднократно (не менее 2-х раз) нарушал п. 1.8. настоящего договора, о чем Арендодателем были составлены акты.</w:t>
      </w:r>
    </w:p>
    <w:p w:rsidR="00F31FEA" w:rsidRPr="00BA1522" w:rsidRDefault="00B43DBA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нарушении пунктов</w:t>
      </w:r>
      <w:r w:rsidR="00F31FEA">
        <w:rPr>
          <w:rFonts w:ascii="Garamond" w:hAnsi="Garamond"/>
          <w:color w:val="000000"/>
          <w:sz w:val="20"/>
          <w:szCs w:val="20"/>
        </w:rPr>
        <w:t xml:space="preserve"> 2.2.3</w:t>
      </w:r>
      <w:r w:rsidR="00FC5239">
        <w:rPr>
          <w:rFonts w:ascii="Garamond" w:hAnsi="Garamond"/>
          <w:color w:val="000000"/>
          <w:sz w:val="20"/>
          <w:szCs w:val="20"/>
        </w:rPr>
        <w:t>, 2.2.5, 2.2.6</w:t>
      </w:r>
      <w:r w:rsidR="00F31FEA">
        <w:rPr>
          <w:rFonts w:ascii="Garamond" w:hAnsi="Garamond"/>
          <w:color w:val="000000"/>
          <w:sz w:val="20"/>
          <w:szCs w:val="20"/>
        </w:rPr>
        <w:t xml:space="preserve"> настоящего договора.</w:t>
      </w:r>
    </w:p>
    <w:p w:rsidR="00A14DC0" w:rsidRPr="00BA1522" w:rsidRDefault="00A14DC0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ascii="Garamond" w:hAnsi="Garamond"/>
          <w:color w:val="000000" w:themeColor="text1"/>
          <w:sz w:val="20"/>
          <w:szCs w:val="20"/>
        </w:rPr>
      </w:pPr>
      <w:r w:rsidRPr="00BA1522">
        <w:rPr>
          <w:rFonts w:ascii="Garamond" w:hAnsi="Garamond"/>
          <w:color w:val="000000" w:themeColor="text1"/>
          <w:sz w:val="20"/>
          <w:szCs w:val="20"/>
        </w:rPr>
        <w:t>В случае одностороннего отказа от договора, предусмотренного п.5.2.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:rsidR="00741AB7" w:rsidRPr="00BA1522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одной из сторон договора в следующих случаях: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1D6D32">
        <w:rPr>
          <w:rFonts w:ascii="Garamond" w:hAnsi="Garamond"/>
          <w:color w:val="000000"/>
          <w:sz w:val="20"/>
          <w:szCs w:val="20"/>
        </w:rPr>
        <w:t>муниципального имущества</w:t>
      </w:r>
      <w:r w:rsidRPr="00BA1522">
        <w:rPr>
          <w:rFonts w:ascii="Garamond" w:hAnsi="Garamond"/>
          <w:color w:val="000000"/>
          <w:sz w:val="20"/>
          <w:szCs w:val="20"/>
        </w:rPr>
        <w:t>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Если Арендатор произвел любые перепланировки и переоборудование </w:t>
      </w:r>
      <w:r w:rsidR="00F9345D">
        <w:rPr>
          <w:rFonts w:ascii="Garamond" w:hAnsi="Garamond"/>
          <w:color w:val="000000"/>
          <w:sz w:val="20"/>
          <w:szCs w:val="20"/>
        </w:rPr>
        <w:t>зданий</w:t>
      </w:r>
      <w:r w:rsidR="001D6D32">
        <w:rPr>
          <w:rFonts w:ascii="Garamond" w:hAnsi="Garamond"/>
          <w:color w:val="000000"/>
          <w:sz w:val="20"/>
          <w:szCs w:val="20"/>
        </w:rPr>
        <w:t xml:space="preserve">, </w:t>
      </w:r>
      <w:r w:rsidR="001D6D32">
        <w:rPr>
          <w:rFonts w:ascii="Garamond" w:hAnsi="Garamond"/>
          <w:sz w:val="20"/>
          <w:szCs w:val="20"/>
        </w:rPr>
        <w:t>входящего в состав муниципального имущества.</w:t>
      </w:r>
      <w:r w:rsidRPr="00BA1522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 заключил в течение десяти дней с момента подписания настоящего договора, договоры на техническое обслуживание и коммунальные услуги</w:t>
      </w:r>
      <w:r w:rsidR="00F61997" w:rsidRPr="00BA1522">
        <w:rPr>
          <w:rFonts w:ascii="Garamond" w:hAnsi="Garamond"/>
          <w:color w:val="000000"/>
          <w:sz w:val="20"/>
          <w:szCs w:val="20"/>
        </w:rPr>
        <w:t xml:space="preserve">, </w:t>
      </w:r>
      <w:r w:rsidRPr="00BA1522">
        <w:rPr>
          <w:rFonts w:ascii="Garamond" w:hAnsi="Garamond"/>
          <w:color w:val="000000"/>
          <w:sz w:val="20"/>
          <w:szCs w:val="20"/>
        </w:rPr>
        <w:t>с соответствующими организациями.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 внес платежей за коммунальные услуги и техническое обслуживание</w:t>
      </w:r>
      <w:r w:rsidR="00144A6F" w:rsidRPr="00BA1522">
        <w:rPr>
          <w:rFonts w:ascii="Garamond" w:hAnsi="Garamond"/>
          <w:color w:val="000000"/>
          <w:sz w:val="22"/>
          <w:szCs w:val="22"/>
        </w:rPr>
        <w:t xml:space="preserve">, </w:t>
      </w:r>
      <w:r w:rsidRPr="00BA1522">
        <w:rPr>
          <w:rFonts w:ascii="Garamond" w:hAnsi="Garamond"/>
          <w:color w:val="000000"/>
          <w:sz w:val="20"/>
          <w:szCs w:val="20"/>
        </w:rPr>
        <w:t xml:space="preserve">в течение трех месяцев со дня истечения сроков </w:t>
      </w:r>
      <w:r w:rsidR="00964F47" w:rsidRPr="00BA1522">
        <w:rPr>
          <w:rFonts w:ascii="Garamond" w:hAnsi="Garamond"/>
          <w:color w:val="000000"/>
          <w:sz w:val="20"/>
          <w:szCs w:val="20"/>
        </w:rPr>
        <w:t xml:space="preserve">указанных </w:t>
      </w:r>
      <w:r w:rsidRPr="00BA1522">
        <w:rPr>
          <w:rFonts w:ascii="Garamond" w:hAnsi="Garamond"/>
          <w:color w:val="000000"/>
          <w:sz w:val="20"/>
          <w:szCs w:val="20"/>
        </w:rPr>
        <w:t>платежей.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В случаях собственной необходимости </w:t>
      </w:r>
      <w:r w:rsidR="00BF317E" w:rsidRPr="00BA1522">
        <w:rPr>
          <w:rFonts w:ascii="Garamond" w:hAnsi="Garamond"/>
          <w:color w:val="000000"/>
          <w:sz w:val="20"/>
          <w:szCs w:val="20"/>
        </w:rPr>
        <w:t xml:space="preserve">Арендодателя </w:t>
      </w:r>
      <w:r w:rsidRPr="00BA1522">
        <w:rPr>
          <w:rFonts w:ascii="Garamond" w:hAnsi="Garamond"/>
          <w:color w:val="000000"/>
          <w:sz w:val="20"/>
          <w:szCs w:val="20"/>
        </w:rPr>
        <w:t>в арендуем</w:t>
      </w:r>
      <w:r w:rsidR="00B43DBA">
        <w:rPr>
          <w:rFonts w:ascii="Garamond" w:hAnsi="Garamond"/>
          <w:color w:val="000000"/>
          <w:sz w:val="20"/>
          <w:szCs w:val="20"/>
        </w:rPr>
        <w:t>ом</w:t>
      </w:r>
      <w:r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="002F175F">
        <w:rPr>
          <w:rFonts w:ascii="Garamond" w:hAnsi="Garamond"/>
          <w:sz w:val="20"/>
          <w:szCs w:val="20"/>
        </w:rPr>
        <w:t>имуществ</w:t>
      </w:r>
      <w:r w:rsidR="00B43DBA">
        <w:rPr>
          <w:rFonts w:ascii="Garamond" w:hAnsi="Garamond"/>
          <w:sz w:val="20"/>
          <w:szCs w:val="20"/>
        </w:rPr>
        <w:t>е</w:t>
      </w:r>
      <w:r w:rsidR="002F175F">
        <w:rPr>
          <w:rFonts w:ascii="Garamond" w:hAnsi="Garamond"/>
          <w:sz w:val="20"/>
          <w:szCs w:val="20"/>
        </w:rPr>
        <w:t>,</w:t>
      </w:r>
      <w:r w:rsidR="002F175F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Pr="00BA1522">
        <w:rPr>
          <w:rFonts w:ascii="Garamond" w:hAnsi="Garamond"/>
          <w:color w:val="000000"/>
          <w:sz w:val="20"/>
          <w:szCs w:val="20"/>
        </w:rPr>
        <w:t>либо отвода в установленном законом порядке участка, на котором</w:t>
      </w:r>
      <w:r w:rsidR="009A1BD9">
        <w:rPr>
          <w:rFonts w:ascii="Garamond" w:hAnsi="Garamond"/>
          <w:color w:val="000000"/>
          <w:sz w:val="20"/>
          <w:szCs w:val="20"/>
        </w:rPr>
        <w:t xml:space="preserve"> расположен</w:t>
      </w:r>
      <w:r w:rsidR="00B43DBA">
        <w:rPr>
          <w:rFonts w:ascii="Garamond" w:hAnsi="Garamond"/>
          <w:color w:val="000000"/>
          <w:sz w:val="20"/>
          <w:szCs w:val="20"/>
        </w:rPr>
        <w:t>о</w:t>
      </w:r>
      <w:r w:rsidR="009A1BD9">
        <w:rPr>
          <w:rFonts w:ascii="Garamond" w:hAnsi="Garamond"/>
          <w:color w:val="000000"/>
          <w:sz w:val="20"/>
          <w:szCs w:val="20"/>
        </w:rPr>
        <w:t xml:space="preserve"> арендуем</w:t>
      </w:r>
      <w:r w:rsidR="00B43DBA">
        <w:rPr>
          <w:rFonts w:ascii="Garamond" w:hAnsi="Garamond"/>
          <w:color w:val="000000"/>
          <w:sz w:val="20"/>
          <w:szCs w:val="20"/>
        </w:rPr>
        <w:t xml:space="preserve">ое </w:t>
      </w:r>
      <w:r w:rsidR="00381182">
        <w:rPr>
          <w:rFonts w:ascii="Garamond" w:hAnsi="Garamond"/>
          <w:color w:val="000000"/>
          <w:sz w:val="20"/>
          <w:szCs w:val="20"/>
        </w:rPr>
        <w:t>имущество</w:t>
      </w:r>
      <w:r w:rsidRPr="00BA1522">
        <w:rPr>
          <w:rFonts w:ascii="Garamond" w:hAnsi="Garamond"/>
          <w:color w:val="000000"/>
          <w:sz w:val="20"/>
          <w:szCs w:val="20"/>
        </w:rPr>
        <w:t>, для государственных или муниципальных нужд.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Если арендатор неоднократно (не менее 2-х раз) нарушает п.</w:t>
      </w:r>
      <w:r w:rsidR="00F30F9E" w:rsidRPr="00BA1522">
        <w:rPr>
          <w:rFonts w:ascii="Garamond" w:hAnsi="Garamond"/>
          <w:color w:val="000000"/>
          <w:sz w:val="20"/>
          <w:szCs w:val="20"/>
        </w:rPr>
        <w:t xml:space="preserve"> 2.2.1</w:t>
      </w:r>
      <w:r w:rsidR="00C31833">
        <w:rPr>
          <w:rFonts w:ascii="Garamond" w:hAnsi="Garamond"/>
          <w:color w:val="000000"/>
          <w:sz w:val="20"/>
          <w:szCs w:val="20"/>
        </w:rPr>
        <w:t>6</w:t>
      </w:r>
      <w:r w:rsidRPr="00BA1522">
        <w:rPr>
          <w:rFonts w:ascii="Garamond" w:hAnsi="Garamond"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:rsidR="00741AB7" w:rsidRPr="00BA1522" w:rsidRDefault="00741AB7" w:rsidP="00FB1F00">
      <w:pPr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В случае нарушения иных условий настоящего договора.</w:t>
      </w:r>
    </w:p>
    <w:p w:rsidR="00741AB7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</w:p>
    <w:p w:rsidR="008B66AE" w:rsidRPr="00F315F7" w:rsidRDefault="00741AB7" w:rsidP="00F315F7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center"/>
        <w:rPr>
          <w:rFonts w:ascii="Garamond" w:hAnsi="Garamond"/>
          <w:b/>
          <w:bCs/>
          <w:color w:val="000000"/>
          <w:sz w:val="20"/>
          <w:szCs w:val="20"/>
        </w:rPr>
      </w:pPr>
      <w:r w:rsidRPr="00BA1522">
        <w:rPr>
          <w:rFonts w:ascii="Garamond" w:hAnsi="Garamond"/>
          <w:b/>
          <w:bCs/>
          <w:color w:val="000000"/>
          <w:sz w:val="20"/>
          <w:szCs w:val="20"/>
        </w:rPr>
        <w:t>ОСОБЫЕ УСЛОВИЯ</w:t>
      </w:r>
    </w:p>
    <w:p w:rsidR="00741AB7" w:rsidRPr="00BA1522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Переход права собственности на сданное в аренду по настоящему договору </w:t>
      </w:r>
      <w:r w:rsidR="002F175F">
        <w:rPr>
          <w:rFonts w:ascii="Garamond" w:hAnsi="Garamond"/>
          <w:color w:val="000000"/>
          <w:sz w:val="20"/>
          <w:szCs w:val="20"/>
        </w:rPr>
        <w:t>муниципальное 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41AB7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2F175F">
        <w:rPr>
          <w:rFonts w:ascii="Garamond" w:hAnsi="Garamond"/>
          <w:color w:val="000000"/>
          <w:sz w:val="20"/>
          <w:szCs w:val="20"/>
        </w:rPr>
        <w:t>муниципального имущества</w:t>
      </w:r>
      <w:r w:rsidRPr="00BA1522">
        <w:rPr>
          <w:rFonts w:ascii="Garamond" w:hAnsi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C0F25" w:rsidRDefault="007C0F25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После заключения настоящего договора Арендатор </w:t>
      </w:r>
      <w:r w:rsidR="007D5BEA">
        <w:rPr>
          <w:rFonts w:ascii="Garamond" w:hAnsi="Garamond"/>
          <w:color w:val="000000"/>
          <w:sz w:val="20"/>
          <w:szCs w:val="20"/>
        </w:rPr>
        <w:t>обращается</w:t>
      </w:r>
      <w:r>
        <w:rPr>
          <w:rFonts w:ascii="Garamond" w:hAnsi="Garamond"/>
          <w:color w:val="000000"/>
          <w:sz w:val="20"/>
          <w:szCs w:val="20"/>
        </w:rPr>
        <w:t xml:space="preserve"> в Министерство культуры Омской области с просьбой о внесении изменений в охранное обязательство</w:t>
      </w:r>
      <w:r w:rsidR="00622349">
        <w:rPr>
          <w:rFonts w:ascii="Garamond" w:hAnsi="Garamond"/>
          <w:color w:val="000000"/>
          <w:sz w:val="20"/>
          <w:szCs w:val="20"/>
        </w:rPr>
        <w:t xml:space="preserve"> и приложения к нему</w:t>
      </w:r>
      <w:r w:rsidR="006B68CE">
        <w:rPr>
          <w:rFonts w:ascii="Garamond" w:hAnsi="Garamond"/>
          <w:color w:val="000000"/>
          <w:sz w:val="20"/>
          <w:szCs w:val="20"/>
        </w:rPr>
        <w:t>.</w:t>
      </w:r>
    </w:p>
    <w:p w:rsidR="00B1033A" w:rsidRPr="00BA1522" w:rsidRDefault="00B1033A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отношении земельного участка, на котором расположен объект, указанный в п. 1.1. настоящего договора, зарегистрировано обременение,</w:t>
      </w:r>
      <w:r w:rsidR="007710EF">
        <w:rPr>
          <w:rFonts w:ascii="Garamond" w:hAnsi="Garamond"/>
          <w:color w:val="000000"/>
          <w:sz w:val="20"/>
          <w:szCs w:val="20"/>
        </w:rPr>
        <w:t xml:space="preserve"> предусмотренное статьей</w:t>
      </w:r>
      <w:r>
        <w:rPr>
          <w:rFonts w:ascii="Garamond" w:hAnsi="Garamond"/>
          <w:color w:val="000000"/>
          <w:sz w:val="20"/>
          <w:szCs w:val="20"/>
        </w:rPr>
        <w:t xml:space="preserve"> 56 Земельного кодекса Р</w:t>
      </w:r>
      <w:r w:rsidR="007710EF">
        <w:rPr>
          <w:rFonts w:ascii="Garamond" w:hAnsi="Garamond"/>
          <w:color w:val="000000"/>
          <w:sz w:val="20"/>
          <w:szCs w:val="20"/>
        </w:rPr>
        <w:t xml:space="preserve">оссийской </w:t>
      </w:r>
      <w:r>
        <w:rPr>
          <w:rFonts w:ascii="Garamond" w:hAnsi="Garamond"/>
          <w:color w:val="000000"/>
          <w:sz w:val="20"/>
          <w:szCs w:val="20"/>
        </w:rPr>
        <w:t>Ф</w:t>
      </w:r>
      <w:r w:rsidR="007710EF">
        <w:rPr>
          <w:rFonts w:ascii="Garamond" w:hAnsi="Garamond"/>
          <w:color w:val="000000"/>
          <w:sz w:val="20"/>
          <w:szCs w:val="20"/>
        </w:rPr>
        <w:t>едерации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8B66AE" w:rsidRPr="00BA1522" w:rsidRDefault="008B66AE" w:rsidP="008B66AE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</w:p>
    <w:p w:rsidR="00741AB7" w:rsidRDefault="00741AB7" w:rsidP="00AC5B08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31" w:hanging="431"/>
        <w:contextualSpacing/>
        <w:jc w:val="center"/>
        <w:rPr>
          <w:rFonts w:ascii="Garamond" w:hAnsi="Garamond"/>
          <w:b/>
          <w:bCs/>
          <w:color w:val="000000"/>
          <w:sz w:val="20"/>
          <w:szCs w:val="20"/>
        </w:rPr>
      </w:pPr>
      <w:r w:rsidRPr="00BA1522">
        <w:rPr>
          <w:rFonts w:ascii="Garamond" w:hAnsi="Garamond"/>
          <w:b/>
          <w:bCs/>
          <w:color w:val="000000"/>
          <w:sz w:val="20"/>
          <w:szCs w:val="20"/>
        </w:rPr>
        <w:t>ДОПОЛНИТЕЛЬНЫЕ УСЛОВИЯ</w:t>
      </w:r>
    </w:p>
    <w:p w:rsidR="00741AB7" w:rsidRPr="00BA1522" w:rsidRDefault="00741AB7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 xml:space="preserve">Арендатор обязуется соблюдать </w:t>
      </w:r>
      <w:r w:rsidR="00AF08D8" w:rsidRPr="00BA1522">
        <w:rPr>
          <w:rFonts w:ascii="Garamond" w:hAnsi="Garamond"/>
          <w:color w:val="000000"/>
          <w:sz w:val="20"/>
          <w:szCs w:val="20"/>
        </w:rPr>
        <w:t>требования</w:t>
      </w:r>
      <w:r w:rsidRPr="00BA1522">
        <w:rPr>
          <w:rFonts w:ascii="Garamond" w:hAnsi="Garamond"/>
          <w:color w:val="000000"/>
          <w:sz w:val="20"/>
          <w:szCs w:val="20"/>
        </w:rPr>
        <w:t xml:space="preserve"> пожарной безопасности и техники безопасности согласно требованию Федерального закона от 22.07.2008 №123-ФЗ </w:t>
      </w:r>
      <w:r w:rsidR="00E20428">
        <w:rPr>
          <w:rFonts w:ascii="Garamond" w:hAnsi="Garamond"/>
          <w:color w:val="000000"/>
          <w:sz w:val="20"/>
          <w:szCs w:val="20"/>
        </w:rPr>
        <w:t>«</w:t>
      </w:r>
      <w:r w:rsidRPr="00BA1522">
        <w:rPr>
          <w:rFonts w:ascii="Garamond" w:hAnsi="Garamond"/>
          <w:color w:val="000000"/>
          <w:sz w:val="20"/>
          <w:szCs w:val="20"/>
        </w:rPr>
        <w:t>Технический регламент о тре</w:t>
      </w:r>
      <w:r w:rsidR="00AF08D8" w:rsidRPr="00BA1522">
        <w:rPr>
          <w:rFonts w:ascii="Garamond" w:hAnsi="Garamond"/>
          <w:color w:val="000000"/>
          <w:sz w:val="20"/>
          <w:szCs w:val="20"/>
        </w:rPr>
        <w:t>бованиях пожарной безопасности</w:t>
      </w:r>
      <w:r w:rsidR="00E20428">
        <w:rPr>
          <w:rFonts w:ascii="Garamond" w:hAnsi="Garamond"/>
          <w:color w:val="000000"/>
          <w:sz w:val="20"/>
          <w:szCs w:val="20"/>
        </w:rPr>
        <w:t>»</w:t>
      </w:r>
      <w:r w:rsidR="00AF08D8" w:rsidRPr="00BA1522">
        <w:rPr>
          <w:rFonts w:ascii="Garamond" w:hAnsi="Garamond"/>
          <w:color w:val="000000"/>
          <w:sz w:val="20"/>
          <w:szCs w:val="20"/>
        </w:rPr>
        <w:t>, выполнять предписания органов осуществляющих государственно-пожарный надзор.</w:t>
      </w:r>
    </w:p>
    <w:p w:rsidR="00DE218C" w:rsidRDefault="00DE218C" w:rsidP="00FB1F00">
      <w:pPr>
        <w:widowControl w:val="0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Арендатор несет ответственность за безопасную эксплуатацию энергоу</w:t>
      </w:r>
      <w:r w:rsidR="00AB5E27" w:rsidRPr="00BA1522">
        <w:rPr>
          <w:rFonts w:ascii="Garamond" w:hAnsi="Garamond"/>
          <w:color w:val="000000"/>
          <w:sz w:val="20"/>
          <w:szCs w:val="20"/>
        </w:rPr>
        <w:t>становки арендуем</w:t>
      </w:r>
      <w:r w:rsidR="00F9345D">
        <w:rPr>
          <w:rFonts w:ascii="Garamond" w:hAnsi="Garamond"/>
          <w:color w:val="000000"/>
          <w:sz w:val="20"/>
          <w:szCs w:val="20"/>
        </w:rPr>
        <w:t>ых</w:t>
      </w:r>
      <w:r w:rsidR="00AB5E27" w:rsidRPr="00BA1522">
        <w:rPr>
          <w:rFonts w:ascii="Garamond" w:hAnsi="Garamond"/>
          <w:color w:val="000000"/>
          <w:sz w:val="20"/>
          <w:szCs w:val="20"/>
        </w:rPr>
        <w:t xml:space="preserve"> </w:t>
      </w:r>
      <w:r w:rsidR="00FB1F00">
        <w:rPr>
          <w:rFonts w:ascii="Garamond" w:hAnsi="Garamond"/>
          <w:color w:val="000000"/>
          <w:sz w:val="20"/>
          <w:szCs w:val="20"/>
        </w:rPr>
        <w:t>здани</w:t>
      </w:r>
      <w:r w:rsidR="00F9345D">
        <w:rPr>
          <w:rFonts w:ascii="Garamond" w:hAnsi="Garamond"/>
          <w:color w:val="000000"/>
          <w:sz w:val="20"/>
          <w:szCs w:val="20"/>
        </w:rPr>
        <w:t>й</w:t>
      </w:r>
      <w:r w:rsidR="002F175F">
        <w:rPr>
          <w:rFonts w:ascii="Garamond" w:hAnsi="Garamond"/>
          <w:color w:val="000000"/>
          <w:sz w:val="20"/>
          <w:szCs w:val="20"/>
        </w:rPr>
        <w:t xml:space="preserve">, </w:t>
      </w:r>
      <w:r w:rsidR="002F175F">
        <w:rPr>
          <w:rFonts w:ascii="Garamond" w:hAnsi="Garamond"/>
          <w:sz w:val="20"/>
          <w:szCs w:val="20"/>
        </w:rPr>
        <w:t>входящ</w:t>
      </w:r>
      <w:r w:rsidR="00F9345D">
        <w:rPr>
          <w:rFonts w:ascii="Garamond" w:hAnsi="Garamond"/>
          <w:sz w:val="20"/>
          <w:szCs w:val="20"/>
        </w:rPr>
        <w:t>их</w:t>
      </w:r>
      <w:r w:rsidR="002F175F">
        <w:rPr>
          <w:rFonts w:ascii="Garamond" w:hAnsi="Garamond"/>
          <w:sz w:val="20"/>
          <w:szCs w:val="20"/>
        </w:rPr>
        <w:t xml:space="preserve"> в состав муниципального имущества</w:t>
      </w:r>
      <w:r w:rsidRPr="00BA1522">
        <w:rPr>
          <w:rFonts w:ascii="Garamond" w:hAnsi="Garamond"/>
          <w:color w:val="000000"/>
          <w:sz w:val="20"/>
          <w:szCs w:val="20"/>
        </w:rPr>
        <w:t>.</w:t>
      </w:r>
    </w:p>
    <w:p w:rsidR="00F315F7" w:rsidRPr="00BA1522" w:rsidRDefault="00F315F7" w:rsidP="00F315F7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</w:p>
    <w:p w:rsidR="00AC5B08" w:rsidRPr="00BA1522" w:rsidRDefault="00AC5B08" w:rsidP="00BD07BD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</w:p>
    <w:p w:rsidR="00741AB7" w:rsidRPr="00F315F7" w:rsidRDefault="00741AB7" w:rsidP="00F315F7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31" w:hanging="431"/>
        <w:contextualSpacing/>
        <w:jc w:val="center"/>
        <w:rPr>
          <w:rFonts w:ascii="Garamond" w:hAnsi="Garamond"/>
          <w:b/>
          <w:bCs/>
          <w:color w:val="000000"/>
          <w:sz w:val="20"/>
          <w:szCs w:val="20"/>
        </w:rPr>
      </w:pPr>
      <w:r w:rsidRPr="00F315F7">
        <w:rPr>
          <w:rFonts w:ascii="Garamond" w:hAnsi="Garamond"/>
          <w:b/>
          <w:bCs/>
          <w:color w:val="000000"/>
          <w:sz w:val="20"/>
          <w:szCs w:val="20"/>
        </w:rPr>
        <w:lastRenderedPageBreak/>
        <w:t>ПРИЛОЖЕНИЕ К ДОГОВОРУ</w:t>
      </w:r>
    </w:p>
    <w:p w:rsidR="00CE0F7A" w:rsidRPr="00BA1522" w:rsidRDefault="00CE0F7A" w:rsidP="00CE0F7A">
      <w:pPr>
        <w:widowControl w:val="0"/>
        <w:autoSpaceDE w:val="0"/>
        <w:autoSpaceDN w:val="0"/>
        <w:adjustRightInd w:val="0"/>
        <w:ind w:left="431"/>
        <w:contextualSpacing/>
        <w:rPr>
          <w:rFonts w:ascii="Garamond" w:hAnsi="Garamond"/>
          <w:b/>
          <w:bCs/>
          <w:color w:val="000000"/>
          <w:sz w:val="20"/>
          <w:szCs w:val="20"/>
        </w:rPr>
      </w:pPr>
    </w:p>
    <w:p w:rsidR="00741AB7" w:rsidRPr="00BA1522" w:rsidRDefault="00741AB7" w:rsidP="00AC5B08">
      <w:pPr>
        <w:widowControl w:val="0"/>
        <w:numPr>
          <w:ilvl w:val="1"/>
          <w:numId w:val="9"/>
        </w:numPr>
        <w:autoSpaceDE w:val="0"/>
        <w:autoSpaceDN w:val="0"/>
        <w:adjustRightInd w:val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 w:rsidRPr="00BA1522">
        <w:rPr>
          <w:rFonts w:ascii="Garamond" w:hAnsi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41AB7" w:rsidRPr="002F1F5D" w:rsidRDefault="00741AB7" w:rsidP="00F9345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ind w:left="993" w:hanging="213"/>
        <w:jc w:val="both"/>
        <w:rPr>
          <w:rFonts w:ascii="Garamond" w:hAnsi="Garamond"/>
          <w:color w:val="000000"/>
          <w:sz w:val="20"/>
          <w:szCs w:val="20"/>
        </w:rPr>
      </w:pPr>
      <w:r w:rsidRPr="002F1F5D">
        <w:rPr>
          <w:rFonts w:ascii="Garamond" w:hAnsi="Garamond"/>
          <w:color w:val="000000"/>
          <w:sz w:val="20"/>
          <w:szCs w:val="20"/>
        </w:rPr>
        <w:t>Акт приема-передачи.</w:t>
      </w:r>
    </w:p>
    <w:p w:rsidR="002F1F5D" w:rsidRPr="00CA2606" w:rsidRDefault="00464A7D" w:rsidP="00F9345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213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Выписка</w:t>
      </w:r>
      <w:r w:rsidR="002F1F5D">
        <w:rPr>
          <w:rFonts w:ascii="Garamond" w:hAnsi="Garamond"/>
          <w:color w:val="000000"/>
          <w:sz w:val="20"/>
          <w:szCs w:val="20"/>
        </w:rPr>
        <w:t xml:space="preserve"> из Единого государственного</w:t>
      </w:r>
      <w:r w:rsidR="00D36E55">
        <w:rPr>
          <w:rFonts w:ascii="Garamond" w:hAnsi="Garamond"/>
          <w:color w:val="000000"/>
          <w:sz w:val="20"/>
          <w:szCs w:val="20"/>
        </w:rPr>
        <w:t xml:space="preserve"> реестра недвижимости об объектах</w:t>
      </w:r>
      <w:r w:rsidR="002F1F5D">
        <w:rPr>
          <w:rFonts w:ascii="Garamond" w:hAnsi="Garamond"/>
          <w:color w:val="000000"/>
          <w:sz w:val="20"/>
          <w:szCs w:val="20"/>
        </w:rPr>
        <w:t xml:space="preserve"> недвижимости</w:t>
      </w:r>
      <w:r w:rsidR="00D36E55">
        <w:rPr>
          <w:rFonts w:ascii="Garamond" w:hAnsi="Garamond"/>
          <w:color w:val="000000"/>
          <w:sz w:val="20"/>
          <w:szCs w:val="20"/>
        </w:rPr>
        <w:t xml:space="preserve"> </w:t>
      </w:r>
      <w:r w:rsidR="002F175F">
        <w:rPr>
          <w:rFonts w:ascii="Garamond" w:hAnsi="Garamond"/>
          <w:sz w:val="20"/>
          <w:szCs w:val="20"/>
        </w:rPr>
        <w:t xml:space="preserve">с </w:t>
      </w:r>
      <w:r w:rsidR="00B94F5E">
        <w:rPr>
          <w:rFonts w:ascii="Garamond" w:hAnsi="Garamond"/>
          <w:sz w:val="20"/>
          <w:szCs w:val="20"/>
        </w:rPr>
        <w:t>кадастровым</w:t>
      </w:r>
      <w:r>
        <w:rPr>
          <w:rFonts w:ascii="Garamond" w:hAnsi="Garamond"/>
          <w:sz w:val="20"/>
          <w:szCs w:val="20"/>
        </w:rPr>
        <w:t xml:space="preserve"> номеро</w:t>
      </w:r>
      <w:r w:rsidR="00331237">
        <w:rPr>
          <w:rFonts w:ascii="Garamond" w:hAnsi="Garamond"/>
          <w:sz w:val="20"/>
          <w:szCs w:val="20"/>
        </w:rPr>
        <w:t>м:</w:t>
      </w:r>
      <w:r w:rsidR="00B94F5E">
        <w:rPr>
          <w:rFonts w:ascii="Garamond" w:hAnsi="Garamond"/>
          <w:sz w:val="20"/>
          <w:szCs w:val="20"/>
        </w:rPr>
        <w:t xml:space="preserve"> </w:t>
      </w:r>
      <w:r w:rsidR="002A5641" w:rsidRPr="005A638C">
        <w:rPr>
          <w:rFonts w:ascii="Garamond" w:hAnsi="Garamond"/>
          <w:color w:val="000000"/>
          <w:sz w:val="20"/>
          <w:szCs w:val="20"/>
        </w:rPr>
        <w:t>55:36:0</w:t>
      </w:r>
      <w:r w:rsidR="002A5641">
        <w:rPr>
          <w:rFonts w:ascii="Garamond" w:hAnsi="Garamond"/>
          <w:color w:val="000000"/>
          <w:sz w:val="20"/>
          <w:szCs w:val="20"/>
        </w:rPr>
        <w:t>40115:2248</w:t>
      </w:r>
      <w:r w:rsidR="00CA2606" w:rsidRPr="00CA2606">
        <w:rPr>
          <w:rFonts w:ascii="Garamond" w:hAnsi="Garamond"/>
          <w:color w:val="000000"/>
          <w:sz w:val="20"/>
          <w:szCs w:val="20"/>
        </w:rPr>
        <w:t>.</w:t>
      </w:r>
    </w:p>
    <w:p w:rsidR="00741AB7" w:rsidRPr="00BA1522" w:rsidRDefault="00A75C74" w:rsidP="00F9345D">
      <w:pPr>
        <w:widowControl w:val="0"/>
        <w:autoSpaceDE w:val="0"/>
        <w:autoSpaceDN w:val="0"/>
        <w:adjustRightInd w:val="0"/>
        <w:ind w:left="993" w:hanging="213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3</w:t>
      </w:r>
      <w:r w:rsidR="0006333E">
        <w:rPr>
          <w:rFonts w:ascii="Garamond" w:hAnsi="Garamond"/>
          <w:color w:val="000000"/>
          <w:sz w:val="20"/>
          <w:szCs w:val="20"/>
        </w:rPr>
        <w:t>. Протокол_______________________________</w:t>
      </w:r>
      <w:r w:rsidR="00741AB7" w:rsidRPr="00BA1522">
        <w:rPr>
          <w:rFonts w:ascii="Garamond" w:hAnsi="Garamond"/>
          <w:color w:val="000000"/>
          <w:sz w:val="20"/>
          <w:szCs w:val="20"/>
        </w:rPr>
        <w:t>.</w:t>
      </w:r>
    </w:p>
    <w:p w:rsidR="00927D59" w:rsidRDefault="00A75C74" w:rsidP="00F9345D">
      <w:pPr>
        <w:pStyle w:val="ConsPlusNormal"/>
        <w:widowControl/>
        <w:ind w:left="993" w:hanging="213"/>
        <w:contextualSpacing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4</w:t>
      </w:r>
      <w:r w:rsidR="00927D59" w:rsidRPr="00BA1522">
        <w:rPr>
          <w:rFonts w:ascii="Garamond" w:hAnsi="Garamond" w:cs="Times New Roman"/>
        </w:rPr>
        <w:t>. Охранное обязательство</w:t>
      </w:r>
      <w:r w:rsidR="008650EA" w:rsidRPr="00F315F7">
        <w:rPr>
          <w:rFonts w:ascii="Garamond" w:hAnsi="Garamond" w:cs="Times New Roman"/>
        </w:rPr>
        <w:t>.</w:t>
      </w:r>
    </w:p>
    <w:p w:rsidR="009A1C92" w:rsidRPr="00BA1522" w:rsidRDefault="00A75C74" w:rsidP="00F9345D">
      <w:pPr>
        <w:pStyle w:val="ConsPlusNormal"/>
        <w:widowControl/>
        <w:ind w:left="993" w:hanging="213"/>
        <w:contextualSpacing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5</w:t>
      </w:r>
      <w:r w:rsidR="009A1C92">
        <w:rPr>
          <w:rFonts w:ascii="Garamond" w:hAnsi="Garamond" w:cs="Times New Roman"/>
        </w:rPr>
        <w:t>. А</w:t>
      </w:r>
      <w:r w:rsidR="009A1C92" w:rsidRPr="00240DB4">
        <w:rPr>
          <w:rFonts w:ascii="Garamond" w:hAnsi="Garamond"/>
          <w:color w:val="000000"/>
        </w:rPr>
        <w:t>кт</w:t>
      </w:r>
      <w:r w:rsidR="009A1C92">
        <w:rPr>
          <w:rFonts w:ascii="Garamond" w:hAnsi="Garamond"/>
          <w:color w:val="000000"/>
        </w:rPr>
        <w:t xml:space="preserve"> </w:t>
      </w:r>
      <w:r w:rsidR="00464A7D">
        <w:rPr>
          <w:rFonts w:ascii="Garamond" w:hAnsi="Garamond"/>
          <w:color w:val="000000"/>
        </w:rPr>
        <w:t>от 27</w:t>
      </w:r>
      <w:r w:rsidR="009A1C92">
        <w:rPr>
          <w:rFonts w:ascii="Garamond" w:hAnsi="Garamond"/>
          <w:color w:val="000000"/>
        </w:rPr>
        <w:t> </w:t>
      </w:r>
      <w:r w:rsidR="00464A7D">
        <w:rPr>
          <w:rFonts w:ascii="Garamond" w:hAnsi="Garamond"/>
          <w:color w:val="000000"/>
        </w:rPr>
        <w:t>июня</w:t>
      </w:r>
      <w:r w:rsidR="009A1C92" w:rsidRPr="00240DB4">
        <w:rPr>
          <w:rFonts w:ascii="Garamond" w:hAnsi="Garamond"/>
          <w:color w:val="000000"/>
        </w:rPr>
        <w:t xml:space="preserve"> 20</w:t>
      </w:r>
      <w:r>
        <w:rPr>
          <w:rFonts w:ascii="Garamond" w:hAnsi="Garamond"/>
          <w:color w:val="000000"/>
        </w:rPr>
        <w:t>2</w:t>
      </w:r>
      <w:r w:rsidR="00464A7D">
        <w:rPr>
          <w:rFonts w:ascii="Garamond" w:hAnsi="Garamond"/>
          <w:color w:val="000000"/>
        </w:rPr>
        <w:t>4</w:t>
      </w:r>
      <w:r w:rsidR="009A1C92" w:rsidRPr="00240DB4">
        <w:rPr>
          <w:rFonts w:ascii="Garamond" w:hAnsi="Garamond"/>
          <w:color w:val="000000"/>
        </w:rPr>
        <w:t xml:space="preserve"> года</w:t>
      </w:r>
      <w:r w:rsidR="009A1C92">
        <w:rPr>
          <w:rFonts w:ascii="Garamond" w:hAnsi="Garamond"/>
          <w:color w:val="000000"/>
        </w:rPr>
        <w:t xml:space="preserve"> отнесения объекта культурного наследия (памятника истории и культуры) народов Российской Федерации к объектам культурного наследия, находящимся в неудовлетворительном состоянии.</w:t>
      </w:r>
    </w:p>
    <w:p w:rsidR="00AC5B08" w:rsidRPr="00F31FEA" w:rsidRDefault="00AC5B08" w:rsidP="00AC5B08">
      <w:pPr>
        <w:pStyle w:val="ConsPlusNormal"/>
        <w:widowControl/>
        <w:ind w:left="780" w:firstLine="0"/>
        <w:contextualSpacing/>
        <w:jc w:val="both"/>
        <w:rPr>
          <w:rFonts w:ascii="Garamond" w:hAnsi="Garamond" w:cs="Times New Roman"/>
          <w:sz w:val="16"/>
          <w:szCs w:val="16"/>
        </w:rPr>
      </w:pPr>
    </w:p>
    <w:p w:rsidR="00AF08D8" w:rsidRPr="00BA1522" w:rsidRDefault="00AC2A36" w:rsidP="00AC5B08">
      <w:pPr>
        <w:pStyle w:val="a3"/>
        <w:keepNext/>
        <w:numPr>
          <w:ilvl w:val="0"/>
          <w:numId w:val="9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 w:rsidRPr="00BA1522">
        <w:rPr>
          <w:rFonts w:ascii="Garamond" w:hAnsi="Garamond"/>
          <w:b/>
          <w:sz w:val="20"/>
          <w:szCs w:val="20"/>
        </w:rPr>
        <w:t>ПРОЧИЕ ПОЛОЖЕНИЯ</w:t>
      </w:r>
    </w:p>
    <w:p w:rsidR="00BD07BD" w:rsidRPr="00F31FEA" w:rsidRDefault="00BD07BD" w:rsidP="00BD07BD">
      <w:pPr>
        <w:pStyle w:val="a3"/>
        <w:keepNext/>
        <w:spacing w:after="0"/>
        <w:ind w:left="431"/>
        <w:jc w:val="left"/>
        <w:rPr>
          <w:rFonts w:ascii="Garamond" w:hAnsi="Garamond"/>
          <w:b/>
          <w:sz w:val="16"/>
          <w:szCs w:val="16"/>
        </w:rPr>
      </w:pPr>
    </w:p>
    <w:p w:rsidR="00AC2A36" w:rsidRPr="00BA1522" w:rsidRDefault="00AC2A36" w:rsidP="00F9345D">
      <w:pPr>
        <w:pStyle w:val="a3"/>
        <w:widowControl w:val="0"/>
        <w:numPr>
          <w:ilvl w:val="1"/>
          <w:numId w:val="19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Взаимоотношения сторон, не урегулированные настоящим договором, регламентируются</w:t>
      </w:r>
      <w:r w:rsidR="003D30D6" w:rsidRPr="00BA1522">
        <w:rPr>
          <w:rFonts w:ascii="Garamond" w:hAnsi="Garamond"/>
          <w:sz w:val="20"/>
          <w:szCs w:val="20"/>
        </w:rPr>
        <w:t xml:space="preserve"> </w:t>
      </w:r>
      <w:r w:rsidRPr="00BA1522">
        <w:rPr>
          <w:rFonts w:ascii="Garamond" w:hAnsi="Garamond"/>
          <w:sz w:val="20"/>
          <w:szCs w:val="20"/>
        </w:rPr>
        <w:t xml:space="preserve">действующим законодательством Российской Федерации. </w:t>
      </w:r>
    </w:p>
    <w:p w:rsidR="00AF08D8" w:rsidRPr="00BA1522" w:rsidRDefault="00895796" w:rsidP="00F9345D">
      <w:pPr>
        <w:pStyle w:val="a3"/>
        <w:widowControl w:val="0"/>
        <w:numPr>
          <w:ilvl w:val="1"/>
          <w:numId w:val="19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Garamond" w:hAnsi="Garamond"/>
          <w:sz w:val="20"/>
          <w:szCs w:val="20"/>
        </w:rPr>
      </w:pPr>
      <w:r w:rsidRPr="00BA1522">
        <w:rPr>
          <w:rFonts w:ascii="Garamond" w:hAnsi="Garamond"/>
          <w:sz w:val="20"/>
          <w:szCs w:val="20"/>
        </w:rPr>
        <w:t>Н</w:t>
      </w:r>
      <w:r w:rsidR="00AF08D8" w:rsidRPr="00BA1522">
        <w:rPr>
          <w:rFonts w:ascii="Garamond" w:hAnsi="Garamond"/>
          <w:sz w:val="20"/>
          <w:szCs w:val="20"/>
        </w:rPr>
        <w:t>астоящий договор составлен в трех экземплярах, по одному для каждой из сторон, один для органа</w:t>
      </w:r>
      <w:r w:rsidR="00B235BD">
        <w:rPr>
          <w:rFonts w:ascii="Garamond" w:hAnsi="Garamond"/>
          <w:sz w:val="20"/>
          <w:szCs w:val="20"/>
        </w:rPr>
        <w:t>,</w:t>
      </w:r>
      <w:r w:rsidR="00AF08D8" w:rsidRPr="00BA1522">
        <w:rPr>
          <w:rFonts w:ascii="Garamond" w:hAnsi="Garamond"/>
          <w:sz w:val="20"/>
          <w:szCs w:val="20"/>
        </w:rPr>
        <w:t xml:space="preserve"> осуществляющего государственную регистрацию.</w:t>
      </w:r>
    </w:p>
    <w:p w:rsidR="00770C49" w:rsidRDefault="009322D5" w:rsidP="00770C49">
      <w:pPr>
        <w:pStyle w:val="a3"/>
        <w:keepNext/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F9345D" w:rsidRDefault="00F9345D" w:rsidP="00F9345D">
      <w:pPr>
        <w:pStyle w:val="a3"/>
        <w:keepNext/>
        <w:widowControl w:val="0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/>
        <w:rPr>
          <w:rFonts w:ascii="Garamond" w:hAnsi="Garamond"/>
          <w:b/>
          <w:sz w:val="20"/>
          <w:szCs w:val="20"/>
        </w:rPr>
      </w:pPr>
      <w:r w:rsidRPr="00F9345D"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2A5641" w:rsidRPr="00F9345D" w:rsidRDefault="002A5641" w:rsidP="00D9351C">
      <w:pPr>
        <w:pStyle w:val="a3"/>
        <w:keepNext/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360"/>
        <w:jc w:val="left"/>
        <w:rPr>
          <w:rFonts w:ascii="Garamond" w:hAnsi="Garamond"/>
          <w:b/>
          <w:sz w:val="20"/>
          <w:szCs w:val="20"/>
        </w:rPr>
      </w:pPr>
    </w:p>
    <w:tbl>
      <w:tblPr>
        <w:tblW w:w="91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70"/>
      </w:tblGrid>
      <w:tr w:rsidR="00585D6F" w:rsidRPr="00BA1522" w:rsidTr="001332AC">
        <w:tc>
          <w:tcPr>
            <w:tcW w:w="9170" w:type="dxa"/>
          </w:tcPr>
          <w:p w:rsidR="00465C1E" w:rsidRDefault="00585D6F" w:rsidP="005D4423">
            <w:pPr>
              <w:rPr>
                <w:rFonts w:ascii="Garamond" w:hAnsi="Garamond"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А</w:t>
            </w:r>
            <w:r w:rsidR="005D4423" w:rsidRPr="00BA1522">
              <w:rPr>
                <w:rFonts w:ascii="Garamond" w:hAnsi="Garamond"/>
                <w:sz w:val="20"/>
                <w:szCs w:val="20"/>
              </w:rPr>
              <w:t>РЕНДАТОР:</w:t>
            </w:r>
            <w:r w:rsidR="00197A01" w:rsidRPr="00BA1522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AB538B" w:rsidRPr="00BA1522" w:rsidRDefault="00AB538B" w:rsidP="005D4423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ИНН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           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, </w:t>
            </w:r>
            <w:r w:rsidRPr="00BA1522">
              <w:rPr>
                <w:rFonts w:ascii="Garamond" w:hAnsi="Garamond"/>
                <w:sz w:val="20"/>
                <w:szCs w:val="20"/>
              </w:rPr>
              <w:t>КПП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     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BA1522">
              <w:rPr>
                <w:rFonts w:ascii="Garamond" w:hAnsi="Garamond"/>
                <w:sz w:val="20"/>
                <w:szCs w:val="20"/>
              </w:rPr>
              <w:t>ОГРН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  <w:p w:rsidR="00541D6D" w:rsidRDefault="00541D6D" w:rsidP="005D4423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Адрес: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  <w:p w:rsidR="00517F7B" w:rsidRPr="00BA1522" w:rsidRDefault="00517F7B" w:rsidP="005D4423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514A0F">
              <w:rPr>
                <w:rFonts w:ascii="Garamond" w:hAnsi="Garamond"/>
                <w:sz w:val="20"/>
                <w:szCs w:val="20"/>
              </w:rPr>
              <w:t>Почтовый адрес: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 </w:t>
            </w:r>
          </w:p>
          <w:p w:rsidR="00221A54" w:rsidRDefault="00221A54" w:rsidP="00465C1E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Телефон: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  <w:p w:rsidR="00E7400D" w:rsidRPr="00BA1522" w:rsidRDefault="00E7400D" w:rsidP="00465C1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585D6F" w:rsidRPr="00BA1522" w:rsidTr="001332AC">
        <w:tc>
          <w:tcPr>
            <w:tcW w:w="9170" w:type="dxa"/>
          </w:tcPr>
          <w:p w:rsidR="00585D6F" w:rsidRPr="00BA1522" w:rsidRDefault="00585D6F" w:rsidP="00EB19D6">
            <w:pPr>
              <w:rPr>
                <w:rFonts w:ascii="Garamond" w:hAnsi="Garamond"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 xml:space="preserve">АРЕНДОДАТЕЛЬ: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Департамент имущественных отношений Администрации города Омска </w:t>
            </w:r>
          </w:p>
          <w:p w:rsidR="00585D6F" w:rsidRPr="00BA1522" w:rsidRDefault="00585D6F" w:rsidP="00EB19D6">
            <w:pPr>
              <w:rPr>
                <w:rFonts w:ascii="Garamond" w:hAnsi="Garamond"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 xml:space="preserve">ИНН </w:t>
            </w:r>
            <w:r w:rsidRPr="00BA1522"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bookmarkStart w:id="6" w:name="LessorINN"/>
            <w:r w:rsidRPr="00BA1522">
              <w:rPr>
                <w:rFonts w:ascii="Garamond" w:hAnsi="Garamond"/>
                <w:sz w:val="20"/>
                <w:szCs w:val="20"/>
              </w:rPr>
              <w:t>5508001003</w:t>
            </w:r>
            <w:bookmarkEnd w:id="6"/>
            <w:r w:rsidRPr="00BA1522">
              <w:rPr>
                <w:rFonts w:ascii="Garamond" w:hAnsi="Garamond"/>
                <w:sz w:val="20"/>
                <w:szCs w:val="20"/>
              </w:rPr>
              <w:t xml:space="preserve"> КПП </w:t>
            </w:r>
            <w:r w:rsidRPr="00BA1522"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  <w:r w:rsidRPr="00BA1522">
              <w:rPr>
                <w:rFonts w:ascii="Garamond" w:hAnsi="Garamond"/>
                <w:sz w:val="20"/>
                <w:szCs w:val="20"/>
              </w:rPr>
              <w:t>550301001</w:t>
            </w:r>
          </w:p>
          <w:p w:rsidR="00221A54" w:rsidRPr="00BA1522" w:rsidRDefault="00585D6F" w:rsidP="00EB19D6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 xml:space="preserve">Адрес: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>6440</w:t>
            </w:r>
            <w:r w:rsidR="00465C1E">
              <w:rPr>
                <w:rFonts w:ascii="Garamond" w:hAnsi="Garamond"/>
                <w:b/>
                <w:sz w:val="20"/>
                <w:szCs w:val="20"/>
              </w:rPr>
              <w:t>24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>, г.</w:t>
            </w:r>
            <w:r w:rsidR="00E20428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>Омск, ул</w:t>
            </w:r>
            <w:r w:rsidR="00E20428">
              <w:rPr>
                <w:rFonts w:ascii="Garamond" w:hAnsi="Garamond"/>
                <w:b/>
                <w:sz w:val="20"/>
                <w:szCs w:val="20"/>
              </w:rPr>
              <w:t>.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Краснофлотская</w:t>
            </w:r>
            <w:r w:rsidR="00E20428">
              <w:rPr>
                <w:rFonts w:ascii="Garamond" w:hAnsi="Garamond"/>
                <w:b/>
                <w:sz w:val="20"/>
                <w:szCs w:val="20"/>
              </w:rPr>
              <w:t>,</w:t>
            </w:r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8 </w:t>
            </w:r>
            <w:bookmarkStart w:id="7" w:name="Bookmark52"/>
            <w:r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  <w:p w:rsidR="00221A54" w:rsidRPr="00F31FEA" w:rsidRDefault="00221A54" w:rsidP="00EB19D6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BA1522">
              <w:rPr>
                <w:rFonts w:ascii="Garamond" w:hAnsi="Garamond"/>
                <w:sz w:val="20"/>
                <w:szCs w:val="20"/>
              </w:rPr>
              <w:t>Т</w:t>
            </w:r>
            <w:r w:rsidR="00585D6F" w:rsidRPr="00BA1522">
              <w:rPr>
                <w:rFonts w:ascii="Garamond" w:hAnsi="Garamond"/>
                <w:sz w:val="20"/>
                <w:szCs w:val="20"/>
              </w:rPr>
              <w:t>елефон:</w:t>
            </w:r>
            <w:r w:rsidR="00585D6F" w:rsidRPr="00BA152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C91093" w:rsidRPr="007F2EF7">
              <w:rPr>
                <w:b/>
                <w:sz w:val="20"/>
                <w:szCs w:val="20"/>
              </w:rPr>
              <w:t>73-50-58, 73-50-62, 73-50-64</w:t>
            </w:r>
            <w:r w:rsidR="00C91093" w:rsidRPr="007F2EF7">
              <w:rPr>
                <w:rFonts w:ascii="Garamond" w:hAnsi="Garamond" w:cs="Garamond"/>
                <w:b/>
                <w:sz w:val="20"/>
                <w:szCs w:val="20"/>
              </w:rPr>
              <w:t xml:space="preserve"> (бухг.)</w:t>
            </w:r>
            <w:bookmarkEnd w:id="7"/>
          </w:p>
          <w:p w:rsidR="007902F3" w:rsidRDefault="007902F3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F315F7" w:rsidRDefault="00F315F7" w:rsidP="00EB19D6">
            <w:pPr>
              <w:rPr>
                <w:rFonts w:ascii="Garamond" w:hAnsi="Garamond"/>
                <w:sz w:val="20"/>
                <w:szCs w:val="20"/>
              </w:rPr>
            </w:pPr>
          </w:p>
          <w:p w:rsidR="001332AC" w:rsidRDefault="001332AC" w:rsidP="001332A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ПОДПИСИ СТОРОН:</w:t>
            </w:r>
          </w:p>
          <w:tbl>
            <w:tblPr>
              <w:tblW w:w="970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62"/>
              <w:gridCol w:w="5047"/>
            </w:tblGrid>
            <w:tr w:rsidR="001332AC" w:rsidTr="001332AC">
              <w:tc>
                <w:tcPr>
                  <w:tcW w:w="4662" w:type="dxa"/>
                  <w:shd w:val="clear" w:color="auto" w:fill="auto"/>
                </w:tcPr>
                <w:p w:rsidR="001332AC" w:rsidRDefault="001332AC" w:rsidP="001332AC">
                  <w:pPr>
                    <w:rPr>
                      <w:rFonts w:ascii="Garamond" w:eastAsia="Calibri" w:hAnsi="Garamond"/>
                      <w:b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b/>
                      <w:sz w:val="20"/>
                      <w:szCs w:val="20"/>
                    </w:rPr>
                    <w:t xml:space="preserve">От </w:t>
                  </w:r>
                  <w:r>
                    <w:rPr>
                      <w:rFonts w:ascii="Garamond" w:hAnsi="Garamond"/>
                      <w:b/>
                      <w:sz w:val="20"/>
                      <w:szCs w:val="20"/>
                    </w:rPr>
                    <w:t>Арендодателя</w:t>
                  </w:r>
                </w:p>
              </w:tc>
              <w:tc>
                <w:tcPr>
                  <w:tcW w:w="5047" w:type="dxa"/>
                  <w:shd w:val="clear" w:color="auto" w:fill="auto"/>
                </w:tcPr>
                <w:p w:rsidR="001332AC" w:rsidRDefault="001332AC" w:rsidP="001332AC">
                  <w:pPr>
                    <w:rPr>
                      <w:rFonts w:ascii="Garamond" w:eastAsia="Calibri" w:hAnsi="Garamond"/>
                      <w:b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b/>
                      <w:sz w:val="20"/>
                      <w:szCs w:val="20"/>
                    </w:rPr>
                    <w:t xml:space="preserve">От </w:t>
                  </w:r>
                  <w:r>
                    <w:rPr>
                      <w:rFonts w:ascii="Garamond" w:hAnsi="Garamond"/>
                      <w:b/>
                      <w:sz w:val="20"/>
                      <w:szCs w:val="20"/>
                    </w:rPr>
                    <w:t>Арендатора</w:t>
                  </w:r>
                </w:p>
              </w:tc>
            </w:tr>
            <w:tr w:rsidR="001332AC" w:rsidTr="001332AC">
              <w:trPr>
                <w:trHeight w:val="1042"/>
              </w:trPr>
              <w:tc>
                <w:tcPr>
                  <w:tcW w:w="4662" w:type="dxa"/>
                  <w:shd w:val="clear" w:color="auto" w:fill="auto"/>
                </w:tcPr>
                <w:p w:rsidR="001332AC" w:rsidRDefault="001332AC" w:rsidP="001332AC">
                  <w:pPr>
                    <w:rPr>
                      <w:rFonts w:ascii="Garamond" w:eastAsia="Calibri" w:hAnsi="Garamond"/>
                      <w:sz w:val="20"/>
                      <w:szCs w:val="20"/>
                    </w:rPr>
                  </w:pPr>
                </w:p>
                <w:p w:rsidR="001332AC" w:rsidRDefault="001332AC" w:rsidP="001332AC">
                  <w:pPr>
                    <w:rPr>
                      <w:rFonts w:ascii="Garamond" w:eastAsia="Calibri" w:hAnsi="Garamond"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 xml:space="preserve">__________________ </w:t>
                  </w:r>
                  <w:r>
                    <w:rPr>
                      <w:rFonts w:ascii="Garamond" w:eastAsia="Calibri" w:hAnsi="Garamond"/>
                      <w:sz w:val="20"/>
                      <w:szCs w:val="20"/>
                      <w:lang w:val="en-US"/>
                    </w:rPr>
                    <w:t> </w:t>
                  </w:r>
                </w:p>
                <w:p w:rsidR="001332AC" w:rsidRDefault="001332AC" w:rsidP="001332AC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подпись</w:t>
                  </w:r>
                </w:p>
                <w:p w:rsidR="001332AC" w:rsidRDefault="001332AC" w:rsidP="001332AC">
                  <w:pPr>
                    <w:rPr>
                      <w:rFonts w:ascii="Garamond" w:eastAsia="Calibri" w:hAnsi="Garamond"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047" w:type="dxa"/>
                  <w:shd w:val="clear" w:color="auto" w:fill="auto"/>
                </w:tcPr>
                <w:p w:rsidR="001332AC" w:rsidRDefault="001332AC" w:rsidP="001332AC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</w:p>
                <w:p w:rsidR="001332AC" w:rsidRDefault="001332AC" w:rsidP="001332AC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>__________________</w:t>
                  </w:r>
                  <w:bookmarkStart w:id="8" w:name="Bookmark74"/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 xml:space="preserve"> </w:t>
                  </w:r>
                  <w:bookmarkEnd w:id="8"/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> </w:t>
                  </w:r>
                  <w:bookmarkStart w:id="9" w:name="Bookmark75"/>
                  <w:r>
                    <w:rPr>
                      <w:rFonts w:ascii="Garamond" w:eastAsia="Calibri" w:hAnsi="Garamond"/>
                      <w:sz w:val="20"/>
                      <w:szCs w:val="20"/>
                    </w:rPr>
                    <w:t xml:space="preserve"> </w:t>
                  </w:r>
                  <w:bookmarkEnd w:id="9"/>
                </w:p>
                <w:p w:rsidR="001332AC" w:rsidRDefault="001332AC" w:rsidP="001332AC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подпись</w:t>
                  </w:r>
                </w:p>
                <w:p w:rsidR="001332AC" w:rsidRDefault="001332AC" w:rsidP="001332AC">
                  <w:pPr>
                    <w:rPr>
                      <w:rFonts w:ascii="Garamond" w:eastAsia="Calibri" w:hAnsi="Garamond"/>
                      <w:sz w:val="20"/>
                      <w:szCs w:val="20"/>
                    </w:rPr>
                  </w:pPr>
                  <w:bookmarkStart w:id="10" w:name="IP2"/>
                  <w:r>
                    <w:rPr>
                      <w:rFonts w:ascii="Garamond" w:hAnsi="Garamond"/>
                      <w:sz w:val="20"/>
                      <w:szCs w:val="20"/>
                    </w:rPr>
                    <w:t>М.П.</w:t>
                  </w:r>
                  <w:bookmarkEnd w:id="10"/>
                </w:p>
              </w:tc>
            </w:tr>
          </w:tbl>
          <w:p w:rsidR="001332AC" w:rsidRPr="00BA1522" w:rsidRDefault="001332AC" w:rsidP="00EB19D6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F315F7" w:rsidRDefault="00F315F7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F315F7" w:rsidRDefault="00F315F7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464A7D" w:rsidRDefault="00464A7D" w:rsidP="009322D5">
      <w:pPr>
        <w:rPr>
          <w:rFonts w:ascii="Garamond" w:hAnsi="Garamond" w:cs="Garamond"/>
          <w:color w:val="000000"/>
          <w:sz w:val="20"/>
          <w:szCs w:val="20"/>
          <w:vertAlign w:val="superscript"/>
        </w:rPr>
      </w:pPr>
    </w:p>
    <w:p w:rsidR="009322D5" w:rsidRDefault="009322D5" w:rsidP="009322D5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464A7D" w:rsidRDefault="00464A7D" w:rsidP="00E02EBE">
      <w:pPr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rPr>
          <w:rFonts w:ascii="Garamond" w:hAnsi="Garamond" w:cs="Garamond"/>
          <w:color w:val="000000"/>
          <w:sz w:val="20"/>
          <w:szCs w:val="20"/>
        </w:rPr>
      </w:pPr>
      <w:r w:rsidRPr="00D76277"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E02EBE" w:rsidRPr="001E6F2D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</w:t>
      </w:r>
      <w:r w:rsidRPr="00D76277">
        <w:rPr>
          <w:rFonts w:ascii="Garamond" w:hAnsi="Garamond" w:cs="Garamond"/>
          <w:color w:val="000000"/>
          <w:sz w:val="20"/>
          <w:szCs w:val="20"/>
        </w:rPr>
        <w:t xml:space="preserve">аренды </w:t>
      </w:r>
      <w:r w:rsidR="00F9345D">
        <w:rPr>
          <w:rFonts w:ascii="Garamond" w:hAnsi="Garamond" w:cs="Garamond"/>
          <w:color w:val="000000"/>
          <w:sz w:val="20"/>
          <w:szCs w:val="20"/>
        </w:rPr>
        <w:t>муниципального имущества</w:t>
      </w:r>
    </w:p>
    <w:p w:rsidR="00E02EBE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A56DB6">
        <w:rPr>
          <w:rFonts w:ascii="Garamond" w:hAnsi="Garamond" w:cs="Garamond"/>
          <w:color w:val="000000"/>
          <w:sz w:val="20"/>
          <w:szCs w:val="20"/>
        </w:rPr>
        <w:t>№ </w:t>
      </w:r>
      <w:r>
        <w:rPr>
          <w:rFonts w:ascii="Garamond" w:hAnsi="Garamond" w:cs="Garamond"/>
          <w:color w:val="000000"/>
          <w:sz w:val="20"/>
          <w:szCs w:val="20"/>
        </w:rPr>
        <w:t xml:space="preserve">_________ от </w:t>
      </w:r>
      <w:r w:rsidRPr="00AC6949">
        <w:rPr>
          <w:rFonts w:ascii="Garamond" w:hAnsi="Garamond" w:cs="Garamond"/>
          <w:b/>
          <w:color w:val="000000"/>
          <w:sz w:val="20"/>
          <w:szCs w:val="20"/>
        </w:rPr>
        <w:t> </w:t>
      </w:r>
      <w:bookmarkStart w:id="11" w:name="Bookmark70"/>
      <w:r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bookmarkEnd w:id="11"/>
    </w:p>
    <w:p w:rsidR="00E02EBE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D76277"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E02EBE" w:rsidRPr="00D76277" w:rsidRDefault="00E02EBE" w:rsidP="00E02EBE">
      <w:pPr>
        <w:widowControl w:val="0"/>
        <w:autoSpaceDE w:val="0"/>
        <w:autoSpaceDN w:val="0"/>
        <w:adjustRightInd w:val="0"/>
        <w:ind w:hanging="20"/>
        <w:jc w:val="center"/>
        <w:rPr>
          <w:rFonts w:ascii="Garamond" w:hAnsi="Garamond" w:cs="Garamond"/>
          <w:color w:val="000000"/>
          <w:sz w:val="20"/>
          <w:szCs w:val="20"/>
        </w:rPr>
      </w:pPr>
      <w:r w:rsidRPr="00D76277"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F9345D">
        <w:rPr>
          <w:rFonts w:ascii="Garamond" w:hAnsi="Garamond" w:cs="Garamond"/>
          <w:color w:val="000000"/>
          <w:sz w:val="20"/>
          <w:szCs w:val="20"/>
        </w:rPr>
        <w:t>муниципального имущества</w:t>
      </w:r>
      <w:r w:rsidRPr="00D76277"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E02EBE" w:rsidRPr="00D76277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AC6949" w:rsidRDefault="00E02EBE" w:rsidP="00E02EBE">
      <w:pPr>
        <w:widowControl w:val="0"/>
        <w:tabs>
          <w:tab w:val="left" w:pos="7797"/>
        </w:tabs>
        <w:autoSpaceDE w:val="0"/>
        <w:autoSpaceDN w:val="0"/>
        <w:adjustRightInd w:val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г. Омск                                                                                                                                        «</w:t>
      </w:r>
      <w:r w:rsidRPr="001E6F2D">
        <w:rPr>
          <w:rFonts w:ascii="Garamond" w:hAnsi="Garamond" w:cs="Garamond"/>
          <w:sz w:val="20"/>
          <w:szCs w:val="20"/>
        </w:rPr>
        <w:t>______</w:t>
      </w:r>
      <w:r>
        <w:rPr>
          <w:rFonts w:ascii="Garamond" w:hAnsi="Garamond" w:cs="Garamond"/>
          <w:sz w:val="20"/>
          <w:szCs w:val="20"/>
        </w:rPr>
        <w:t>»</w:t>
      </w:r>
      <w:r w:rsidR="00E20428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____</w:t>
      </w:r>
      <w:r w:rsidRPr="001E6F2D">
        <w:rPr>
          <w:rFonts w:ascii="Garamond" w:hAnsi="Garamond" w:cs="Garamond"/>
          <w:sz w:val="20"/>
          <w:szCs w:val="20"/>
        </w:rPr>
        <w:t>_________</w:t>
      </w:r>
      <w:r w:rsidR="00E20428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г.</w:t>
      </w:r>
    </w:p>
    <w:p w:rsidR="00E02EBE" w:rsidRPr="00D76277" w:rsidRDefault="00E02EBE" w:rsidP="00E02EBE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A56DB6"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 w:rsidRPr="001E6F2D">
        <w:rPr>
          <w:rFonts w:ascii="Garamond" w:hAnsi="Garamond" w:cs="Garamond"/>
          <w:b/>
          <w:color w:val="000000"/>
          <w:sz w:val="20"/>
          <w:szCs w:val="20"/>
        </w:rPr>
        <w:t> </w:t>
      </w:r>
      <w:bookmarkStart w:id="12" w:name="Bookmark55"/>
      <w:r>
        <w:rPr>
          <w:rFonts w:ascii="Garamond" w:hAnsi="Garamond" w:cs="Garamond"/>
          <w:b/>
          <w:color w:val="000000"/>
          <w:sz w:val="20"/>
          <w:szCs w:val="20"/>
        </w:rPr>
        <w:t>Департамент имущественных отношений Администрации города Омска</w:t>
      </w:r>
      <w:bookmarkEnd w:id="12"/>
      <w:r w:rsidRPr="002540D8">
        <w:rPr>
          <w:rFonts w:ascii="Garamond" w:hAnsi="Garamond"/>
          <w:sz w:val="20"/>
          <w:szCs w:val="20"/>
        </w:rPr>
        <w:t xml:space="preserve"> </w:t>
      </w:r>
      <w:r w:rsidRPr="00A56DB6">
        <w:rPr>
          <w:rFonts w:ascii="Garamond" w:hAnsi="Garamond"/>
          <w:sz w:val="20"/>
          <w:szCs w:val="20"/>
        </w:rPr>
        <w:t>в лице</w:t>
      </w:r>
      <w:r w:rsidRPr="00EA66F5">
        <w:rPr>
          <w:rFonts w:ascii="Garamond" w:hAnsi="Garamond"/>
          <w:sz w:val="20"/>
          <w:szCs w:val="20"/>
        </w:rPr>
        <w:t xml:space="preserve"> </w:t>
      </w:r>
      <w:r w:rsidRPr="002540D8">
        <w:rPr>
          <w:rFonts w:ascii="Garamond" w:hAnsi="Garamond"/>
          <w:sz w:val="20"/>
          <w:szCs w:val="20"/>
        </w:rPr>
        <w:t> </w:t>
      </w:r>
      <w:r w:rsidR="00B7134E">
        <w:rPr>
          <w:rFonts w:ascii="Garamond" w:hAnsi="Garamond"/>
          <w:sz w:val="20"/>
          <w:szCs w:val="20"/>
        </w:rPr>
        <w:t>__________________</w:t>
      </w:r>
      <w:r w:rsidRPr="00A56DB6"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sz w:val="20"/>
          <w:szCs w:val="20"/>
        </w:rPr>
        <w:t xml:space="preserve">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Pr="00A56DB6">
        <w:rPr>
          <w:rFonts w:ascii="Garamond" w:hAnsi="Garamond" w:cs="Garamond"/>
          <w:color w:val="000000"/>
          <w:sz w:val="20"/>
          <w:szCs w:val="20"/>
        </w:rPr>
        <w:t>с одной стороны</w:t>
      </w:r>
      <w:r w:rsidR="00B7134E">
        <w:rPr>
          <w:rFonts w:ascii="Garamond" w:hAnsi="Garamond" w:cs="Garamond"/>
          <w:color w:val="000000"/>
          <w:sz w:val="20"/>
          <w:szCs w:val="20"/>
        </w:rPr>
        <w:t>,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 и</w:t>
      </w:r>
      <w:r w:rsidRPr="00A56DB6">
        <w:rPr>
          <w:rFonts w:ascii="Garamond" w:hAnsi="Garamond"/>
          <w:sz w:val="20"/>
          <w:szCs w:val="20"/>
        </w:rPr>
        <w:t xml:space="preserve"> Арендатор</w:t>
      </w:r>
      <w:r w:rsidRPr="00A56DB6">
        <w:rPr>
          <w:rFonts w:ascii="Garamond" w:hAnsi="Garamond"/>
          <w:b/>
          <w:sz w:val="20"/>
          <w:szCs w:val="20"/>
          <w:lang w:val="en-US"/>
        </w:rPr>
        <w:t> </w:t>
      </w:r>
      <w:r>
        <w:rPr>
          <w:rFonts w:ascii="Garamond" w:hAnsi="Garamond"/>
          <w:b/>
          <w:sz w:val="20"/>
          <w:szCs w:val="20"/>
        </w:rPr>
        <w:t xml:space="preserve">___________________________ </w:t>
      </w:r>
      <w:r>
        <w:rPr>
          <w:rFonts w:ascii="Garamond" w:hAnsi="Garamond"/>
          <w:sz w:val="20"/>
          <w:szCs w:val="20"/>
        </w:rPr>
        <w:t>в лице_______________</w:t>
      </w:r>
      <w:r w:rsidRPr="00A56DB6">
        <w:rPr>
          <w:rFonts w:ascii="Garamond" w:hAnsi="Garamond"/>
          <w:sz w:val="20"/>
          <w:szCs w:val="20"/>
        </w:rPr>
        <w:t xml:space="preserve"> действующ</w:t>
      </w:r>
      <w:r>
        <w:rPr>
          <w:rFonts w:ascii="Garamond" w:hAnsi="Garamond"/>
          <w:sz w:val="20"/>
          <w:szCs w:val="20"/>
        </w:rPr>
        <w:t>его</w:t>
      </w:r>
      <w:r w:rsidRPr="00A56DB6">
        <w:rPr>
          <w:rFonts w:ascii="Garamond" w:hAnsi="Garamond"/>
          <w:sz w:val="20"/>
          <w:szCs w:val="20"/>
        </w:rPr>
        <w:t xml:space="preserve"> на основании </w:t>
      </w:r>
      <w:bookmarkStart w:id="13" w:name="Bookmark63"/>
      <w:r>
        <w:rPr>
          <w:rFonts w:ascii="Garamond" w:hAnsi="Garamond"/>
          <w:sz w:val="20"/>
          <w:szCs w:val="20"/>
        </w:rPr>
        <w:t>__________</w:t>
      </w:r>
      <w:r w:rsidRPr="002540D8">
        <w:rPr>
          <w:rFonts w:ascii="Garamond" w:hAnsi="Garamond"/>
          <w:sz w:val="20"/>
          <w:szCs w:val="20"/>
        </w:rPr>
        <w:t>,</w:t>
      </w:r>
      <w:bookmarkEnd w:id="13"/>
      <w:r w:rsidRPr="00A56DB6">
        <w:rPr>
          <w:rFonts w:ascii="Garamond" w:hAnsi="Garamond"/>
          <w:sz w:val="20"/>
          <w:szCs w:val="20"/>
        </w:rPr>
        <w:t xml:space="preserve"> 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DF3347">
        <w:rPr>
          <w:rFonts w:ascii="Garamond" w:hAnsi="Garamond" w:cs="Garamond"/>
          <w:color w:val="000000"/>
          <w:sz w:val="20"/>
          <w:szCs w:val="20"/>
        </w:rPr>
        <w:t>муниципального имущества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 № </w:t>
      </w:r>
      <w:r>
        <w:rPr>
          <w:rFonts w:ascii="Garamond" w:hAnsi="Garamond" w:cs="Garamond"/>
          <w:color w:val="000000"/>
          <w:sz w:val="20"/>
          <w:szCs w:val="20"/>
        </w:rPr>
        <w:t>_______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 от </w:t>
      </w:r>
      <w:r>
        <w:rPr>
          <w:rFonts w:ascii="Garamond" w:hAnsi="Garamond" w:cs="Garamond"/>
          <w:color w:val="000000"/>
          <w:sz w:val="20"/>
          <w:szCs w:val="20"/>
        </w:rPr>
        <w:t>_______</w:t>
      </w:r>
      <w:r w:rsidRPr="00194D2F">
        <w:rPr>
          <w:rFonts w:ascii="Garamond" w:hAnsi="Garamond" w:cs="Garamond"/>
          <w:b/>
          <w:color w:val="000000"/>
          <w:sz w:val="20"/>
          <w:szCs w:val="20"/>
        </w:rPr>
        <w:t> </w:t>
      </w:r>
      <w:bookmarkStart w:id="14" w:name="Bookmark71"/>
      <w:r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bookmarkEnd w:id="14"/>
      <w:r w:rsidRPr="00A56DB6">
        <w:rPr>
          <w:rFonts w:ascii="Garamond" w:hAnsi="Garamond" w:cs="Garamond"/>
          <w:color w:val="000000"/>
          <w:sz w:val="20"/>
          <w:szCs w:val="20"/>
        </w:rPr>
        <w:t xml:space="preserve"> произвели прием и передачу </w:t>
      </w:r>
      <w:r w:rsidR="00DF3347">
        <w:rPr>
          <w:rFonts w:ascii="Garamond" w:hAnsi="Garamond" w:cs="Garamond"/>
          <w:color w:val="000000"/>
          <w:sz w:val="20"/>
          <w:szCs w:val="20"/>
        </w:rPr>
        <w:t>муниципального имущества</w:t>
      </w:r>
      <w:r w:rsidRPr="00A56DB6">
        <w:rPr>
          <w:rFonts w:ascii="Garamond" w:hAnsi="Garamond" w:cs="Garamond"/>
          <w:color w:val="000000"/>
          <w:sz w:val="20"/>
          <w:szCs w:val="20"/>
        </w:rPr>
        <w:t xml:space="preserve"> в</w:t>
      </w:r>
      <w:r w:rsidRPr="00D76277">
        <w:rPr>
          <w:rFonts w:ascii="Garamond" w:hAnsi="Garamond" w:cs="Garamond"/>
          <w:color w:val="000000"/>
          <w:sz w:val="20"/>
          <w:szCs w:val="20"/>
        </w:rPr>
        <w:t xml:space="preserve"> аренду:</w:t>
      </w:r>
    </w:p>
    <w:p w:rsidR="002A5641" w:rsidRDefault="00E02EBE" w:rsidP="00464A7D">
      <w:pPr>
        <w:widowControl w:val="0"/>
        <w:ind w:firstLine="709"/>
        <w:contextualSpacing/>
        <w:jc w:val="both"/>
        <w:rPr>
          <w:rFonts w:ascii="Garamond" w:hAnsi="Garamond"/>
          <w:b/>
          <w:sz w:val="20"/>
          <w:szCs w:val="20"/>
        </w:rPr>
      </w:pPr>
      <w:r w:rsidRPr="00D76277">
        <w:rPr>
          <w:rFonts w:ascii="Garamond" w:hAnsi="Garamond" w:cs="Garamond"/>
          <w:color w:val="000000"/>
          <w:sz w:val="20"/>
          <w:szCs w:val="20"/>
        </w:rPr>
        <w:t>1.</w:t>
      </w:r>
      <w:r w:rsidR="003524B9">
        <w:rPr>
          <w:rFonts w:ascii="Garamond" w:hAnsi="Garamond" w:cs="Garamond"/>
          <w:color w:val="000000"/>
          <w:sz w:val="20"/>
          <w:szCs w:val="20"/>
        </w:rPr>
        <w:t> </w:t>
      </w:r>
      <w:r w:rsidR="00DB51F7" w:rsidRPr="00A51784">
        <w:rPr>
          <w:rFonts w:ascii="Garamond" w:hAnsi="Garamond"/>
          <w:color w:val="000000"/>
          <w:sz w:val="20"/>
          <w:szCs w:val="20"/>
        </w:rPr>
        <w:t>Месторасположение муниципального имущества:</w:t>
      </w:r>
      <w:r w:rsidR="00DB51F7" w:rsidRPr="00A51784">
        <w:rPr>
          <w:rFonts w:ascii="Garamond" w:hAnsi="Garamond"/>
          <w:b/>
          <w:sz w:val="20"/>
          <w:szCs w:val="20"/>
        </w:rPr>
        <w:t> </w:t>
      </w:r>
      <w:bookmarkStart w:id="15" w:name="Bookmark22"/>
      <w:r w:rsidR="00DB51F7" w:rsidRPr="00A51784">
        <w:rPr>
          <w:rFonts w:ascii="Garamond" w:hAnsi="Garamond"/>
          <w:b/>
          <w:sz w:val="20"/>
          <w:szCs w:val="20"/>
        </w:rPr>
        <w:t xml:space="preserve">г. Омск, </w:t>
      </w:r>
      <w:r w:rsidR="00B94F5E">
        <w:rPr>
          <w:rFonts w:ascii="Garamond" w:hAnsi="Garamond"/>
          <w:b/>
          <w:sz w:val="20"/>
          <w:szCs w:val="20"/>
        </w:rPr>
        <w:t>ул</w:t>
      </w:r>
      <w:r w:rsidR="00DB51F7">
        <w:rPr>
          <w:rFonts w:ascii="Garamond" w:hAnsi="Garamond"/>
          <w:b/>
          <w:sz w:val="20"/>
          <w:szCs w:val="20"/>
        </w:rPr>
        <w:t xml:space="preserve">. </w:t>
      </w:r>
      <w:bookmarkEnd w:id="15"/>
      <w:r w:rsidR="002A5641">
        <w:rPr>
          <w:rFonts w:ascii="Garamond" w:hAnsi="Garamond"/>
          <w:b/>
          <w:sz w:val="20"/>
          <w:szCs w:val="20"/>
        </w:rPr>
        <w:t>Партизанская</w:t>
      </w:r>
      <w:r w:rsidR="00464A7D">
        <w:rPr>
          <w:rFonts w:ascii="Garamond" w:hAnsi="Garamond"/>
          <w:b/>
          <w:sz w:val="20"/>
          <w:szCs w:val="20"/>
        </w:rPr>
        <w:t xml:space="preserve">, д. </w:t>
      </w:r>
      <w:r w:rsidR="002A5641">
        <w:rPr>
          <w:rFonts w:ascii="Garamond" w:hAnsi="Garamond"/>
          <w:b/>
          <w:sz w:val="20"/>
          <w:szCs w:val="20"/>
        </w:rPr>
        <w:t>5</w:t>
      </w:r>
      <w:r w:rsidR="00DB51F7" w:rsidRPr="00A51784">
        <w:rPr>
          <w:rFonts w:ascii="Garamond" w:hAnsi="Garamond"/>
          <w:sz w:val="20"/>
          <w:szCs w:val="20"/>
        </w:rPr>
        <w:t xml:space="preserve">, </w:t>
      </w:r>
      <w:r w:rsidR="00CA2606">
        <w:rPr>
          <w:rFonts w:ascii="Garamond" w:hAnsi="Garamond"/>
          <w:sz w:val="20"/>
          <w:szCs w:val="20"/>
        </w:rPr>
        <w:t xml:space="preserve">объект культурного наследия (памятник </w:t>
      </w:r>
      <w:r w:rsidR="00CA2606" w:rsidRPr="005A638C">
        <w:rPr>
          <w:rFonts w:ascii="Garamond" w:hAnsi="Garamond"/>
          <w:color w:val="000000"/>
          <w:sz w:val="20"/>
          <w:szCs w:val="20"/>
        </w:rPr>
        <w:t>истории и культуры) народов Российской Федерации</w:t>
      </w:r>
      <w:r w:rsidR="00464A7D">
        <w:rPr>
          <w:rFonts w:ascii="Garamond" w:hAnsi="Garamond"/>
          <w:color w:val="000000"/>
          <w:sz w:val="20"/>
          <w:szCs w:val="20"/>
        </w:rPr>
        <w:t xml:space="preserve"> </w:t>
      </w:r>
      <w:r w:rsidR="002A5641">
        <w:rPr>
          <w:rFonts w:ascii="Garamond" w:hAnsi="Garamond"/>
          <w:color w:val="000000"/>
          <w:sz w:val="20"/>
          <w:szCs w:val="20"/>
        </w:rPr>
        <w:t>регионального значения «Казарма Омского военного округа», 1822-1823 гг.</w:t>
      </w:r>
      <w:r w:rsidR="00464A7D">
        <w:rPr>
          <w:rFonts w:ascii="Garamond" w:hAnsi="Garamond"/>
          <w:color w:val="000000"/>
          <w:sz w:val="20"/>
          <w:szCs w:val="20"/>
        </w:rPr>
        <w:t>,</w:t>
      </w:r>
      <w:r w:rsidR="00CA2606" w:rsidRPr="005A638C">
        <w:rPr>
          <w:rFonts w:ascii="Garamond" w:hAnsi="Garamond"/>
          <w:color w:val="000000"/>
          <w:sz w:val="20"/>
          <w:szCs w:val="20"/>
        </w:rPr>
        <w:t xml:space="preserve"> нежило</w:t>
      </w:r>
      <w:r w:rsidR="00464A7D">
        <w:rPr>
          <w:rFonts w:ascii="Garamond" w:hAnsi="Garamond"/>
          <w:color w:val="000000"/>
          <w:sz w:val="20"/>
          <w:szCs w:val="20"/>
        </w:rPr>
        <w:t>е</w:t>
      </w:r>
      <w:r w:rsidR="00CA2606">
        <w:rPr>
          <w:rFonts w:ascii="Garamond" w:hAnsi="Garamond"/>
          <w:color w:val="000000"/>
          <w:sz w:val="20"/>
          <w:szCs w:val="20"/>
        </w:rPr>
        <w:t xml:space="preserve"> </w:t>
      </w:r>
      <w:r w:rsidR="00464A7D">
        <w:rPr>
          <w:rFonts w:ascii="Garamond" w:hAnsi="Garamond"/>
          <w:color w:val="000000"/>
          <w:sz w:val="20"/>
          <w:szCs w:val="20"/>
        </w:rPr>
        <w:t>здание</w:t>
      </w:r>
      <w:r w:rsidR="00CA2606" w:rsidRPr="005A638C">
        <w:rPr>
          <w:rFonts w:ascii="Garamond" w:hAnsi="Garamond"/>
          <w:color w:val="000000"/>
          <w:sz w:val="20"/>
          <w:szCs w:val="20"/>
        </w:rPr>
        <w:t xml:space="preserve"> с кадастровым номером </w:t>
      </w:r>
      <w:r w:rsidR="002A5641" w:rsidRPr="005A638C">
        <w:rPr>
          <w:rFonts w:ascii="Garamond" w:hAnsi="Garamond"/>
          <w:color w:val="000000"/>
          <w:sz w:val="20"/>
          <w:szCs w:val="20"/>
        </w:rPr>
        <w:t>55:36:0</w:t>
      </w:r>
      <w:r w:rsidR="002A5641">
        <w:rPr>
          <w:rFonts w:ascii="Garamond" w:hAnsi="Garamond"/>
          <w:color w:val="000000"/>
          <w:sz w:val="20"/>
          <w:szCs w:val="20"/>
        </w:rPr>
        <w:t xml:space="preserve">40115:2248 </w:t>
      </w:r>
      <w:r w:rsidR="00C05843">
        <w:rPr>
          <w:rFonts w:ascii="Garamond" w:hAnsi="Garamond"/>
          <w:color w:val="000000"/>
          <w:sz w:val="20"/>
          <w:szCs w:val="20"/>
        </w:rPr>
        <w:t xml:space="preserve">площадью </w:t>
      </w:r>
      <w:r w:rsidR="002A5641">
        <w:rPr>
          <w:rFonts w:ascii="Garamond" w:hAnsi="Garamond"/>
          <w:color w:val="000000"/>
          <w:sz w:val="20"/>
          <w:szCs w:val="20"/>
        </w:rPr>
        <w:t xml:space="preserve">1 860 </w:t>
      </w:r>
      <w:r w:rsidR="00CA2606" w:rsidRPr="005A638C">
        <w:rPr>
          <w:rFonts w:ascii="Garamond" w:hAnsi="Garamond"/>
          <w:color w:val="000000"/>
          <w:sz w:val="20"/>
          <w:szCs w:val="20"/>
        </w:rPr>
        <w:t>кв. м</w:t>
      </w:r>
      <w:r w:rsidR="00C05843">
        <w:rPr>
          <w:rFonts w:ascii="Garamond" w:hAnsi="Garamond"/>
          <w:color w:val="000000"/>
          <w:sz w:val="20"/>
          <w:szCs w:val="20"/>
        </w:rPr>
        <w:t>.</w:t>
      </w:r>
    </w:p>
    <w:p w:rsidR="009D2316" w:rsidRPr="00F3799C" w:rsidRDefault="00FA2D5A" w:rsidP="00085B22">
      <w:pPr>
        <w:widowControl w:val="0"/>
        <w:autoSpaceDE w:val="0"/>
        <w:autoSpaceDN w:val="0"/>
        <w:adjustRightInd w:val="0"/>
        <w:ind w:firstLine="64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</w:t>
      </w:r>
      <w:r w:rsidR="00E02EBE" w:rsidRPr="00D76277">
        <w:rPr>
          <w:rFonts w:ascii="Garamond" w:hAnsi="Garamond" w:cs="Garamond"/>
          <w:color w:val="000000"/>
          <w:sz w:val="20"/>
          <w:szCs w:val="20"/>
        </w:rPr>
        <w:t>.</w:t>
      </w:r>
      <w:r w:rsidR="003524B9">
        <w:rPr>
          <w:rFonts w:ascii="Garamond" w:hAnsi="Garamond" w:cs="Garamond"/>
          <w:color w:val="000000"/>
          <w:sz w:val="20"/>
          <w:szCs w:val="20"/>
        </w:rPr>
        <w:t> </w:t>
      </w:r>
      <w:r w:rsidR="00E02EBE" w:rsidRPr="00D76277">
        <w:rPr>
          <w:rFonts w:ascii="Garamond" w:hAnsi="Garamond" w:cs="Garamond"/>
          <w:color w:val="000000"/>
          <w:sz w:val="20"/>
          <w:szCs w:val="20"/>
        </w:rPr>
        <w:t xml:space="preserve">Техническое </w:t>
      </w:r>
      <w:r w:rsidR="00E02EBE" w:rsidRPr="00F3799C">
        <w:rPr>
          <w:rFonts w:ascii="Garamond" w:hAnsi="Garamond" w:cs="Garamond"/>
          <w:color w:val="000000"/>
          <w:sz w:val="20"/>
          <w:szCs w:val="20"/>
        </w:rPr>
        <w:t>состояние передаваем</w:t>
      </w:r>
      <w:r w:rsidR="00C05843" w:rsidRPr="00F3799C">
        <w:rPr>
          <w:rFonts w:ascii="Garamond" w:hAnsi="Garamond" w:cs="Garamond"/>
          <w:color w:val="000000"/>
          <w:sz w:val="20"/>
          <w:szCs w:val="20"/>
        </w:rPr>
        <w:t>ого</w:t>
      </w:r>
      <w:r w:rsidR="00E02EBE" w:rsidRPr="00F3799C">
        <w:rPr>
          <w:rFonts w:ascii="Garamond" w:hAnsi="Garamond" w:cs="Garamond"/>
          <w:color w:val="000000"/>
          <w:sz w:val="20"/>
          <w:szCs w:val="20"/>
        </w:rPr>
        <w:t xml:space="preserve"> нежил</w:t>
      </w:r>
      <w:r w:rsidR="00C05843" w:rsidRPr="00F3799C">
        <w:rPr>
          <w:rFonts w:ascii="Garamond" w:hAnsi="Garamond" w:cs="Garamond"/>
          <w:color w:val="000000"/>
          <w:sz w:val="20"/>
          <w:szCs w:val="20"/>
        </w:rPr>
        <w:t>ого</w:t>
      </w:r>
      <w:r w:rsidR="00E02EBE" w:rsidRPr="00F3799C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C05843" w:rsidRPr="00F3799C">
        <w:rPr>
          <w:rFonts w:ascii="Garamond" w:hAnsi="Garamond" w:cs="Garamond"/>
          <w:color w:val="000000"/>
          <w:sz w:val="20"/>
          <w:szCs w:val="20"/>
        </w:rPr>
        <w:t>здания</w:t>
      </w:r>
      <w:r w:rsidR="00DB51F7" w:rsidRPr="00F3799C">
        <w:rPr>
          <w:rFonts w:ascii="Garamond" w:hAnsi="Garamond" w:cs="Garamond"/>
          <w:color w:val="000000"/>
          <w:sz w:val="20"/>
          <w:szCs w:val="20"/>
        </w:rPr>
        <w:t>, входящего в состав муниципального имущества</w:t>
      </w:r>
      <w:r w:rsidR="00E02EBE" w:rsidRPr="00F3799C">
        <w:rPr>
          <w:rFonts w:ascii="Garamond" w:hAnsi="Garamond" w:cs="Garamond"/>
          <w:color w:val="000000"/>
          <w:sz w:val="20"/>
          <w:szCs w:val="20"/>
        </w:rPr>
        <w:t>:</w:t>
      </w:r>
      <w:r w:rsidR="00085B22" w:rsidRPr="00F3799C">
        <w:rPr>
          <w:rFonts w:ascii="Garamond" w:hAnsi="Garamond" w:cs="Garamond"/>
          <w:color w:val="000000"/>
          <w:sz w:val="20"/>
          <w:szCs w:val="20"/>
        </w:rPr>
        <w:t xml:space="preserve"> </w:t>
      </w:r>
    </w:p>
    <w:p w:rsidR="009D2316" w:rsidRDefault="009504A4" w:rsidP="00085B22">
      <w:pPr>
        <w:widowControl w:val="0"/>
        <w:autoSpaceDE w:val="0"/>
        <w:autoSpaceDN w:val="0"/>
        <w:adjustRightInd w:val="0"/>
        <w:ind w:firstLine="640"/>
        <w:jc w:val="both"/>
        <w:rPr>
          <w:rFonts w:ascii="Garamond" w:hAnsi="Garamond"/>
          <w:color w:val="000000"/>
          <w:sz w:val="20"/>
          <w:szCs w:val="20"/>
        </w:rPr>
      </w:pPr>
      <w:r w:rsidRPr="00F3799C">
        <w:rPr>
          <w:rFonts w:ascii="Garamond" w:hAnsi="Garamond" w:cs="Garamond"/>
          <w:color w:val="000000"/>
          <w:sz w:val="20"/>
          <w:szCs w:val="20"/>
        </w:rPr>
        <w:t>2.</w:t>
      </w:r>
      <w:r w:rsidR="003524B9" w:rsidRPr="00F3799C">
        <w:rPr>
          <w:rFonts w:ascii="Garamond" w:hAnsi="Garamond" w:cs="Garamond"/>
          <w:color w:val="000000"/>
          <w:sz w:val="20"/>
          <w:szCs w:val="20"/>
        </w:rPr>
        <w:t>1</w:t>
      </w:r>
      <w:r w:rsidRPr="00F3799C">
        <w:rPr>
          <w:rFonts w:ascii="Garamond" w:hAnsi="Garamond" w:cs="Garamond"/>
          <w:color w:val="000000"/>
          <w:sz w:val="20"/>
          <w:szCs w:val="20"/>
        </w:rPr>
        <w:t>.</w:t>
      </w:r>
      <w:r w:rsidR="009D2316" w:rsidRPr="00F3799C">
        <w:rPr>
          <w:rFonts w:ascii="Garamond" w:hAnsi="Garamond" w:cs="Garamond"/>
          <w:color w:val="000000"/>
          <w:sz w:val="20"/>
          <w:szCs w:val="20"/>
        </w:rPr>
        <w:t xml:space="preserve"> Согласно акту </w:t>
      </w:r>
      <w:r w:rsidR="009D2316" w:rsidRPr="00F3799C">
        <w:rPr>
          <w:rFonts w:ascii="Garamond" w:hAnsi="Garamond"/>
          <w:color w:val="000000"/>
          <w:sz w:val="20"/>
          <w:szCs w:val="20"/>
        </w:rPr>
        <w:t xml:space="preserve">от </w:t>
      </w:r>
      <w:r w:rsidR="00F3799C" w:rsidRPr="00F3799C">
        <w:rPr>
          <w:rFonts w:ascii="Garamond" w:hAnsi="Garamond"/>
          <w:color w:val="000000"/>
          <w:sz w:val="20"/>
          <w:szCs w:val="20"/>
        </w:rPr>
        <w:t>27 июня</w:t>
      </w:r>
      <w:r w:rsidR="009D2316" w:rsidRPr="00F3799C">
        <w:rPr>
          <w:rFonts w:ascii="Garamond" w:hAnsi="Garamond"/>
          <w:color w:val="000000"/>
          <w:sz w:val="20"/>
          <w:szCs w:val="20"/>
        </w:rPr>
        <w:t xml:space="preserve"> 202</w:t>
      </w:r>
      <w:r w:rsidR="00F3799C" w:rsidRPr="00F3799C">
        <w:rPr>
          <w:rFonts w:ascii="Garamond" w:hAnsi="Garamond"/>
          <w:color w:val="000000"/>
          <w:sz w:val="20"/>
          <w:szCs w:val="20"/>
        </w:rPr>
        <w:t>4</w:t>
      </w:r>
      <w:r w:rsidR="009D2316" w:rsidRPr="00F3799C">
        <w:rPr>
          <w:rFonts w:ascii="Garamond" w:hAnsi="Garamond"/>
          <w:color w:val="000000"/>
          <w:sz w:val="20"/>
          <w:szCs w:val="20"/>
        </w:rPr>
        <w:t xml:space="preserve"> года</w:t>
      </w:r>
      <w:r w:rsidR="009D2316" w:rsidRPr="009D2316">
        <w:rPr>
          <w:rFonts w:ascii="Garamond" w:hAnsi="Garamond"/>
          <w:color w:val="000000"/>
          <w:sz w:val="20"/>
          <w:szCs w:val="20"/>
        </w:rPr>
        <w:t xml:space="preserve"> отнесения объекта культурного наследия (памятника истории и культуры) народов Российской Федерации к объектам культурного наследия, находящимся в</w:t>
      </w:r>
      <w:r w:rsidR="009D2316">
        <w:rPr>
          <w:rFonts w:ascii="Garamond" w:hAnsi="Garamond"/>
          <w:color w:val="000000"/>
          <w:sz w:val="20"/>
          <w:szCs w:val="20"/>
        </w:rPr>
        <w:t xml:space="preserve"> неудовлетворительном состоянии: </w:t>
      </w:r>
    </w:p>
    <w:p w:rsidR="003524B9" w:rsidRDefault="003524B9" w:rsidP="003524B9">
      <w:pPr>
        <w:widowControl w:val="0"/>
        <w:numPr>
          <w:ilvl w:val="0"/>
          <w:numId w:val="27"/>
        </w:numPr>
        <w:overflowPunct w:val="0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3524B9" w:rsidRDefault="003524B9" w:rsidP="003524B9">
      <w:pPr>
        <w:widowControl w:val="0"/>
        <w:numPr>
          <w:ilvl w:val="0"/>
          <w:numId w:val="27"/>
        </w:numPr>
        <w:tabs>
          <w:tab w:val="left" w:leader="underscore" w:pos="10206"/>
        </w:tabs>
        <w:overflowPunct w:val="0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</w:p>
    <w:p w:rsidR="003524B9" w:rsidRDefault="003524B9" w:rsidP="003524B9">
      <w:pPr>
        <w:widowControl w:val="0"/>
        <w:tabs>
          <w:tab w:val="left" w:leader="underscore" w:pos="10206"/>
        </w:tabs>
        <w:ind w:right="83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24B9" w:rsidRDefault="003524B9" w:rsidP="003524B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D76277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rPr>
          <w:rFonts w:ascii="Garamond" w:hAnsi="Garamond" w:cs="Garamond"/>
          <w:color w:val="000000"/>
          <w:sz w:val="20"/>
          <w:szCs w:val="20"/>
        </w:rPr>
      </w:pPr>
      <w:r w:rsidRPr="00D76277"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</w:t>
      </w:r>
      <w:r w:rsidRPr="00A56DB6">
        <w:rPr>
          <w:rFonts w:ascii="Garamond" w:hAnsi="Garamond" w:cs="Garamond"/>
          <w:color w:val="000000"/>
          <w:sz w:val="20"/>
          <w:szCs w:val="20"/>
        </w:rPr>
        <w:t>№ </w:t>
      </w:r>
      <w:r>
        <w:rPr>
          <w:rFonts w:ascii="Garamond" w:hAnsi="Garamond" w:cs="Garamond"/>
          <w:color w:val="000000"/>
          <w:sz w:val="20"/>
          <w:szCs w:val="20"/>
        </w:rPr>
        <w:t>_________</w:t>
      </w:r>
      <w:r w:rsidR="00E144CE">
        <w:rPr>
          <w:rFonts w:ascii="Garamond" w:hAnsi="Garamond" w:cs="Garamond"/>
          <w:color w:val="000000"/>
          <w:sz w:val="20"/>
          <w:szCs w:val="20"/>
        </w:rPr>
        <w:t>_____</w:t>
      </w:r>
      <w:r>
        <w:rPr>
          <w:rFonts w:ascii="Garamond" w:hAnsi="Garamond" w:cs="Garamond"/>
          <w:color w:val="000000"/>
          <w:sz w:val="20"/>
          <w:szCs w:val="20"/>
        </w:rPr>
        <w:t xml:space="preserve"> от </w:t>
      </w:r>
      <w:bookmarkStart w:id="16" w:name="Bookmark72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bookmarkEnd w:id="16"/>
      <w:r w:rsidR="003524B9">
        <w:rPr>
          <w:rFonts w:ascii="Garamond" w:hAnsi="Garamond" w:cs="Garamond"/>
          <w:color w:val="000000"/>
          <w:sz w:val="20"/>
          <w:szCs w:val="20"/>
        </w:rPr>
        <w:t>______</w:t>
      </w:r>
      <w:r w:rsidR="003524B9" w:rsidRPr="00194D2F">
        <w:rPr>
          <w:rFonts w:ascii="Garamond" w:hAnsi="Garamond" w:cs="Garamond"/>
          <w:color w:val="000000"/>
          <w:sz w:val="20"/>
          <w:szCs w:val="20"/>
        </w:rPr>
        <w:t>____</w:t>
      </w:r>
    </w:p>
    <w:p w:rsidR="003524B9" w:rsidRDefault="003524B9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3524B9" w:rsidRDefault="003524B9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3524B9" w:rsidRDefault="003524B9" w:rsidP="003524B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3524B9" w:rsidRDefault="003524B9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194D2F" w:rsidRDefault="00E02EBE" w:rsidP="00E02EBE">
      <w:pPr>
        <w:widowControl w:val="0"/>
        <w:autoSpaceDE w:val="0"/>
        <w:autoSpaceDN w:val="0"/>
        <w:adjustRightInd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____________</w:t>
      </w:r>
      <w:r>
        <w:rPr>
          <w:rFonts w:ascii="Garamond" w:hAnsi="Garamond" w:cs="Garamond"/>
          <w:color w:val="000000"/>
          <w:sz w:val="20"/>
          <w:szCs w:val="20"/>
        </w:rPr>
        <w:t>_________</w:t>
      </w:r>
      <w:r w:rsidRPr="00194D2F">
        <w:rPr>
          <w:rFonts w:ascii="Garamond" w:hAnsi="Garamond" w:cs="Garamond"/>
          <w:color w:val="000000"/>
          <w:sz w:val="20"/>
          <w:szCs w:val="20"/>
        </w:rPr>
        <w:t>____</w:t>
      </w:r>
      <w:r w:rsidRPr="00194D2F">
        <w:rPr>
          <w:rFonts w:ascii="Garamond" w:hAnsi="Garamond" w:cs="Garamond"/>
          <w:b/>
          <w:bCs/>
          <w:sz w:val="20"/>
          <w:szCs w:val="20"/>
        </w:rPr>
        <w:t> </w:t>
      </w: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E02EBE" w:rsidRPr="00194D2F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 w:rsidRPr="00194D2F"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E02EBE" w:rsidRPr="00194D2F" w:rsidRDefault="00E02EBE" w:rsidP="00E02EBE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02EBE" w:rsidRPr="00C96337" w:rsidRDefault="00E02EBE" w:rsidP="00E02EBE">
      <w:pPr>
        <w:widowControl w:val="0"/>
        <w:autoSpaceDE w:val="0"/>
        <w:autoSpaceDN w:val="0"/>
        <w:adjustRightInd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Принял</w:t>
      </w:r>
      <w:r w:rsidRPr="00C96337">
        <w:rPr>
          <w:rFonts w:ascii="Garamond" w:hAnsi="Garamond" w:cs="Garamond"/>
          <w:color w:val="000000"/>
          <w:sz w:val="20"/>
          <w:szCs w:val="20"/>
        </w:rPr>
        <w:t>:</w:t>
      </w:r>
    </w:p>
    <w:p w:rsidR="00E02EBE" w:rsidRPr="00C96337" w:rsidRDefault="00E02EBE" w:rsidP="00E02EBE">
      <w:pPr>
        <w:widowControl w:val="0"/>
        <w:autoSpaceDE w:val="0"/>
        <w:autoSpaceDN w:val="0"/>
        <w:adjustRightInd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Арендатор</w:t>
      </w:r>
      <w:r w:rsidRPr="00C96337">
        <w:rPr>
          <w:rFonts w:ascii="Garamond" w:hAnsi="Garamond" w:cs="Garamond"/>
          <w:color w:val="000000"/>
          <w:sz w:val="20"/>
          <w:szCs w:val="20"/>
        </w:rPr>
        <w:t>:</w:t>
      </w:r>
    </w:p>
    <w:p w:rsidR="00E02EBE" w:rsidRDefault="00E02EBE" w:rsidP="00E02EBE">
      <w:pPr>
        <w:widowControl w:val="0"/>
        <w:autoSpaceDE w:val="0"/>
        <w:autoSpaceDN w:val="0"/>
        <w:adjustRightInd w:val="0"/>
        <w:ind w:left="440" w:hanging="20"/>
        <w:jc w:val="both"/>
        <w:rPr>
          <w:rFonts w:ascii="Garamond" w:hAnsi="Garamond" w:cs="Garamond"/>
          <w:b/>
          <w:bCs/>
          <w:sz w:val="20"/>
          <w:szCs w:val="20"/>
        </w:rPr>
      </w:pPr>
    </w:p>
    <w:p w:rsidR="00E02EBE" w:rsidRPr="002D35C5" w:rsidRDefault="00E02EBE" w:rsidP="00E02EBE">
      <w:pPr>
        <w:widowControl w:val="0"/>
        <w:autoSpaceDE w:val="0"/>
        <w:autoSpaceDN w:val="0"/>
        <w:adjustRightInd w:val="0"/>
        <w:ind w:left="440" w:hanging="20"/>
        <w:jc w:val="both"/>
        <w:rPr>
          <w:rFonts w:ascii="Garamond" w:hAnsi="Garamond" w:cs="Garamond"/>
          <w:b/>
          <w:sz w:val="20"/>
          <w:szCs w:val="20"/>
        </w:rPr>
      </w:pPr>
      <w:r w:rsidRPr="007835CB">
        <w:rPr>
          <w:rFonts w:ascii="Garamond" w:hAnsi="Garamond" w:cs="Garamond"/>
          <w:color w:val="000000"/>
          <w:sz w:val="20"/>
          <w:szCs w:val="20"/>
        </w:rPr>
        <w:t>_______________________</w:t>
      </w:r>
      <w:r w:rsidRPr="007835CB">
        <w:rPr>
          <w:rFonts w:ascii="Garamond" w:hAnsi="Garamond" w:cs="Garamond"/>
          <w:b/>
          <w:color w:val="000000"/>
          <w:sz w:val="20"/>
          <w:szCs w:val="20"/>
        </w:rPr>
        <w:t>_</w:t>
      </w:r>
      <w:bookmarkStart w:id="17" w:name="Bookmark14"/>
      <w:r w:rsidRPr="007835CB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bookmarkEnd w:id="17"/>
      <w:r w:rsidRPr="002D35C5">
        <w:rPr>
          <w:rFonts w:ascii="Garamond" w:hAnsi="Garamond" w:cs="Garamond"/>
          <w:b/>
          <w:sz w:val="20"/>
          <w:szCs w:val="20"/>
        </w:rPr>
        <w:t> </w:t>
      </w:r>
      <w:bookmarkStart w:id="18" w:name="Bookmark76"/>
      <w:r>
        <w:rPr>
          <w:rFonts w:ascii="Garamond" w:hAnsi="Garamond" w:cs="Garamond"/>
          <w:b/>
          <w:sz w:val="20"/>
          <w:szCs w:val="20"/>
        </w:rPr>
        <w:t xml:space="preserve"> </w:t>
      </w:r>
      <w:bookmarkEnd w:id="18"/>
    </w:p>
    <w:p w:rsidR="00E02EBE" w:rsidRPr="007835CB" w:rsidRDefault="00E02EBE" w:rsidP="00E02EB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 w:rsidRPr="00194D2F"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80083F" w:rsidRDefault="00E02EBE" w:rsidP="00FA2D5A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bCs/>
          <w:sz w:val="20"/>
          <w:szCs w:val="20"/>
        </w:rPr>
      </w:pPr>
      <w:bookmarkStart w:id="19" w:name="IP3"/>
      <w:r w:rsidRPr="00BE4D28">
        <w:rPr>
          <w:rFonts w:ascii="Garamond" w:hAnsi="Garamond" w:cs="Garamond"/>
          <w:bCs/>
          <w:sz w:val="20"/>
          <w:szCs w:val="20"/>
        </w:rPr>
        <w:t>М</w:t>
      </w:r>
      <w:r w:rsidRPr="007835CB">
        <w:rPr>
          <w:rFonts w:ascii="Garamond" w:hAnsi="Garamond" w:cs="Garamond"/>
          <w:bCs/>
          <w:sz w:val="20"/>
          <w:szCs w:val="20"/>
        </w:rPr>
        <w:t>.</w:t>
      </w:r>
      <w:r w:rsidRPr="00BE4D28">
        <w:rPr>
          <w:rFonts w:ascii="Garamond" w:hAnsi="Garamond" w:cs="Garamond"/>
          <w:bCs/>
          <w:sz w:val="20"/>
          <w:szCs w:val="20"/>
        </w:rPr>
        <w:t>П</w:t>
      </w:r>
      <w:r w:rsidRPr="007835CB">
        <w:rPr>
          <w:rFonts w:ascii="Garamond" w:hAnsi="Garamond" w:cs="Garamond"/>
          <w:bCs/>
          <w:sz w:val="20"/>
          <w:szCs w:val="20"/>
        </w:rPr>
        <w:t>.</w:t>
      </w:r>
      <w:bookmarkEnd w:id="19"/>
    </w:p>
    <w:p w:rsidR="0080083F" w:rsidRDefault="0080083F" w:rsidP="00FA2D5A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</w:pPr>
    </w:p>
    <w:p w:rsidR="00E02EBE" w:rsidRDefault="00E02EBE" w:rsidP="00632B25"/>
    <w:p w:rsidR="00E02EBE" w:rsidRDefault="00E02EBE" w:rsidP="00632B25"/>
    <w:p w:rsidR="00E02EBE" w:rsidRDefault="00E02EBE" w:rsidP="00632B25"/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9504A4" w:rsidRDefault="009504A4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CE0F7A" w:rsidRDefault="00CE0F7A" w:rsidP="0080083F">
      <w:pPr>
        <w:tabs>
          <w:tab w:val="left" w:pos="-284"/>
        </w:tabs>
        <w:contextualSpacing/>
        <w:rPr>
          <w:sz w:val="28"/>
        </w:rPr>
      </w:pPr>
    </w:p>
    <w:p w:rsidR="00CE0F7A" w:rsidRDefault="00CE0F7A" w:rsidP="0080083F">
      <w:pPr>
        <w:tabs>
          <w:tab w:val="left" w:pos="-284"/>
        </w:tabs>
        <w:contextualSpacing/>
        <w:rPr>
          <w:sz w:val="28"/>
        </w:rPr>
      </w:pPr>
    </w:p>
    <w:p w:rsidR="00CE0F7A" w:rsidRDefault="00CE0F7A" w:rsidP="0080083F">
      <w:pPr>
        <w:tabs>
          <w:tab w:val="left" w:pos="-284"/>
        </w:tabs>
        <w:contextualSpacing/>
        <w:rPr>
          <w:sz w:val="28"/>
        </w:rPr>
      </w:pPr>
    </w:p>
    <w:p w:rsidR="0080083F" w:rsidRDefault="0080083F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3524B9" w:rsidRDefault="003524B9" w:rsidP="0080083F">
      <w:pPr>
        <w:tabs>
          <w:tab w:val="left" w:pos="-284"/>
        </w:tabs>
        <w:contextualSpacing/>
        <w:rPr>
          <w:sz w:val="28"/>
        </w:rPr>
      </w:pPr>
    </w:p>
    <w:p w:rsidR="007A2BAA" w:rsidRDefault="007A2BAA" w:rsidP="0080083F">
      <w:pPr>
        <w:tabs>
          <w:tab w:val="left" w:pos="-284"/>
        </w:tabs>
        <w:contextualSpacing/>
        <w:rPr>
          <w:sz w:val="28"/>
        </w:rPr>
      </w:pPr>
    </w:p>
    <w:p w:rsidR="0080083F" w:rsidRPr="001E1192" w:rsidRDefault="0080083F" w:rsidP="0080083F">
      <w:pPr>
        <w:contextualSpacing/>
        <w:jc w:val="both"/>
        <w:rPr>
          <w:sz w:val="28"/>
        </w:rPr>
      </w:pPr>
    </w:p>
    <w:p w:rsidR="0080083F" w:rsidRPr="003524B9" w:rsidRDefault="0080083F" w:rsidP="0080083F">
      <w:pPr>
        <w:tabs>
          <w:tab w:val="left" w:pos="-284"/>
        </w:tabs>
        <w:contextualSpacing/>
      </w:pPr>
      <w:r w:rsidRPr="003524B9">
        <w:t xml:space="preserve">Начальник управления </w:t>
      </w:r>
    </w:p>
    <w:p w:rsidR="0080083F" w:rsidRPr="003524B9" w:rsidRDefault="0080083F" w:rsidP="0080083F">
      <w:pPr>
        <w:tabs>
          <w:tab w:val="left" w:pos="-284"/>
        </w:tabs>
        <w:contextualSpacing/>
      </w:pPr>
      <w:r w:rsidRPr="003524B9">
        <w:t>правового обеспечения</w:t>
      </w:r>
      <w:r w:rsidRPr="003524B9">
        <w:tab/>
      </w:r>
      <w:r w:rsidRPr="003524B9">
        <w:tab/>
      </w:r>
      <w:r w:rsidRPr="003524B9">
        <w:tab/>
      </w:r>
      <w:r w:rsidRPr="003524B9">
        <w:tab/>
        <w:t xml:space="preserve">                                </w:t>
      </w:r>
      <w:r w:rsidR="003524B9">
        <w:t xml:space="preserve">            </w:t>
      </w:r>
      <w:r w:rsidRPr="003524B9">
        <w:t xml:space="preserve">          О.А. Авраменко</w:t>
      </w:r>
    </w:p>
    <w:p w:rsidR="0080083F" w:rsidRPr="003524B9" w:rsidRDefault="0080083F" w:rsidP="0080083F">
      <w:pPr>
        <w:tabs>
          <w:tab w:val="left" w:pos="-426"/>
        </w:tabs>
        <w:contextualSpacing/>
      </w:pPr>
    </w:p>
    <w:p w:rsidR="0080083F" w:rsidRPr="003524B9" w:rsidRDefault="00400C07" w:rsidP="0080083F">
      <w:pPr>
        <w:tabs>
          <w:tab w:val="left" w:pos="-284"/>
        </w:tabs>
        <w:contextualSpacing/>
      </w:pPr>
      <w:r w:rsidRPr="003524B9">
        <w:t>Н</w:t>
      </w:r>
      <w:r w:rsidR="0080083F" w:rsidRPr="003524B9">
        <w:t>ачальник эк</w:t>
      </w:r>
      <w:r w:rsidR="00731599" w:rsidRPr="003524B9">
        <w:t>спертно-правового отдела</w:t>
      </w:r>
      <w:r w:rsidR="00731599" w:rsidRPr="003524B9">
        <w:tab/>
      </w:r>
      <w:r w:rsidR="00731599" w:rsidRPr="003524B9">
        <w:tab/>
      </w:r>
      <w:r w:rsidR="00731599" w:rsidRPr="003524B9">
        <w:tab/>
      </w:r>
      <w:r w:rsidR="00731599" w:rsidRPr="003524B9">
        <w:tab/>
      </w:r>
      <w:r w:rsidR="00731599" w:rsidRPr="003524B9">
        <w:tab/>
        <w:t xml:space="preserve">  </w:t>
      </w:r>
      <w:r w:rsidR="003524B9">
        <w:t xml:space="preserve">                 </w:t>
      </w:r>
      <w:r w:rsidRPr="003524B9">
        <w:t>В.А. Аненнкова</w:t>
      </w:r>
      <w:r w:rsidR="0080083F" w:rsidRPr="003524B9">
        <w:t xml:space="preserve"> </w:t>
      </w:r>
      <w:r w:rsidR="0080083F" w:rsidRPr="003524B9">
        <w:tab/>
      </w:r>
      <w:r w:rsidR="0080083F" w:rsidRPr="003524B9">
        <w:tab/>
      </w:r>
      <w:r w:rsidR="0080083F" w:rsidRPr="003524B9">
        <w:tab/>
        <w:t xml:space="preserve">                                                           </w:t>
      </w:r>
    </w:p>
    <w:p w:rsidR="0080083F" w:rsidRPr="003524B9" w:rsidRDefault="0080083F" w:rsidP="0080083F">
      <w:pPr>
        <w:tabs>
          <w:tab w:val="left" w:pos="-284"/>
        </w:tabs>
        <w:contextualSpacing/>
      </w:pPr>
      <w:r w:rsidRPr="003524B9">
        <w:t xml:space="preserve">Начальник </w:t>
      </w:r>
      <w:bookmarkStart w:id="20" w:name="_Hlk45190763"/>
      <w:r w:rsidRPr="003524B9">
        <w:t xml:space="preserve">управления аренды и приватизации </w:t>
      </w:r>
    </w:p>
    <w:p w:rsidR="0080083F" w:rsidRPr="003524B9" w:rsidRDefault="0080083F" w:rsidP="0080083F">
      <w:pPr>
        <w:tabs>
          <w:tab w:val="left" w:pos="-284"/>
        </w:tabs>
        <w:contextualSpacing/>
      </w:pPr>
      <w:r w:rsidRPr="003524B9">
        <w:t>недвижимого имущества</w:t>
      </w:r>
      <w:bookmarkEnd w:id="20"/>
      <w:r w:rsidRPr="003524B9">
        <w:tab/>
      </w:r>
      <w:r w:rsidRPr="003524B9">
        <w:tab/>
      </w:r>
      <w:r w:rsidRPr="003524B9">
        <w:tab/>
        <w:t xml:space="preserve">                                   </w:t>
      </w:r>
      <w:r w:rsidR="007A2BAA" w:rsidRPr="003524B9">
        <w:t xml:space="preserve">    </w:t>
      </w:r>
      <w:r w:rsidR="003524B9">
        <w:t xml:space="preserve">                        </w:t>
      </w:r>
      <w:r w:rsidR="007A2BAA" w:rsidRPr="003524B9">
        <w:t xml:space="preserve">     Р.А. Толкачева</w:t>
      </w:r>
    </w:p>
    <w:p w:rsidR="007A2BAA" w:rsidRPr="003524B9" w:rsidRDefault="007A2BAA" w:rsidP="0080083F">
      <w:pPr>
        <w:tabs>
          <w:tab w:val="left" w:pos="-284"/>
        </w:tabs>
        <w:contextualSpacing/>
      </w:pPr>
    </w:p>
    <w:p w:rsidR="007A2BAA" w:rsidRPr="003524B9" w:rsidRDefault="007A2BAA" w:rsidP="007A2BAA">
      <w:pPr>
        <w:tabs>
          <w:tab w:val="left" w:pos="-284"/>
        </w:tabs>
        <w:contextualSpacing/>
      </w:pPr>
      <w:r w:rsidRPr="003524B9">
        <w:t xml:space="preserve">Начальник сектора аренды </w:t>
      </w:r>
    </w:p>
    <w:p w:rsidR="007A2BAA" w:rsidRPr="003524B9" w:rsidRDefault="007A2BAA" w:rsidP="007A2BAA">
      <w:pPr>
        <w:tabs>
          <w:tab w:val="left" w:pos="-284"/>
        </w:tabs>
        <w:contextualSpacing/>
      </w:pPr>
      <w:r w:rsidRPr="003524B9">
        <w:t>недвижимого имущества</w:t>
      </w:r>
      <w:r w:rsidRPr="003524B9">
        <w:tab/>
      </w:r>
      <w:r w:rsidRPr="003524B9">
        <w:tab/>
        <w:t xml:space="preserve">                                         </w:t>
      </w:r>
      <w:r w:rsidR="003524B9">
        <w:t xml:space="preserve">                          </w:t>
      </w:r>
      <w:r w:rsidRPr="003524B9">
        <w:t xml:space="preserve">     С.М. Канчуковский</w:t>
      </w:r>
    </w:p>
    <w:p w:rsidR="00374B32" w:rsidRPr="003524B9" w:rsidRDefault="00374B32" w:rsidP="00632B25"/>
    <w:sectPr w:rsidR="00374B32" w:rsidRPr="003524B9" w:rsidSect="00C662E0">
      <w:footerReference w:type="default" r:id="rId8"/>
      <w:pgSz w:w="11906" w:h="16838"/>
      <w:pgMar w:top="567" w:right="737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B2E30" w:rsidRDefault="000B2E30" w:rsidP="003B0A53">
      <w:r>
        <w:separator/>
      </w:r>
    </w:p>
  </w:endnote>
  <w:endnote w:type="continuationSeparator" w:id="0">
    <w:p w:rsidR="000B2E30" w:rsidRDefault="000B2E30" w:rsidP="003B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64A7D" w:rsidRDefault="004E0F6A" w:rsidP="003B4E63">
    <w:pPr>
      <w:pStyle w:val="ac"/>
      <w:jc w:val="right"/>
      <w:rPr>
        <w:sz w:val="20"/>
        <w:szCs w:val="20"/>
      </w:rPr>
    </w:pPr>
    <w:r w:rsidRPr="00D76277">
      <w:rPr>
        <w:sz w:val="20"/>
        <w:szCs w:val="20"/>
      </w:rPr>
      <w:fldChar w:fldCharType="begin"/>
    </w:r>
    <w:r w:rsidR="00464A7D" w:rsidRPr="00D76277">
      <w:rPr>
        <w:sz w:val="20"/>
        <w:szCs w:val="20"/>
      </w:rPr>
      <w:instrText xml:space="preserve"> PAGE   \* MERGEFORMAT </w:instrText>
    </w:r>
    <w:r w:rsidRPr="00D76277">
      <w:rPr>
        <w:sz w:val="20"/>
        <w:szCs w:val="20"/>
      </w:rPr>
      <w:fldChar w:fldCharType="separate"/>
    </w:r>
    <w:r w:rsidR="0010261E">
      <w:rPr>
        <w:noProof/>
        <w:sz w:val="20"/>
        <w:szCs w:val="20"/>
      </w:rPr>
      <w:t>1</w:t>
    </w:r>
    <w:r w:rsidRPr="00D7627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B2E30" w:rsidRDefault="000B2E30" w:rsidP="003B0A53">
      <w:r>
        <w:separator/>
      </w:r>
    </w:p>
  </w:footnote>
  <w:footnote w:type="continuationSeparator" w:id="0">
    <w:p w:rsidR="000B2E30" w:rsidRDefault="000B2E30" w:rsidP="003B0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B45AA"/>
    <w:multiLevelType w:val="hybridMultilevel"/>
    <w:tmpl w:val="9864C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84DEB"/>
    <w:multiLevelType w:val="multilevel"/>
    <w:tmpl w:val="D93C8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ED363B1"/>
    <w:multiLevelType w:val="multilevel"/>
    <w:tmpl w:val="14486A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3E43E73"/>
    <w:multiLevelType w:val="multilevel"/>
    <w:tmpl w:val="4474710A"/>
    <w:numStyleLink w:val="1"/>
  </w:abstractNum>
  <w:abstractNum w:abstractNumId="8" w15:restartNumberingAfterBreak="0">
    <w:nsid w:val="187F7FD1"/>
    <w:multiLevelType w:val="multilevel"/>
    <w:tmpl w:val="4474710A"/>
    <w:numStyleLink w:val="1"/>
  </w:abstractNum>
  <w:abstractNum w:abstractNumId="9" w15:restartNumberingAfterBreak="0">
    <w:nsid w:val="19BB59C7"/>
    <w:multiLevelType w:val="hybridMultilevel"/>
    <w:tmpl w:val="65EEEEB0"/>
    <w:lvl w:ilvl="0" w:tplc="5F606112">
      <w:start w:val="9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656913"/>
    <w:multiLevelType w:val="multilevel"/>
    <w:tmpl w:val="92F432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641CD8"/>
    <w:multiLevelType w:val="multilevel"/>
    <w:tmpl w:val="D4683CE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82F2E9D"/>
    <w:multiLevelType w:val="hybridMultilevel"/>
    <w:tmpl w:val="7CEE4D68"/>
    <w:lvl w:ilvl="0" w:tplc="1DC8D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52108"/>
    <w:multiLevelType w:val="hybridMultilevel"/>
    <w:tmpl w:val="2C869882"/>
    <w:lvl w:ilvl="0" w:tplc="65805E90">
      <w:start w:val="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2F6E1D"/>
    <w:multiLevelType w:val="hybridMultilevel"/>
    <w:tmpl w:val="955C8E42"/>
    <w:lvl w:ilvl="0" w:tplc="E5D4AD8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71621655"/>
    <w:multiLevelType w:val="multilevel"/>
    <w:tmpl w:val="D0DC412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  <w:b w:val="0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27B17D5"/>
    <w:multiLevelType w:val="multilevel"/>
    <w:tmpl w:val="92F4329E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isLgl/>
      <w:lvlText w:val="%1.%2."/>
      <w:lvlJc w:val="left"/>
      <w:pPr>
        <w:ind w:left="6613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9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38" w:hanging="1800"/>
      </w:pPr>
      <w:rPr>
        <w:rFonts w:hint="default"/>
      </w:rPr>
    </w:lvl>
  </w:abstractNum>
  <w:abstractNum w:abstractNumId="21" w15:restartNumberingAfterBreak="0">
    <w:nsid w:val="731123AF"/>
    <w:multiLevelType w:val="multilevel"/>
    <w:tmpl w:val="E6A4B1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24" w15:restartNumberingAfterBreak="0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13383065">
    <w:abstractNumId w:val="8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 w16cid:durableId="1649284248">
    <w:abstractNumId w:val="16"/>
  </w:num>
  <w:num w:numId="3" w16cid:durableId="1760786913">
    <w:abstractNumId w:val="17"/>
  </w:num>
  <w:num w:numId="4" w16cid:durableId="980381748">
    <w:abstractNumId w:val="22"/>
  </w:num>
  <w:num w:numId="5" w16cid:durableId="624121202">
    <w:abstractNumId w:val="24"/>
  </w:num>
  <w:num w:numId="6" w16cid:durableId="1049961486">
    <w:abstractNumId w:val="12"/>
  </w:num>
  <w:num w:numId="7" w16cid:durableId="336688813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 w16cid:durableId="1960794046">
    <w:abstractNumId w:val="4"/>
  </w:num>
  <w:num w:numId="9" w16cid:durableId="1183936123">
    <w:abstractNumId w:val="19"/>
  </w:num>
  <w:num w:numId="10" w16cid:durableId="1881552275">
    <w:abstractNumId w:val="2"/>
  </w:num>
  <w:num w:numId="11" w16cid:durableId="1132022962">
    <w:abstractNumId w:val="20"/>
  </w:num>
  <w:num w:numId="12" w16cid:durableId="1509908436">
    <w:abstractNumId w:val="11"/>
  </w:num>
  <w:num w:numId="13" w16cid:durableId="1092356479">
    <w:abstractNumId w:val="10"/>
  </w:num>
  <w:num w:numId="14" w16cid:durableId="13939688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1129523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52543913">
    <w:abstractNumId w:val="6"/>
  </w:num>
  <w:num w:numId="17" w16cid:durableId="1009136007">
    <w:abstractNumId w:val="15"/>
  </w:num>
  <w:num w:numId="18" w16cid:durableId="868758919">
    <w:abstractNumId w:val="9"/>
  </w:num>
  <w:num w:numId="19" w16cid:durableId="1278754425">
    <w:abstractNumId w:val="21"/>
  </w:num>
  <w:num w:numId="20" w16cid:durableId="260530003">
    <w:abstractNumId w:val="3"/>
  </w:num>
  <w:num w:numId="21" w16cid:durableId="1712220556">
    <w:abstractNumId w:val="14"/>
  </w:num>
  <w:num w:numId="22" w16cid:durableId="2001426100">
    <w:abstractNumId w:val="5"/>
  </w:num>
  <w:num w:numId="23" w16cid:durableId="222521945">
    <w:abstractNumId w:val="18"/>
  </w:num>
  <w:num w:numId="24" w16cid:durableId="353772042">
    <w:abstractNumId w:val="7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25" w16cid:durableId="2096706258">
    <w:abstractNumId w:val="23"/>
  </w:num>
  <w:num w:numId="26" w16cid:durableId="1740712559">
    <w:abstractNumId w:val="1"/>
  </w:num>
  <w:num w:numId="27" w16cid:durableId="19064510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1E"/>
    <w:rsid w:val="00000207"/>
    <w:rsid w:val="000010D3"/>
    <w:rsid w:val="000016DE"/>
    <w:rsid w:val="00002810"/>
    <w:rsid w:val="00003663"/>
    <w:rsid w:val="00003DE2"/>
    <w:rsid w:val="00004763"/>
    <w:rsid w:val="00006B63"/>
    <w:rsid w:val="000074F4"/>
    <w:rsid w:val="000120D1"/>
    <w:rsid w:val="0001357C"/>
    <w:rsid w:val="00014B81"/>
    <w:rsid w:val="0001527F"/>
    <w:rsid w:val="00015DA8"/>
    <w:rsid w:val="000179AA"/>
    <w:rsid w:val="000214D2"/>
    <w:rsid w:val="000216CF"/>
    <w:rsid w:val="000218D3"/>
    <w:rsid w:val="00022C66"/>
    <w:rsid w:val="0003054A"/>
    <w:rsid w:val="00031806"/>
    <w:rsid w:val="000326D9"/>
    <w:rsid w:val="00033E3A"/>
    <w:rsid w:val="0003414A"/>
    <w:rsid w:val="000344DC"/>
    <w:rsid w:val="00034891"/>
    <w:rsid w:val="00037C3E"/>
    <w:rsid w:val="00040BE2"/>
    <w:rsid w:val="00045F0E"/>
    <w:rsid w:val="00046553"/>
    <w:rsid w:val="00047F92"/>
    <w:rsid w:val="00051849"/>
    <w:rsid w:val="0005258F"/>
    <w:rsid w:val="000566C2"/>
    <w:rsid w:val="00057331"/>
    <w:rsid w:val="00057F45"/>
    <w:rsid w:val="000618F3"/>
    <w:rsid w:val="000629D6"/>
    <w:rsid w:val="0006327D"/>
    <w:rsid w:val="00063332"/>
    <w:rsid w:val="0006333E"/>
    <w:rsid w:val="0006458F"/>
    <w:rsid w:val="0006500D"/>
    <w:rsid w:val="00066F4D"/>
    <w:rsid w:val="000678DB"/>
    <w:rsid w:val="00076107"/>
    <w:rsid w:val="0007691D"/>
    <w:rsid w:val="000835E9"/>
    <w:rsid w:val="000838A4"/>
    <w:rsid w:val="00085B22"/>
    <w:rsid w:val="000913D8"/>
    <w:rsid w:val="000913DD"/>
    <w:rsid w:val="00093B67"/>
    <w:rsid w:val="00095ABC"/>
    <w:rsid w:val="0009756F"/>
    <w:rsid w:val="00097984"/>
    <w:rsid w:val="00097FF0"/>
    <w:rsid w:val="000A0755"/>
    <w:rsid w:val="000A33C5"/>
    <w:rsid w:val="000A4634"/>
    <w:rsid w:val="000A5E94"/>
    <w:rsid w:val="000A6408"/>
    <w:rsid w:val="000B2E30"/>
    <w:rsid w:val="000B3503"/>
    <w:rsid w:val="000B4B8F"/>
    <w:rsid w:val="000B5366"/>
    <w:rsid w:val="000B65BE"/>
    <w:rsid w:val="000B71EC"/>
    <w:rsid w:val="000C10D9"/>
    <w:rsid w:val="000C291E"/>
    <w:rsid w:val="000C4161"/>
    <w:rsid w:val="000C654B"/>
    <w:rsid w:val="000C76BB"/>
    <w:rsid w:val="000D163C"/>
    <w:rsid w:val="000D1D58"/>
    <w:rsid w:val="000D4479"/>
    <w:rsid w:val="000D56F8"/>
    <w:rsid w:val="000E11A0"/>
    <w:rsid w:val="000E7AD5"/>
    <w:rsid w:val="000E7DB1"/>
    <w:rsid w:val="000F13B7"/>
    <w:rsid w:val="000F5996"/>
    <w:rsid w:val="0010261E"/>
    <w:rsid w:val="001035B9"/>
    <w:rsid w:val="00103C74"/>
    <w:rsid w:val="0010431E"/>
    <w:rsid w:val="001104CB"/>
    <w:rsid w:val="00111159"/>
    <w:rsid w:val="00112AD6"/>
    <w:rsid w:val="00112E1B"/>
    <w:rsid w:val="001150ED"/>
    <w:rsid w:val="00115958"/>
    <w:rsid w:val="0011724C"/>
    <w:rsid w:val="00117F09"/>
    <w:rsid w:val="00124E27"/>
    <w:rsid w:val="0012509A"/>
    <w:rsid w:val="00125456"/>
    <w:rsid w:val="00126690"/>
    <w:rsid w:val="0012733A"/>
    <w:rsid w:val="00127992"/>
    <w:rsid w:val="00130047"/>
    <w:rsid w:val="001329CF"/>
    <w:rsid w:val="001332AC"/>
    <w:rsid w:val="001359C2"/>
    <w:rsid w:val="001364CB"/>
    <w:rsid w:val="00136C20"/>
    <w:rsid w:val="00140E5B"/>
    <w:rsid w:val="0014199B"/>
    <w:rsid w:val="00143060"/>
    <w:rsid w:val="0014483D"/>
    <w:rsid w:val="00144A6F"/>
    <w:rsid w:val="00145327"/>
    <w:rsid w:val="00147DE8"/>
    <w:rsid w:val="00150808"/>
    <w:rsid w:val="00151051"/>
    <w:rsid w:val="00151DB2"/>
    <w:rsid w:val="001525D7"/>
    <w:rsid w:val="0015347D"/>
    <w:rsid w:val="00153B13"/>
    <w:rsid w:val="001565BF"/>
    <w:rsid w:val="001623C5"/>
    <w:rsid w:val="0016416F"/>
    <w:rsid w:val="00165251"/>
    <w:rsid w:val="0016565E"/>
    <w:rsid w:val="0016608A"/>
    <w:rsid w:val="00167044"/>
    <w:rsid w:val="001702EC"/>
    <w:rsid w:val="0017121E"/>
    <w:rsid w:val="0017140A"/>
    <w:rsid w:val="00171653"/>
    <w:rsid w:val="00171C54"/>
    <w:rsid w:val="001726C6"/>
    <w:rsid w:val="00172E84"/>
    <w:rsid w:val="001734F5"/>
    <w:rsid w:val="0017381D"/>
    <w:rsid w:val="00175702"/>
    <w:rsid w:val="001802FE"/>
    <w:rsid w:val="00180C70"/>
    <w:rsid w:val="00181B21"/>
    <w:rsid w:val="00184819"/>
    <w:rsid w:val="001908BF"/>
    <w:rsid w:val="0019170A"/>
    <w:rsid w:val="00191A8B"/>
    <w:rsid w:val="00194D2F"/>
    <w:rsid w:val="00195354"/>
    <w:rsid w:val="00195C8F"/>
    <w:rsid w:val="00195CD9"/>
    <w:rsid w:val="00197A01"/>
    <w:rsid w:val="001A257D"/>
    <w:rsid w:val="001A2794"/>
    <w:rsid w:val="001A2E5B"/>
    <w:rsid w:val="001A68F4"/>
    <w:rsid w:val="001A749E"/>
    <w:rsid w:val="001B1109"/>
    <w:rsid w:val="001B1326"/>
    <w:rsid w:val="001B2117"/>
    <w:rsid w:val="001B2C68"/>
    <w:rsid w:val="001B365E"/>
    <w:rsid w:val="001B4E2C"/>
    <w:rsid w:val="001B5133"/>
    <w:rsid w:val="001C1753"/>
    <w:rsid w:val="001C6329"/>
    <w:rsid w:val="001C67B2"/>
    <w:rsid w:val="001D098B"/>
    <w:rsid w:val="001D0BFE"/>
    <w:rsid w:val="001D159E"/>
    <w:rsid w:val="001D21AE"/>
    <w:rsid w:val="001D6D32"/>
    <w:rsid w:val="001D78E6"/>
    <w:rsid w:val="001E092B"/>
    <w:rsid w:val="001E0D84"/>
    <w:rsid w:val="001E36F6"/>
    <w:rsid w:val="001E48E5"/>
    <w:rsid w:val="001E72BF"/>
    <w:rsid w:val="001E73DB"/>
    <w:rsid w:val="001F003D"/>
    <w:rsid w:val="001F251C"/>
    <w:rsid w:val="001F32C6"/>
    <w:rsid w:val="001F3CB9"/>
    <w:rsid w:val="00206324"/>
    <w:rsid w:val="00215844"/>
    <w:rsid w:val="00221732"/>
    <w:rsid w:val="00221A54"/>
    <w:rsid w:val="00221B7E"/>
    <w:rsid w:val="00223854"/>
    <w:rsid w:val="00225C99"/>
    <w:rsid w:val="00227823"/>
    <w:rsid w:val="00227E20"/>
    <w:rsid w:val="0023034D"/>
    <w:rsid w:val="00231045"/>
    <w:rsid w:val="0023573C"/>
    <w:rsid w:val="002360B6"/>
    <w:rsid w:val="00240DB4"/>
    <w:rsid w:val="002416C8"/>
    <w:rsid w:val="00242D61"/>
    <w:rsid w:val="002445D5"/>
    <w:rsid w:val="00246FA4"/>
    <w:rsid w:val="002500DB"/>
    <w:rsid w:val="0025094D"/>
    <w:rsid w:val="00251D04"/>
    <w:rsid w:val="0026070D"/>
    <w:rsid w:val="0026294C"/>
    <w:rsid w:val="00265587"/>
    <w:rsid w:val="00266C04"/>
    <w:rsid w:val="002671E8"/>
    <w:rsid w:val="0026770E"/>
    <w:rsid w:val="00270110"/>
    <w:rsid w:val="00270D01"/>
    <w:rsid w:val="00271636"/>
    <w:rsid w:val="002724F7"/>
    <w:rsid w:val="00273BBA"/>
    <w:rsid w:val="00273E22"/>
    <w:rsid w:val="002744A5"/>
    <w:rsid w:val="00274FA4"/>
    <w:rsid w:val="002819B7"/>
    <w:rsid w:val="00283CF1"/>
    <w:rsid w:val="00285A30"/>
    <w:rsid w:val="00285FEC"/>
    <w:rsid w:val="002876F5"/>
    <w:rsid w:val="002916A4"/>
    <w:rsid w:val="00293609"/>
    <w:rsid w:val="0029448B"/>
    <w:rsid w:val="00294D41"/>
    <w:rsid w:val="002968CD"/>
    <w:rsid w:val="00296978"/>
    <w:rsid w:val="00296E69"/>
    <w:rsid w:val="00297FA6"/>
    <w:rsid w:val="002A29F3"/>
    <w:rsid w:val="002A33D3"/>
    <w:rsid w:val="002A3923"/>
    <w:rsid w:val="002A5641"/>
    <w:rsid w:val="002A585A"/>
    <w:rsid w:val="002B04A5"/>
    <w:rsid w:val="002B1E82"/>
    <w:rsid w:val="002B227F"/>
    <w:rsid w:val="002B5482"/>
    <w:rsid w:val="002B54E4"/>
    <w:rsid w:val="002B55E1"/>
    <w:rsid w:val="002B67DD"/>
    <w:rsid w:val="002B6EC2"/>
    <w:rsid w:val="002C1F4A"/>
    <w:rsid w:val="002C29E3"/>
    <w:rsid w:val="002C3270"/>
    <w:rsid w:val="002C3600"/>
    <w:rsid w:val="002C66A8"/>
    <w:rsid w:val="002D0A00"/>
    <w:rsid w:val="002D0D8C"/>
    <w:rsid w:val="002D2A50"/>
    <w:rsid w:val="002D35C5"/>
    <w:rsid w:val="002D53E2"/>
    <w:rsid w:val="002E08E6"/>
    <w:rsid w:val="002E13BC"/>
    <w:rsid w:val="002E53FA"/>
    <w:rsid w:val="002E58CA"/>
    <w:rsid w:val="002F0060"/>
    <w:rsid w:val="002F0192"/>
    <w:rsid w:val="002F067B"/>
    <w:rsid w:val="002F12B5"/>
    <w:rsid w:val="002F175F"/>
    <w:rsid w:val="002F1F5D"/>
    <w:rsid w:val="002F2DEC"/>
    <w:rsid w:val="002F5ABE"/>
    <w:rsid w:val="002F72E0"/>
    <w:rsid w:val="00300210"/>
    <w:rsid w:val="00302E2E"/>
    <w:rsid w:val="0030343F"/>
    <w:rsid w:val="0030515E"/>
    <w:rsid w:val="003110AF"/>
    <w:rsid w:val="0031166E"/>
    <w:rsid w:val="003132FD"/>
    <w:rsid w:val="00314339"/>
    <w:rsid w:val="00316F66"/>
    <w:rsid w:val="00317905"/>
    <w:rsid w:val="003212DD"/>
    <w:rsid w:val="00321406"/>
    <w:rsid w:val="00321F8C"/>
    <w:rsid w:val="00323029"/>
    <w:rsid w:val="003237A3"/>
    <w:rsid w:val="00327F67"/>
    <w:rsid w:val="00330F69"/>
    <w:rsid w:val="00331237"/>
    <w:rsid w:val="0033168F"/>
    <w:rsid w:val="00333C36"/>
    <w:rsid w:val="00334A41"/>
    <w:rsid w:val="003359F0"/>
    <w:rsid w:val="00335D9A"/>
    <w:rsid w:val="00337269"/>
    <w:rsid w:val="00342014"/>
    <w:rsid w:val="00345DB7"/>
    <w:rsid w:val="003465B7"/>
    <w:rsid w:val="0034676A"/>
    <w:rsid w:val="00346B06"/>
    <w:rsid w:val="0034790A"/>
    <w:rsid w:val="0034795D"/>
    <w:rsid w:val="00347DE5"/>
    <w:rsid w:val="00350513"/>
    <w:rsid w:val="00351375"/>
    <w:rsid w:val="0035140D"/>
    <w:rsid w:val="003524B9"/>
    <w:rsid w:val="003532BE"/>
    <w:rsid w:val="00356AA6"/>
    <w:rsid w:val="0035738B"/>
    <w:rsid w:val="00360166"/>
    <w:rsid w:val="00362148"/>
    <w:rsid w:val="00362942"/>
    <w:rsid w:val="00371DDF"/>
    <w:rsid w:val="00373D66"/>
    <w:rsid w:val="00374B32"/>
    <w:rsid w:val="00380C44"/>
    <w:rsid w:val="00381182"/>
    <w:rsid w:val="003825C1"/>
    <w:rsid w:val="0038277C"/>
    <w:rsid w:val="00383136"/>
    <w:rsid w:val="0038458D"/>
    <w:rsid w:val="00385DBB"/>
    <w:rsid w:val="003865B9"/>
    <w:rsid w:val="00387F9A"/>
    <w:rsid w:val="00391772"/>
    <w:rsid w:val="0039466A"/>
    <w:rsid w:val="00394771"/>
    <w:rsid w:val="00394C70"/>
    <w:rsid w:val="003A5B31"/>
    <w:rsid w:val="003A6533"/>
    <w:rsid w:val="003A7489"/>
    <w:rsid w:val="003B0A53"/>
    <w:rsid w:val="003B4E63"/>
    <w:rsid w:val="003B5222"/>
    <w:rsid w:val="003C0D06"/>
    <w:rsid w:val="003C14F9"/>
    <w:rsid w:val="003C1EC1"/>
    <w:rsid w:val="003C378B"/>
    <w:rsid w:val="003C435D"/>
    <w:rsid w:val="003D0B3E"/>
    <w:rsid w:val="003D1C89"/>
    <w:rsid w:val="003D30D6"/>
    <w:rsid w:val="003D3157"/>
    <w:rsid w:val="003D3CD6"/>
    <w:rsid w:val="003D62B1"/>
    <w:rsid w:val="003D69EA"/>
    <w:rsid w:val="003D7261"/>
    <w:rsid w:val="003E26BC"/>
    <w:rsid w:val="003E422A"/>
    <w:rsid w:val="003E46C2"/>
    <w:rsid w:val="003E5020"/>
    <w:rsid w:val="003F1CB3"/>
    <w:rsid w:val="003F35D8"/>
    <w:rsid w:val="003F3C2B"/>
    <w:rsid w:val="003F4544"/>
    <w:rsid w:val="003F4FF2"/>
    <w:rsid w:val="003F7DAF"/>
    <w:rsid w:val="0040078C"/>
    <w:rsid w:val="00400C07"/>
    <w:rsid w:val="00401304"/>
    <w:rsid w:val="00402586"/>
    <w:rsid w:val="0040422C"/>
    <w:rsid w:val="00406A0B"/>
    <w:rsid w:val="00411C8B"/>
    <w:rsid w:val="004132A7"/>
    <w:rsid w:val="004268EF"/>
    <w:rsid w:val="00430F55"/>
    <w:rsid w:val="0043133B"/>
    <w:rsid w:val="0043366A"/>
    <w:rsid w:val="00434173"/>
    <w:rsid w:val="00434CB3"/>
    <w:rsid w:val="0043723C"/>
    <w:rsid w:val="0044207C"/>
    <w:rsid w:val="00442AEC"/>
    <w:rsid w:val="004473C1"/>
    <w:rsid w:val="004551F8"/>
    <w:rsid w:val="0045552F"/>
    <w:rsid w:val="004558BE"/>
    <w:rsid w:val="004603ED"/>
    <w:rsid w:val="0046361B"/>
    <w:rsid w:val="00464A7D"/>
    <w:rsid w:val="00465C1E"/>
    <w:rsid w:val="00466317"/>
    <w:rsid w:val="0046684A"/>
    <w:rsid w:val="00467562"/>
    <w:rsid w:val="004708A3"/>
    <w:rsid w:val="00471A35"/>
    <w:rsid w:val="00471A9F"/>
    <w:rsid w:val="00471BA1"/>
    <w:rsid w:val="004738A3"/>
    <w:rsid w:val="0047448F"/>
    <w:rsid w:val="00474658"/>
    <w:rsid w:val="00476808"/>
    <w:rsid w:val="0047789E"/>
    <w:rsid w:val="00480A7B"/>
    <w:rsid w:val="004867E0"/>
    <w:rsid w:val="0048702A"/>
    <w:rsid w:val="00491260"/>
    <w:rsid w:val="00492D58"/>
    <w:rsid w:val="00493E05"/>
    <w:rsid w:val="004A1A53"/>
    <w:rsid w:val="004A20D2"/>
    <w:rsid w:val="004A6645"/>
    <w:rsid w:val="004A725D"/>
    <w:rsid w:val="004B22B1"/>
    <w:rsid w:val="004B2DDD"/>
    <w:rsid w:val="004C0454"/>
    <w:rsid w:val="004C2CB0"/>
    <w:rsid w:val="004C485D"/>
    <w:rsid w:val="004C62A3"/>
    <w:rsid w:val="004D1D58"/>
    <w:rsid w:val="004D1DE9"/>
    <w:rsid w:val="004D246C"/>
    <w:rsid w:val="004D3E0F"/>
    <w:rsid w:val="004D532C"/>
    <w:rsid w:val="004D734C"/>
    <w:rsid w:val="004E0691"/>
    <w:rsid w:val="004E0F6A"/>
    <w:rsid w:val="004E63F3"/>
    <w:rsid w:val="004E71CA"/>
    <w:rsid w:val="004F2895"/>
    <w:rsid w:val="004F59F9"/>
    <w:rsid w:val="004F6F78"/>
    <w:rsid w:val="004F781F"/>
    <w:rsid w:val="0050111C"/>
    <w:rsid w:val="00502D38"/>
    <w:rsid w:val="005052C0"/>
    <w:rsid w:val="00507052"/>
    <w:rsid w:val="00507D1E"/>
    <w:rsid w:val="005100FC"/>
    <w:rsid w:val="0051142E"/>
    <w:rsid w:val="00513246"/>
    <w:rsid w:val="00514454"/>
    <w:rsid w:val="00514A0F"/>
    <w:rsid w:val="005151FB"/>
    <w:rsid w:val="00515865"/>
    <w:rsid w:val="00516812"/>
    <w:rsid w:val="00517F7B"/>
    <w:rsid w:val="00521117"/>
    <w:rsid w:val="0052224D"/>
    <w:rsid w:val="005235CD"/>
    <w:rsid w:val="00523A52"/>
    <w:rsid w:val="00524107"/>
    <w:rsid w:val="00524EE2"/>
    <w:rsid w:val="00526258"/>
    <w:rsid w:val="0052675E"/>
    <w:rsid w:val="005268AC"/>
    <w:rsid w:val="00526EE7"/>
    <w:rsid w:val="0052722B"/>
    <w:rsid w:val="00527A28"/>
    <w:rsid w:val="00527A2D"/>
    <w:rsid w:val="005308FA"/>
    <w:rsid w:val="00531AF8"/>
    <w:rsid w:val="00531C8F"/>
    <w:rsid w:val="0053356E"/>
    <w:rsid w:val="005335DA"/>
    <w:rsid w:val="00533A10"/>
    <w:rsid w:val="0053508A"/>
    <w:rsid w:val="0053584A"/>
    <w:rsid w:val="005418D1"/>
    <w:rsid w:val="00541D6D"/>
    <w:rsid w:val="00542362"/>
    <w:rsid w:val="005441C2"/>
    <w:rsid w:val="00544F96"/>
    <w:rsid w:val="00545319"/>
    <w:rsid w:val="005453CE"/>
    <w:rsid w:val="00547AAB"/>
    <w:rsid w:val="00553A90"/>
    <w:rsid w:val="00553BB3"/>
    <w:rsid w:val="00556D03"/>
    <w:rsid w:val="0056148B"/>
    <w:rsid w:val="00561981"/>
    <w:rsid w:val="005628DB"/>
    <w:rsid w:val="00563A8D"/>
    <w:rsid w:val="00564344"/>
    <w:rsid w:val="00572C0D"/>
    <w:rsid w:val="00572CD0"/>
    <w:rsid w:val="00573649"/>
    <w:rsid w:val="00576803"/>
    <w:rsid w:val="0057715E"/>
    <w:rsid w:val="00581EBB"/>
    <w:rsid w:val="005830E1"/>
    <w:rsid w:val="0058322F"/>
    <w:rsid w:val="005844C3"/>
    <w:rsid w:val="00584A41"/>
    <w:rsid w:val="00585090"/>
    <w:rsid w:val="00585D6F"/>
    <w:rsid w:val="005873E7"/>
    <w:rsid w:val="00587C41"/>
    <w:rsid w:val="00590459"/>
    <w:rsid w:val="00591549"/>
    <w:rsid w:val="00592277"/>
    <w:rsid w:val="00593D7B"/>
    <w:rsid w:val="00595226"/>
    <w:rsid w:val="005958B1"/>
    <w:rsid w:val="00597545"/>
    <w:rsid w:val="005A13D2"/>
    <w:rsid w:val="005A2730"/>
    <w:rsid w:val="005A4B02"/>
    <w:rsid w:val="005A638C"/>
    <w:rsid w:val="005B001A"/>
    <w:rsid w:val="005B066E"/>
    <w:rsid w:val="005B126D"/>
    <w:rsid w:val="005B1CA2"/>
    <w:rsid w:val="005B40BD"/>
    <w:rsid w:val="005B47A1"/>
    <w:rsid w:val="005C049D"/>
    <w:rsid w:val="005C28FF"/>
    <w:rsid w:val="005C4DDC"/>
    <w:rsid w:val="005C5286"/>
    <w:rsid w:val="005C68B0"/>
    <w:rsid w:val="005C77E6"/>
    <w:rsid w:val="005D12BF"/>
    <w:rsid w:val="005D14E1"/>
    <w:rsid w:val="005D4423"/>
    <w:rsid w:val="005D5367"/>
    <w:rsid w:val="005D5EB6"/>
    <w:rsid w:val="005D6225"/>
    <w:rsid w:val="005D671E"/>
    <w:rsid w:val="005D7A21"/>
    <w:rsid w:val="005E2CC3"/>
    <w:rsid w:val="005F275B"/>
    <w:rsid w:val="005F4732"/>
    <w:rsid w:val="005F57A4"/>
    <w:rsid w:val="005F77CD"/>
    <w:rsid w:val="00601019"/>
    <w:rsid w:val="00601532"/>
    <w:rsid w:val="0060582D"/>
    <w:rsid w:val="00607A7D"/>
    <w:rsid w:val="00610600"/>
    <w:rsid w:val="00610E7C"/>
    <w:rsid w:val="00612436"/>
    <w:rsid w:val="00612D96"/>
    <w:rsid w:val="00612DDE"/>
    <w:rsid w:val="00612FBA"/>
    <w:rsid w:val="00620409"/>
    <w:rsid w:val="006210EE"/>
    <w:rsid w:val="00621962"/>
    <w:rsid w:val="00621E61"/>
    <w:rsid w:val="00622349"/>
    <w:rsid w:val="006239E6"/>
    <w:rsid w:val="0062728D"/>
    <w:rsid w:val="00627C82"/>
    <w:rsid w:val="00632B25"/>
    <w:rsid w:val="00632F3C"/>
    <w:rsid w:val="00635C75"/>
    <w:rsid w:val="00637808"/>
    <w:rsid w:val="006409B2"/>
    <w:rsid w:val="006410AE"/>
    <w:rsid w:val="00645E35"/>
    <w:rsid w:val="00646300"/>
    <w:rsid w:val="006469BD"/>
    <w:rsid w:val="00647C33"/>
    <w:rsid w:val="006519E5"/>
    <w:rsid w:val="00654B48"/>
    <w:rsid w:val="0065591A"/>
    <w:rsid w:val="00661650"/>
    <w:rsid w:val="00663B9B"/>
    <w:rsid w:val="00663CE3"/>
    <w:rsid w:val="0066645B"/>
    <w:rsid w:val="006678DD"/>
    <w:rsid w:val="006711C9"/>
    <w:rsid w:val="00671857"/>
    <w:rsid w:val="00674D27"/>
    <w:rsid w:val="00675FD2"/>
    <w:rsid w:val="006763D4"/>
    <w:rsid w:val="006807C6"/>
    <w:rsid w:val="00680EA5"/>
    <w:rsid w:val="00680EE4"/>
    <w:rsid w:val="00681582"/>
    <w:rsid w:val="00681E95"/>
    <w:rsid w:val="00683008"/>
    <w:rsid w:val="00683479"/>
    <w:rsid w:val="006849BE"/>
    <w:rsid w:val="00685C69"/>
    <w:rsid w:val="00693D5B"/>
    <w:rsid w:val="00695F35"/>
    <w:rsid w:val="006962A9"/>
    <w:rsid w:val="006965B3"/>
    <w:rsid w:val="0069755E"/>
    <w:rsid w:val="006A1180"/>
    <w:rsid w:val="006A2D0A"/>
    <w:rsid w:val="006A3E22"/>
    <w:rsid w:val="006A4B0F"/>
    <w:rsid w:val="006A4C62"/>
    <w:rsid w:val="006A6E9D"/>
    <w:rsid w:val="006B025C"/>
    <w:rsid w:val="006B1A91"/>
    <w:rsid w:val="006B68CE"/>
    <w:rsid w:val="006C150E"/>
    <w:rsid w:val="006C4D30"/>
    <w:rsid w:val="006C54CD"/>
    <w:rsid w:val="006C57E8"/>
    <w:rsid w:val="006C7D35"/>
    <w:rsid w:val="006D02D8"/>
    <w:rsid w:val="006D3486"/>
    <w:rsid w:val="006D5BE7"/>
    <w:rsid w:val="006D6E11"/>
    <w:rsid w:val="006D71B8"/>
    <w:rsid w:val="006E034C"/>
    <w:rsid w:val="006E4C21"/>
    <w:rsid w:val="006E531B"/>
    <w:rsid w:val="006E6F9D"/>
    <w:rsid w:val="006F04A3"/>
    <w:rsid w:val="006F0644"/>
    <w:rsid w:val="006F0980"/>
    <w:rsid w:val="006F3AC6"/>
    <w:rsid w:val="006F7AF3"/>
    <w:rsid w:val="007009D6"/>
    <w:rsid w:val="00701DD0"/>
    <w:rsid w:val="00702342"/>
    <w:rsid w:val="007023B1"/>
    <w:rsid w:val="00704D1A"/>
    <w:rsid w:val="00720B33"/>
    <w:rsid w:val="00720CB6"/>
    <w:rsid w:val="007217EB"/>
    <w:rsid w:val="0072184D"/>
    <w:rsid w:val="00723F9E"/>
    <w:rsid w:val="0072678D"/>
    <w:rsid w:val="00727401"/>
    <w:rsid w:val="00731599"/>
    <w:rsid w:val="0073382A"/>
    <w:rsid w:val="0073385A"/>
    <w:rsid w:val="00736051"/>
    <w:rsid w:val="00737451"/>
    <w:rsid w:val="00737E16"/>
    <w:rsid w:val="00740444"/>
    <w:rsid w:val="00741AB7"/>
    <w:rsid w:val="007438EB"/>
    <w:rsid w:val="00743FB9"/>
    <w:rsid w:val="007451F9"/>
    <w:rsid w:val="00745528"/>
    <w:rsid w:val="007505D4"/>
    <w:rsid w:val="007537BC"/>
    <w:rsid w:val="00754A57"/>
    <w:rsid w:val="007561DD"/>
    <w:rsid w:val="00757A8E"/>
    <w:rsid w:val="00763365"/>
    <w:rsid w:val="00763672"/>
    <w:rsid w:val="00770B6D"/>
    <w:rsid w:val="00770C49"/>
    <w:rsid w:val="007710EF"/>
    <w:rsid w:val="00771973"/>
    <w:rsid w:val="0077598B"/>
    <w:rsid w:val="007764BC"/>
    <w:rsid w:val="007809FB"/>
    <w:rsid w:val="007829A5"/>
    <w:rsid w:val="00782E08"/>
    <w:rsid w:val="007835CB"/>
    <w:rsid w:val="00785153"/>
    <w:rsid w:val="0078516E"/>
    <w:rsid w:val="007902F3"/>
    <w:rsid w:val="007905B4"/>
    <w:rsid w:val="007A2BAA"/>
    <w:rsid w:val="007A4A40"/>
    <w:rsid w:val="007B3A3B"/>
    <w:rsid w:val="007B3F03"/>
    <w:rsid w:val="007B5B87"/>
    <w:rsid w:val="007C0F25"/>
    <w:rsid w:val="007C223B"/>
    <w:rsid w:val="007C228A"/>
    <w:rsid w:val="007C7476"/>
    <w:rsid w:val="007C7C43"/>
    <w:rsid w:val="007D131D"/>
    <w:rsid w:val="007D3BD2"/>
    <w:rsid w:val="007D3FDC"/>
    <w:rsid w:val="007D4A3E"/>
    <w:rsid w:val="007D56DE"/>
    <w:rsid w:val="007D5BEA"/>
    <w:rsid w:val="007D5D05"/>
    <w:rsid w:val="007D62B0"/>
    <w:rsid w:val="007D6473"/>
    <w:rsid w:val="007D76D6"/>
    <w:rsid w:val="007E2C68"/>
    <w:rsid w:val="007E300E"/>
    <w:rsid w:val="007E4A49"/>
    <w:rsid w:val="007E4CDC"/>
    <w:rsid w:val="007E4F0C"/>
    <w:rsid w:val="007E525D"/>
    <w:rsid w:val="007E73AA"/>
    <w:rsid w:val="007F0825"/>
    <w:rsid w:val="007F1095"/>
    <w:rsid w:val="007F305C"/>
    <w:rsid w:val="007F30AF"/>
    <w:rsid w:val="007F36CC"/>
    <w:rsid w:val="007F68B2"/>
    <w:rsid w:val="0080083F"/>
    <w:rsid w:val="0080487E"/>
    <w:rsid w:val="008100DB"/>
    <w:rsid w:val="0081072D"/>
    <w:rsid w:val="00813C19"/>
    <w:rsid w:val="00814834"/>
    <w:rsid w:val="00814B5A"/>
    <w:rsid w:val="00816B30"/>
    <w:rsid w:val="008170CD"/>
    <w:rsid w:val="008211AB"/>
    <w:rsid w:val="00822E89"/>
    <w:rsid w:val="008231F9"/>
    <w:rsid w:val="00823615"/>
    <w:rsid w:val="008261E9"/>
    <w:rsid w:val="00827923"/>
    <w:rsid w:val="00832075"/>
    <w:rsid w:val="00832C1C"/>
    <w:rsid w:val="008362ED"/>
    <w:rsid w:val="00836F04"/>
    <w:rsid w:val="008374DF"/>
    <w:rsid w:val="00843B0D"/>
    <w:rsid w:val="00845377"/>
    <w:rsid w:val="00846431"/>
    <w:rsid w:val="008650EA"/>
    <w:rsid w:val="00865CE1"/>
    <w:rsid w:val="008679FE"/>
    <w:rsid w:val="008731DD"/>
    <w:rsid w:val="0087561D"/>
    <w:rsid w:val="00875718"/>
    <w:rsid w:val="0087677D"/>
    <w:rsid w:val="00887E1B"/>
    <w:rsid w:val="008908F6"/>
    <w:rsid w:val="008917EF"/>
    <w:rsid w:val="00892D8A"/>
    <w:rsid w:val="0089334A"/>
    <w:rsid w:val="0089431B"/>
    <w:rsid w:val="00895700"/>
    <w:rsid w:val="00895796"/>
    <w:rsid w:val="00895B07"/>
    <w:rsid w:val="00895D4E"/>
    <w:rsid w:val="00895E49"/>
    <w:rsid w:val="008B13EC"/>
    <w:rsid w:val="008B3B3B"/>
    <w:rsid w:val="008B53A0"/>
    <w:rsid w:val="008B66AE"/>
    <w:rsid w:val="008C228D"/>
    <w:rsid w:val="008C2AD4"/>
    <w:rsid w:val="008C3726"/>
    <w:rsid w:val="008C3B4E"/>
    <w:rsid w:val="008C54D2"/>
    <w:rsid w:val="008C644B"/>
    <w:rsid w:val="008C6DD9"/>
    <w:rsid w:val="008D4070"/>
    <w:rsid w:val="008D4BF0"/>
    <w:rsid w:val="008D70A7"/>
    <w:rsid w:val="008D74B0"/>
    <w:rsid w:val="008E206E"/>
    <w:rsid w:val="008E5A02"/>
    <w:rsid w:val="008E697C"/>
    <w:rsid w:val="008E6E8F"/>
    <w:rsid w:val="008E7C37"/>
    <w:rsid w:val="008F02DB"/>
    <w:rsid w:val="008F28BD"/>
    <w:rsid w:val="008F714E"/>
    <w:rsid w:val="0090079E"/>
    <w:rsid w:val="00901D50"/>
    <w:rsid w:val="009047E7"/>
    <w:rsid w:val="009049F1"/>
    <w:rsid w:val="00904FD4"/>
    <w:rsid w:val="00905FCC"/>
    <w:rsid w:val="009062CD"/>
    <w:rsid w:val="0090674E"/>
    <w:rsid w:val="00906C1D"/>
    <w:rsid w:val="00907BC0"/>
    <w:rsid w:val="00907CFC"/>
    <w:rsid w:val="009106C6"/>
    <w:rsid w:val="0091126B"/>
    <w:rsid w:val="00912A29"/>
    <w:rsid w:val="009134A8"/>
    <w:rsid w:val="00924141"/>
    <w:rsid w:val="009266D3"/>
    <w:rsid w:val="00927708"/>
    <w:rsid w:val="00927D59"/>
    <w:rsid w:val="009322D5"/>
    <w:rsid w:val="00934AD1"/>
    <w:rsid w:val="00935AF7"/>
    <w:rsid w:val="009371FB"/>
    <w:rsid w:val="00940E68"/>
    <w:rsid w:val="00941EC5"/>
    <w:rsid w:val="0094392E"/>
    <w:rsid w:val="00950162"/>
    <w:rsid w:val="009501AD"/>
    <w:rsid w:val="009504A4"/>
    <w:rsid w:val="00950C15"/>
    <w:rsid w:val="009546D7"/>
    <w:rsid w:val="0095652D"/>
    <w:rsid w:val="00964D45"/>
    <w:rsid w:val="00964F47"/>
    <w:rsid w:val="00967F0F"/>
    <w:rsid w:val="00971FEB"/>
    <w:rsid w:val="00975202"/>
    <w:rsid w:val="00977AB3"/>
    <w:rsid w:val="00983B43"/>
    <w:rsid w:val="00986AD3"/>
    <w:rsid w:val="00990207"/>
    <w:rsid w:val="00992ED2"/>
    <w:rsid w:val="009959A6"/>
    <w:rsid w:val="009976BC"/>
    <w:rsid w:val="009977A2"/>
    <w:rsid w:val="009A1BD9"/>
    <w:rsid w:val="009A1C92"/>
    <w:rsid w:val="009A20F5"/>
    <w:rsid w:val="009A2365"/>
    <w:rsid w:val="009A2B58"/>
    <w:rsid w:val="009A7A78"/>
    <w:rsid w:val="009B0E17"/>
    <w:rsid w:val="009B270A"/>
    <w:rsid w:val="009B2E72"/>
    <w:rsid w:val="009B3598"/>
    <w:rsid w:val="009B65C8"/>
    <w:rsid w:val="009B6CC0"/>
    <w:rsid w:val="009B6F21"/>
    <w:rsid w:val="009B7AD0"/>
    <w:rsid w:val="009C1875"/>
    <w:rsid w:val="009C2E67"/>
    <w:rsid w:val="009C428F"/>
    <w:rsid w:val="009C42EF"/>
    <w:rsid w:val="009C558B"/>
    <w:rsid w:val="009C712E"/>
    <w:rsid w:val="009D000F"/>
    <w:rsid w:val="009D097A"/>
    <w:rsid w:val="009D0B17"/>
    <w:rsid w:val="009D18B9"/>
    <w:rsid w:val="009D2316"/>
    <w:rsid w:val="009D72E2"/>
    <w:rsid w:val="009E601E"/>
    <w:rsid w:val="009E6338"/>
    <w:rsid w:val="009E6E01"/>
    <w:rsid w:val="009E7214"/>
    <w:rsid w:val="009F0940"/>
    <w:rsid w:val="009F0981"/>
    <w:rsid w:val="009F4F16"/>
    <w:rsid w:val="00A00565"/>
    <w:rsid w:val="00A01594"/>
    <w:rsid w:val="00A0208A"/>
    <w:rsid w:val="00A05743"/>
    <w:rsid w:val="00A068BB"/>
    <w:rsid w:val="00A10556"/>
    <w:rsid w:val="00A12D3A"/>
    <w:rsid w:val="00A14DC0"/>
    <w:rsid w:val="00A166C0"/>
    <w:rsid w:val="00A25AD6"/>
    <w:rsid w:val="00A25F23"/>
    <w:rsid w:val="00A269ED"/>
    <w:rsid w:val="00A277EB"/>
    <w:rsid w:val="00A27FC9"/>
    <w:rsid w:val="00A33782"/>
    <w:rsid w:val="00A36F23"/>
    <w:rsid w:val="00A3776A"/>
    <w:rsid w:val="00A37B07"/>
    <w:rsid w:val="00A40980"/>
    <w:rsid w:val="00A40D50"/>
    <w:rsid w:val="00A426A7"/>
    <w:rsid w:val="00A5032A"/>
    <w:rsid w:val="00A54000"/>
    <w:rsid w:val="00A56DB6"/>
    <w:rsid w:val="00A609C4"/>
    <w:rsid w:val="00A62F33"/>
    <w:rsid w:val="00A66429"/>
    <w:rsid w:val="00A67CBE"/>
    <w:rsid w:val="00A71976"/>
    <w:rsid w:val="00A71A11"/>
    <w:rsid w:val="00A73A07"/>
    <w:rsid w:val="00A752FB"/>
    <w:rsid w:val="00A75C74"/>
    <w:rsid w:val="00A75EB3"/>
    <w:rsid w:val="00A76E62"/>
    <w:rsid w:val="00A77294"/>
    <w:rsid w:val="00A7732D"/>
    <w:rsid w:val="00A84142"/>
    <w:rsid w:val="00A84FA0"/>
    <w:rsid w:val="00A924E4"/>
    <w:rsid w:val="00A92EC1"/>
    <w:rsid w:val="00A934EE"/>
    <w:rsid w:val="00A9492D"/>
    <w:rsid w:val="00A95D99"/>
    <w:rsid w:val="00A96410"/>
    <w:rsid w:val="00AA0A33"/>
    <w:rsid w:val="00AB1143"/>
    <w:rsid w:val="00AB2F5C"/>
    <w:rsid w:val="00AB4A38"/>
    <w:rsid w:val="00AB538B"/>
    <w:rsid w:val="00AB5E27"/>
    <w:rsid w:val="00AB5E64"/>
    <w:rsid w:val="00AC03B3"/>
    <w:rsid w:val="00AC1222"/>
    <w:rsid w:val="00AC1405"/>
    <w:rsid w:val="00AC25C4"/>
    <w:rsid w:val="00AC2A36"/>
    <w:rsid w:val="00AC42D4"/>
    <w:rsid w:val="00AC474B"/>
    <w:rsid w:val="00AC47C1"/>
    <w:rsid w:val="00AC5B08"/>
    <w:rsid w:val="00AD4A67"/>
    <w:rsid w:val="00AD5482"/>
    <w:rsid w:val="00AD587C"/>
    <w:rsid w:val="00AD5D27"/>
    <w:rsid w:val="00AD7F83"/>
    <w:rsid w:val="00AD7FE3"/>
    <w:rsid w:val="00AE0391"/>
    <w:rsid w:val="00AE147C"/>
    <w:rsid w:val="00AE3098"/>
    <w:rsid w:val="00AE546D"/>
    <w:rsid w:val="00AE6D4E"/>
    <w:rsid w:val="00AE77D8"/>
    <w:rsid w:val="00AE7A99"/>
    <w:rsid w:val="00AE7B0E"/>
    <w:rsid w:val="00AF08D8"/>
    <w:rsid w:val="00AF0D20"/>
    <w:rsid w:val="00AF2970"/>
    <w:rsid w:val="00AF2DBC"/>
    <w:rsid w:val="00AF3161"/>
    <w:rsid w:val="00AF3C58"/>
    <w:rsid w:val="00AF3D43"/>
    <w:rsid w:val="00AF46B7"/>
    <w:rsid w:val="00AF667F"/>
    <w:rsid w:val="00AF6A40"/>
    <w:rsid w:val="00B00358"/>
    <w:rsid w:val="00B01784"/>
    <w:rsid w:val="00B01D9D"/>
    <w:rsid w:val="00B02B67"/>
    <w:rsid w:val="00B02E80"/>
    <w:rsid w:val="00B034AF"/>
    <w:rsid w:val="00B1033A"/>
    <w:rsid w:val="00B10E8D"/>
    <w:rsid w:val="00B11E63"/>
    <w:rsid w:val="00B122B1"/>
    <w:rsid w:val="00B12A4C"/>
    <w:rsid w:val="00B12F44"/>
    <w:rsid w:val="00B1335F"/>
    <w:rsid w:val="00B144CC"/>
    <w:rsid w:val="00B213A3"/>
    <w:rsid w:val="00B2167D"/>
    <w:rsid w:val="00B22926"/>
    <w:rsid w:val="00B235BD"/>
    <w:rsid w:val="00B26EDB"/>
    <w:rsid w:val="00B3100F"/>
    <w:rsid w:val="00B31D8D"/>
    <w:rsid w:val="00B31DAE"/>
    <w:rsid w:val="00B32907"/>
    <w:rsid w:val="00B33C49"/>
    <w:rsid w:val="00B347DE"/>
    <w:rsid w:val="00B37BC9"/>
    <w:rsid w:val="00B40357"/>
    <w:rsid w:val="00B41EBC"/>
    <w:rsid w:val="00B43DBA"/>
    <w:rsid w:val="00B45109"/>
    <w:rsid w:val="00B45E9E"/>
    <w:rsid w:val="00B509DB"/>
    <w:rsid w:val="00B5405F"/>
    <w:rsid w:val="00B607DB"/>
    <w:rsid w:val="00B627E2"/>
    <w:rsid w:val="00B6373E"/>
    <w:rsid w:val="00B657CA"/>
    <w:rsid w:val="00B65A39"/>
    <w:rsid w:val="00B67070"/>
    <w:rsid w:val="00B67267"/>
    <w:rsid w:val="00B67ADD"/>
    <w:rsid w:val="00B7134E"/>
    <w:rsid w:val="00B75623"/>
    <w:rsid w:val="00B7573E"/>
    <w:rsid w:val="00B81677"/>
    <w:rsid w:val="00B81C49"/>
    <w:rsid w:val="00B86070"/>
    <w:rsid w:val="00B9080C"/>
    <w:rsid w:val="00B90900"/>
    <w:rsid w:val="00B9114C"/>
    <w:rsid w:val="00B915F8"/>
    <w:rsid w:val="00B9357F"/>
    <w:rsid w:val="00B94619"/>
    <w:rsid w:val="00B94B4B"/>
    <w:rsid w:val="00B94F5E"/>
    <w:rsid w:val="00BA1013"/>
    <w:rsid w:val="00BA118B"/>
    <w:rsid w:val="00BA1522"/>
    <w:rsid w:val="00BA2603"/>
    <w:rsid w:val="00BA2CEC"/>
    <w:rsid w:val="00BA2F01"/>
    <w:rsid w:val="00BB566F"/>
    <w:rsid w:val="00BB715C"/>
    <w:rsid w:val="00BB7FB7"/>
    <w:rsid w:val="00BC0369"/>
    <w:rsid w:val="00BC3D73"/>
    <w:rsid w:val="00BC5B5A"/>
    <w:rsid w:val="00BD07BD"/>
    <w:rsid w:val="00BD1F23"/>
    <w:rsid w:val="00BD24DB"/>
    <w:rsid w:val="00BD30A0"/>
    <w:rsid w:val="00BE0EB5"/>
    <w:rsid w:val="00BE3BCA"/>
    <w:rsid w:val="00BE4F05"/>
    <w:rsid w:val="00BE51A4"/>
    <w:rsid w:val="00BF317E"/>
    <w:rsid w:val="00BF52B0"/>
    <w:rsid w:val="00C04934"/>
    <w:rsid w:val="00C05843"/>
    <w:rsid w:val="00C115E9"/>
    <w:rsid w:val="00C1368A"/>
    <w:rsid w:val="00C141D4"/>
    <w:rsid w:val="00C15D37"/>
    <w:rsid w:val="00C15DDA"/>
    <w:rsid w:val="00C16EFF"/>
    <w:rsid w:val="00C200DB"/>
    <w:rsid w:val="00C20644"/>
    <w:rsid w:val="00C21BAC"/>
    <w:rsid w:val="00C2245F"/>
    <w:rsid w:val="00C22C96"/>
    <w:rsid w:val="00C25C1F"/>
    <w:rsid w:val="00C310E3"/>
    <w:rsid w:val="00C3165F"/>
    <w:rsid w:val="00C31833"/>
    <w:rsid w:val="00C31E75"/>
    <w:rsid w:val="00C327C7"/>
    <w:rsid w:val="00C3670F"/>
    <w:rsid w:val="00C404C4"/>
    <w:rsid w:val="00C43767"/>
    <w:rsid w:val="00C50531"/>
    <w:rsid w:val="00C53758"/>
    <w:rsid w:val="00C53D68"/>
    <w:rsid w:val="00C60E8C"/>
    <w:rsid w:val="00C633C5"/>
    <w:rsid w:val="00C63FA0"/>
    <w:rsid w:val="00C65972"/>
    <w:rsid w:val="00C662E0"/>
    <w:rsid w:val="00C66A19"/>
    <w:rsid w:val="00C67478"/>
    <w:rsid w:val="00C67A3E"/>
    <w:rsid w:val="00C723F0"/>
    <w:rsid w:val="00C72449"/>
    <w:rsid w:val="00C72E2A"/>
    <w:rsid w:val="00C73899"/>
    <w:rsid w:val="00C74F11"/>
    <w:rsid w:val="00C75400"/>
    <w:rsid w:val="00C7695C"/>
    <w:rsid w:val="00C803D7"/>
    <w:rsid w:val="00C8066D"/>
    <w:rsid w:val="00C8285D"/>
    <w:rsid w:val="00C84A64"/>
    <w:rsid w:val="00C85C4A"/>
    <w:rsid w:val="00C86B27"/>
    <w:rsid w:val="00C90C6F"/>
    <w:rsid w:val="00C91093"/>
    <w:rsid w:val="00C9316A"/>
    <w:rsid w:val="00C95188"/>
    <w:rsid w:val="00C96668"/>
    <w:rsid w:val="00CA05FA"/>
    <w:rsid w:val="00CA0BD3"/>
    <w:rsid w:val="00CA2606"/>
    <w:rsid w:val="00CA562D"/>
    <w:rsid w:val="00CA576D"/>
    <w:rsid w:val="00CA5EEF"/>
    <w:rsid w:val="00CB263E"/>
    <w:rsid w:val="00CB400E"/>
    <w:rsid w:val="00CB417B"/>
    <w:rsid w:val="00CB50C6"/>
    <w:rsid w:val="00CB76AA"/>
    <w:rsid w:val="00CB7E66"/>
    <w:rsid w:val="00CC2098"/>
    <w:rsid w:val="00CC6158"/>
    <w:rsid w:val="00CD24A9"/>
    <w:rsid w:val="00CD36EC"/>
    <w:rsid w:val="00CD3C86"/>
    <w:rsid w:val="00CD4895"/>
    <w:rsid w:val="00CD71ED"/>
    <w:rsid w:val="00CE0F7A"/>
    <w:rsid w:val="00CE3391"/>
    <w:rsid w:val="00CE3A42"/>
    <w:rsid w:val="00CE6667"/>
    <w:rsid w:val="00CE699C"/>
    <w:rsid w:val="00CE6C64"/>
    <w:rsid w:val="00CF0B5E"/>
    <w:rsid w:val="00CF1571"/>
    <w:rsid w:val="00CF19FD"/>
    <w:rsid w:val="00CF245D"/>
    <w:rsid w:val="00CF3B14"/>
    <w:rsid w:val="00CF4016"/>
    <w:rsid w:val="00CF54BE"/>
    <w:rsid w:val="00CF588B"/>
    <w:rsid w:val="00CF6ABC"/>
    <w:rsid w:val="00CF75BD"/>
    <w:rsid w:val="00D00B65"/>
    <w:rsid w:val="00D01D4C"/>
    <w:rsid w:val="00D02163"/>
    <w:rsid w:val="00D043B8"/>
    <w:rsid w:val="00D06E75"/>
    <w:rsid w:val="00D07CB5"/>
    <w:rsid w:val="00D10F87"/>
    <w:rsid w:val="00D12AC7"/>
    <w:rsid w:val="00D133BE"/>
    <w:rsid w:val="00D14E11"/>
    <w:rsid w:val="00D173B0"/>
    <w:rsid w:val="00D20B3E"/>
    <w:rsid w:val="00D22E02"/>
    <w:rsid w:val="00D31EE6"/>
    <w:rsid w:val="00D32B04"/>
    <w:rsid w:val="00D34691"/>
    <w:rsid w:val="00D36E55"/>
    <w:rsid w:val="00D37FB5"/>
    <w:rsid w:val="00D4031B"/>
    <w:rsid w:val="00D413C6"/>
    <w:rsid w:val="00D4226C"/>
    <w:rsid w:val="00D43B48"/>
    <w:rsid w:val="00D43E35"/>
    <w:rsid w:val="00D455DC"/>
    <w:rsid w:val="00D515E0"/>
    <w:rsid w:val="00D527EB"/>
    <w:rsid w:val="00D52AB1"/>
    <w:rsid w:val="00D52D65"/>
    <w:rsid w:val="00D5374D"/>
    <w:rsid w:val="00D553C8"/>
    <w:rsid w:val="00D560D5"/>
    <w:rsid w:val="00D56D52"/>
    <w:rsid w:val="00D5765D"/>
    <w:rsid w:val="00D57883"/>
    <w:rsid w:val="00D61B1E"/>
    <w:rsid w:val="00D63175"/>
    <w:rsid w:val="00D64B04"/>
    <w:rsid w:val="00D67CFC"/>
    <w:rsid w:val="00D71335"/>
    <w:rsid w:val="00D748D4"/>
    <w:rsid w:val="00D75245"/>
    <w:rsid w:val="00D75654"/>
    <w:rsid w:val="00D758B8"/>
    <w:rsid w:val="00D76277"/>
    <w:rsid w:val="00D77AD7"/>
    <w:rsid w:val="00D802DC"/>
    <w:rsid w:val="00D8266D"/>
    <w:rsid w:val="00D8397D"/>
    <w:rsid w:val="00D86C3E"/>
    <w:rsid w:val="00D9016A"/>
    <w:rsid w:val="00D9351C"/>
    <w:rsid w:val="00D976B3"/>
    <w:rsid w:val="00D97A8A"/>
    <w:rsid w:val="00DA068A"/>
    <w:rsid w:val="00DB049F"/>
    <w:rsid w:val="00DB0E2F"/>
    <w:rsid w:val="00DB51DC"/>
    <w:rsid w:val="00DB51F7"/>
    <w:rsid w:val="00DC04E4"/>
    <w:rsid w:val="00DC04EC"/>
    <w:rsid w:val="00DC0829"/>
    <w:rsid w:val="00DC1E79"/>
    <w:rsid w:val="00DC1FEC"/>
    <w:rsid w:val="00DC201F"/>
    <w:rsid w:val="00DC2326"/>
    <w:rsid w:val="00DC31A1"/>
    <w:rsid w:val="00DC5415"/>
    <w:rsid w:val="00DC64AB"/>
    <w:rsid w:val="00DD10A4"/>
    <w:rsid w:val="00DD3373"/>
    <w:rsid w:val="00DD4D92"/>
    <w:rsid w:val="00DD7616"/>
    <w:rsid w:val="00DE08FF"/>
    <w:rsid w:val="00DE218C"/>
    <w:rsid w:val="00DE279B"/>
    <w:rsid w:val="00DE6897"/>
    <w:rsid w:val="00DE6C55"/>
    <w:rsid w:val="00DE6C61"/>
    <w:rsid w:val="00DF3347"/>
    <w:rsid w:val="00DF3ECF"/>
    <w:rsid w:val="00DF4278"/>
    <w:rsid w:val="00E02EBE"/>
    <w:rsid w:val="00E045FF"/>
    <w:rsid w:val="00E05185"/>
    <w:rsid w:val="00E10BCF"/>
    <w:rsid w:val="00E11AED"/>
    <w:rsid w:val="00E144CE"/>
    <w:rsid w:val="00E14518"/>
    <w:rsid w:val="00E1622B"/>
    <w:rsid w:val="00E20428"/>
    <w:rsid w:val="00E30592"/>
    <w:rsid w:val="00E33B04"/>
    <w:rsid w:val="00E36043"/>
    <w:rsid w:val="00E37D57"/>
    <w:rsid w:val="00E37E03"/>
    <w:rsid w:val="00E405B4"/>
    <w:rsid w:val="00E40B7F"/>
    <w:rsid w:val="00E40C34"/>
    <w:rsid w:val="00E418E3"/>
    <w:rsid w:val="00E42BF4"/>
    <w:rsid w:val="00E431D1"/>
    <w:rsid w:val="00E4479B"/>
    <w:rsid w:val="00E44F41"/>
    <w:rsid w:val="00E45A9D"/>
    <w:rsid w:val="00E47044"/>
    <w:rsid w:val="00E52CF5"/>
    <w:rsid w:val="00E62062"/>
    <w:rsid w:val="00E63579"/>
    <w:rsid w:val="00E663AD"/>
    <w:rsid w:val="00E67240"/>
    <w:rsid w:val="00E7400D"/>
    <w:rsid w:val="00E8006B"/>
    <w:rsid w:val="00E8040D"/>
    <w:rsid w:val="00E80624"/>
    <w:rsid w:val="00E81190"/>
    <w:rsid w:val="00E81A43"/>
    <w:rsid w:val="00E84B52"/>
    <w:rsid w:val="00E85D87"/>
    <w:rsid w:val="00E86D0C"/>
    <w:rsid w:val="00E9090A"/>
    <w:rsid w:val="00E9097F"/>
    <w:rsid w:val="00E924C6"/>
    <w:rsid w:val="00E92B3D"/>
    <w:rsid w:val="00E94AFB"/>
    <w:rsid w:val="00E94BC4"/>
    <w:rsid w:val="00EA01B4"/>
    <w:rsid w:val="00EA020C"/>
    <w:rsid w:val="00EA057C"/>
    <w:rsid w:val="00EA1735"/>
    <w:rsid w:val="00EA3182"/>
    <w:rsid w:val="00EA44C8"/>
    <w:rsid w:val="00EA4601"/>
    <w:rsid w:val="00EB19D6"/>
    <w:rsid w:val="00EC02AD"/>
    <w:rsid w:val="00EC0C19"/>
    <w:rsid w:val="00EC0F01"/>
    <w:rsid w:val="00EC118B"/>
    <w:rsid w:val="00EC1865"/>
    <w:rsid w:val="00EC21A9"/>
    <w:rsid w:val="00EC615B"/>
    <w:rsid w:val="00EC7F60"/>
    <w:rsid w:val="00ED1188"/>
    <w:rsid w:val="00ED17BF"/>
    <w:rsid w:val="00ED612C"/>
    <w:rsid w:val="00ED7B5A"/>
    <w:rsid w:val="00EE14DA"/>
    <w:rsid w:val="00EE2402"/>
    <w:rsid w:val="00EE4A4E"/>
    <w:rsid w:val="00EE6960"/>
    <w:rsid w:val="00EF0065"/>
    <w:rsid w:val="00EF3C82"/>
    <w:rsid w:val="00EF44E4"/>
    <w:rsid w:val="00EF64BC"/>
    <w:rsid w:val="00F00F01"/>
    <w:rsid w:val="00F01C7A"/>
    <w:rsid w:val="00F0225C"/>
    <w:rsid w:val="00F03E1F"/>
    <w:rsid w:val="00F06D9F"/>
    <w:rsid w:val="00F11A12"/>
    <w:rsid w:val="00F12FAA"/>
    <w:rsid w:val="00F13FEB"/>
    <w:rsid w:val="00F15716"/>
    <w:rsid w:val="00F16E66"/>
    <w:rsid w:val="00F205CE"/>
    <w:rsid w:val="00F24571"/>
    <w:rsid w:val="00F24BEA"/>
    <w:rsid w:val="00F30F9E"/>
    <w:rsid w:val="00F315F7"/>
    <w:rsid w:val="00F31FEA"/>
    <w:rsid w:val="00F32655"/>
    <w:rsid w:val="00F33711"/>
    <w:rsid w:val="00F3799C"/>
    <w:rsid w:val="00F42659"/>
    <w:rsid w:val="00F44D0A"/>
    <w:rsid w:val="00F47D42"/>
    <w:rsid w:val="00F5436B"/>
    <w:rsid w:val="00F57ABA"/>
    <w:rsid w:val="00F60CFF"/>
    <w:rsid w:val="00F6176E"/>
    <w:rsid w:val="00F61997"/>
    <w:rsid w:val="00F62798"/>
    <w:rsid w:val="00F62FFF"/>
    <w:rsid w:val="00F652E0"/>
    <w:rsid w:val="00F66B8D"/>
    <w:rsid w:val="00F676BC"/>
    <w:rsid w:val="00F67FA1"/>
    <w:rsid w:val="00F70C5E"/>
    <w:rsid w:val="00F72068"/>
    <w:rsid w:val="00F76A15"/>
    <w:rsid w:val="00F76B00"/>
    <w:rsid w:val="00F801C1"/>
    <w:rsid w:val="00F83D27"/>
    <w:rsid w:val="00F84012"/>
    <w:rsid w:val="00F9345D"/>
    <w:rsid w:val="00F9430E"/>
    <w:rsid w:val="00F94CC2"/>
    <w:rsid w:val="00F97825"/>
    <w:rsid w:val="00FA1B5A"/>
    <w:rsid w:val="00FA1FFD"/>
    <w:rsid w:val="00FA2D5A"/>
    <w:rsid w:val="00FA3B0E"/>
    <w:rsid w:val="00FA3FF4"/>
    <w:rsid w:val="00FA44F1"/>
    <w:rsid w:val="00FB1F00"/>
    <w:rsid w:val="00FB2984"/>
    <w:rsid w:val="00FB4BF0"/>
    <w:rsid w:val="00FB61D5"/>
    <w:rsid w:val="00FB7093"/>
    <w:rsid w:val="00FB7980"/>
    <w:rsid w:val="00FC115A"/>
    <w:rsid w:val="00FC16BA"/>
    <w:rsid w:val="00FC39DA"/>
    <w:rsid w:val="00FC4859"/>
    <w:rsid w:val="00FC5239"/>
    <w:rsid w:val="00FC6F2D"/>
    <w:rsid w:val="00FD4097"/>
    <w:rsid w:val="00FD5597"/>
    <w:rsid w:val="00FE09EC"/>
    <w:rsid w:val="00FE3B6D"/>
    <w:rsid w:val="00FE6339"/>
    <w:rsid w:val="00FE6BD7"/>
    <w:rsid w:val="00FF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DC568D"/>
  <w15:docId w15:val="{6371AC53-7F05-4E4B-BA2A-78EBBFC3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3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rFonts w:ascii="Calibri" w:eastAsia="Calibri" w:hAnsi="Calibri" w:cs="Times New Roman"/>
      <w:b/>
      <w:bCs/>
      <w:lang w:eastAsia="en-US"/>
    </w:rPr>
  </w:style>
  <w:style w:type="paragraph" w:customStyle="1" w:styleId="ConsPlusNormal">
    <w:name w:val="ConsPlusNormal"/>
    <w:rsid w:val="00C806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rsid w:val="004E71C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link w:val="ConsPlusNonformat0"/>
    <w:rsid w:val="00A166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A166C0"/>
    <w:rPr>
      <w:rFonts w:ascii="Courier New" w:hAnsi="Courier New" w:cs="Courier New"/>
      <w:lang w:val="ru-RU" w:eastAsia="ru-RU" w:bidi="ar-SA"/>
    </w:rPr>
  </w:style>
  <w:style w:type="character" w:styleId="af1">
    <w:name w:val="Hyperlink"/>
    <w:basedOn w:val="a0"/>
    <w:uiPriority w:val="99"/>
    <w:unhideWhenUsed/>
    <w:rsid w:val="007438EB"/>
    <w:rPr>
      <w:color w:val="0000FF" w:themeColor="hyperlink"/>
      <w:u w:val="single"/>
    </w:rPr>
  </w:style>
  <w:style w:type="paragraph" w:customStyle="1" w:styleId="10">
    <w:name w:val="Обычный1"/>
    <w:rsid w:val="003C0D06"/>
    <w:pPr>
      <w:widowControl w:val="0"/>
      <w:suppressAutoHyphens/>
      <w:snapToGrid w:val="0"/>
      <w:spacing w:line="252" w:lineRule="auto"/>
      <w:ind w:firstLine="520"/>
      <w:jc w:val="both"/>
    </w:pPr>
    <w:rPr>
      <w:rFonts w:ascii="Arial" w:hAnsi="Arial" w:cs="Arial"/>
      <w:sz w:val="18"/>
      <w:lang w:eastAsia="zh-CN"/>
    </w:rPr>
  </w:style>
  <w:style w:type="numbering" w:customStyle="1" w:styleId="2">
    <w:name w:val="Стиль2"/>
    <w:uiPriority w:val="99"/>
    <w:rsid w:val="00EC615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AANIS~1\LOCALS~1\Temp\inmeta_cache\http___a0_estatedio_gen_docs_2009ONFAuction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90B77-0A2E-49AD-983F-201E0DCC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6</Pages>
  <Words>2440</Words>
  <Characters>18302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_________</vt:lpstr>
    </vt:vector>
  </TitlesOfParts>
  <Company/>
  <LinksUpToDate>false</LinksUpToDate>
  <CharactersWithSpaces>20701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_________</dc:title>
  <dc:creator>user</dc:creator>
  <cp:lastModifiedBy>Овчинникова Валерия Олеговна</cp:lastModifiedBy>
  <cp:revision>3</cp:revision>
  <cp:lastPrinted>2024-11-14T04:23:00Z</cp:lastPrinted>
  <dcterms:created xsi:type="dcterms:W3CDTF">2024-11-14T03:08:00Z</dcterms:created>
  <dcterms:modified xsi:type="dcterms:W3CDTF">2024-11-14T04:24:00Z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http://a0/estatedio</vt:lpwstr>
  </property>
  <property fmtid="{D5CDD505-2E9C-101B-9397-08002B2CF9AE}" pid="3" name="Folder">
    <vt:lpwstr>2009ONFAuction</vt:lpwstr>
  </property>
  <property fmtid="{D5CDD505-2E9C-101B-9397-08002B2CF9AE}" pid="4" name="DocCaption">
    <vt:lpwstr>Договор аренды нежилых помещений Аукцион </vt:lpwstr>
  </property>
  <property fmtid="{D5CDD505-2E9C-101B-9397-08002B2CF9AE}" pid="5" name="id">
    <vt:lpwstr>0007808B3CE3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http://a0/estatedio</vt:lpwstr>
  </property>
</Properties>
</file>